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0ED8" w:rsidRPr="006A7C1A" w:rsidRDefault="00DA2270" w:rsidP="006A7C1A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A7C1A">
        <w:rPr>
          <w:rFonts w:ascii="Times New Roman" w:eastAsia="Times New Roman" w:hAnsi="Times New Roman" w:cs="Times New Roman"/>
          <w:b/>
          <w:sz w:val="28"/>
          <w:szCs w:val="28"/>
        </w:rPr>
        <w:t>ФИНАНСОВОЕ УПРАВЛЕНИЕ АДМИНИСТРАЦИИ</w:t>
      </w:r>
    </w:p>
    <w:p w:rsidR="001E0ED8" w:rsidRPr="006A7C1A" w:rsidRDefault="00DA2270" w:rsidP="006A7C1A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A7C1A">
        <w:rPr>
          <w:rFonts w:ascii="Times New Roman" w:eastAsia="Times New Roman" w:hAnsi="Times New Roman" w:cs="Times New Roman"/>
          <w:b/>
          <w:sz w:val="28"/>
          <w:szCs w:val="28"/>
        </w:rPr>
        <w:t>МУНИЦИПАЛЬНОГО ОБРАЗОВАНИЯ «УГРАНСКИЙ РАЙОН»</w:t>
      </w:r>
    </w:p>
    <w:p w:rsidR="001E0ED8" w:rsidRPr="006A7C1A" w:rsidRDefault="00DA2270" w:rsidP="006A7C1A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A7C1A">
        <w:rPr>
          <w:rFonts w:ascii="Times New Roman" w:eastAsia="Times New Roman" w:hAnsi="Times New Roman" w:cs="Times New Roman"/>
          <w:b/>
          <w:sz w:val="28"/>
          <w:szCs w:val="28"/>
        </w:rPr>
        <w:t>СМОЛЕН</w:t>
      </w:r>
      <w:r w:rsidRPr="006A7C1A">
        <w:rPr>
          <w:rFonts w:ascii="Times New Roman" w:eastAsia="Times New Roman" w:hAnsi="Times New Roman" w:cs="Times New Roman"/>
          <w:b/>
          <w:caps/>
          <w:sz w:val="28"/>
          <w:szCs w:val="28"/>
        </w:rPr>
        <w:t>ской области</w:t>
      </w:r>
    </w:p>
    <w:p w:rsidR="001E0ED8" w:rsidRPr="006A7C1A" w:rsidRDefault="001E0ED8" w:rsidP="006A7C1A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E0ED8" w:rsidRPr="006A7C1A" w:rsidRDefault="00DA2270" w:rsidP="006A7C1A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A7C1A">
        <w:rPr>
          <w:rFonts w:ascii="Times New Roman" w:eastAsia="Times New Roman" w:hAnsi="Times New Roman" w:cs="Times New Roman"/>
          <w:b/>
          <w:sz w:val="28"/>
          <w:szCs w:val="28"/>
        </w:rPr>
        <w:t>П Р И К А З</w:t>
      </w:r>
    </w:p>
    <w:p w:rsidR="001E0ED8" w:rsidRPr="006A7C1A" w:rsidRDefault="00411D5C" w:rsidP="006A7C1A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24.01.2020                                                                                     № 3</w:t>
      </w:r>
    </w:p>
    <w:p w:rsidR="00411D5C" w:rsidRDefault="00411D5C" w:rsidP="006A7C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11D5C" w:rsidRDefault="00411D5C" w:rsidP="006A7C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11D5C" w:rsidRPr="006A7C1A" w:rsidRDefault="00411D5C" w:rsidP="00F03FB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A7C1A">
        <w:rPr>
          <w:rFonts w:ascii="Times New Roman" w:eastAsia="Times New Roman" w:hAnsi="Times New Roman" w:cs="Times New Roman"/>
          <w:sz w:val="28"/>
          <w:szCs w:val="28"/>
        </w:rPr>
        <w:t>Об утверждении Порядка учета</w:t>
      </w:r>
    </w:p>
    <w:p w:rsidR="00411D5C" w:rsidRPr="006A7C1A" w:rsidRDefault="00411D5C" w:rsidP="00F03FB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A7C1A">
        <w:rPr>
          <w:rFonts w:ascii="Times New Roman" w:eastAsia="Times New Roman" w:hAnsi="Times New Roman" w:cs="Times New Roman"/>
          <w:sz w:val="28"/>
          <w:szCs w:val="28"/>
        </w:rPr>
        <w:t>бюджетных и денежных обязательств</w:t>
      </w:r>
    </w:p>
    <w:p w:rsidR="00411D5C" w:rsidRPr="006A7C1A" w:rsidRDefault="00411D5C" w:rsidP="00F03FB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A7C1A">
        <w:rPr>
          <w:rFonts w:ascii="Times New Roman" w:eastAsia="Times New Roman" w:hAnsi="Times New Roman" w:cs="Times New Roman"/>
          <w:sz w:val="28"/>
          <w:szCs w:val="28"/>
        </w:rPr>
        <w:t>получателей средств местного бюджета</w:t>
      </w:r>
    </w:p>
    <w:p w:rsidR="00411D5C" w:rsidRPr="006A7C1A" w:rsidRDefault="00411D5C" w:rsidP="00F03FB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A7C1A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образования </w:t>
      </w:r>
    </w:p>
    <w:p w:rsidR="00411D5C" w:rsidRPr="006A7C1A" w:rsidRDefault="00411D5C" w:rsidP="00AA008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A7C1A">
        <w:rPr>
          <w:rFonts w:ascii="Times New Roman" w:eastAsia="Times New Roman" w:hAnsi="Times New Roman" w:cs="Times New Roman"/>
          <w:sz w:val="28"/>
          <w:szCs w:val="28"/>
        </w:rPr>
        <w:t xml:space="preserve">«Угранский район» Смоленской области </w:t>
      </w:r>
    </w:p>
    <w:p w:rsidR="00411D5C" w:rsidRPr="006A7C1A" w:rsidRDefault="00411D5C" w:rsidP="00F03FB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A7C1A">
        <w:rPr>
          <w:rFonts w:ascii="Times New Roman" w:eastAsia="Times New Roman" w:hAnsi="Times New Roman" w:cs="Times New Roman"/>
          <w:sz w:val="28"/>
          <w:szCs w:val="28"/>
        </w:rPr>
        <w:t xml:space="preserve"> и бюджетов сельских поселений Угранского</w:t>
      </w:r>
    </w:p>
    <w:p w:rsidR="00411D5C" w:rsidRPr="006A7C1A" w:rsidRDefault="00411D5C" w:rsidP="00F03FB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A7C1A">
        <w:rPr>
          <w:rFonts w:ascii="Times New Roman" w:eastAsia="Times New Roman" w:hAnsi="Times New Roman" w:cs="Times New Roman"/>
          <w:sz w:val="28"/>
          <w:szCs w:val="28"/>
        </w:rPr>
        <w:t xml:space="preserve"> района Смоленской области</w:t>
      </w:r>
    </w:p>
    <w:p w:rsidR="00411D5C" w:rsidRDefault="00411D5C" w:rsidP="006A7C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11D5C" w:rsidRDefault="00411D5C" w:rsidP="006A7C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E0ED8" w:rsidRPr="006A7C1A" w:rsidRDefault="00411D5C" w:rsidP="006A7C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DA2270" w:rsidRPr="006A7C1A">
        <w:rPr>
          <w:rFonts w:ascii="Times New Roman" w:eastAsia="Times New Roman" w:hAnsi="Times New Roman" w:cs="Times New Roman"/>
          <w:sz w:val="28"/>
          <w:szCs w:val="28"/>
        </w:rPr>
        <w:t>соответствии со статьей 219 Бюджетного кодекса Российской Федерации</w:t>
      </w:r>
    </w:p>
    <w:p w:rsidR="001E0ED8" w:rsidRPr="006A7C1A" w:rsidRDefault="001E0ED8" w:rsidP="006A7C1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E0ED8" w:rsidRPr="006A7C1A" w:rsidRDefault="00DA2270" w:rsidP="006A7C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A7C1A">
        <w:rPr>
          <w:rFonts w:ascii="Times New Roman" w:eastAsia="Times New Roman" w:hAnsi="Times New Roman" w:cs="Times New Roman"/>
          <w:sz w:val="28"/>
          <w:szCs w:val="28"/>
        </w:rPr>
        <w:t xml:space="preserve"> п р и к а з ы в а ю:</w:t>
      </w:r>
    </w:p>
    <w:p w:rsidR="001E0ED8" w:rsidRPr="006A7C1A" w:rsidRDefault="001E0ED8" w:rsidP="006A7C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E0ED8" w:rsidRPr="006A7C1A" w:rsidRDefault="00DA2270" w:rsidP="006A7C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A7C1A">
        <w:rPr>
          <w:rFonts w:ascii="Times New Roman" w:eastAsia="Times New Roman" w:hAnsi="Times New Roman" w:cs="Times New Roman"/>
          <w:sz w:val="28"/>
          <w:szCs w:val="28"/>
        </w:rPr>
        <w:t xml:space="preserve">       1. Утвердить прилагаемый Порядок учета бюджетных и денежных обязательств получателей средств получателей средств местного бюджета муниципального образования «Угранский район» Смоленской области и бюджетов сельских поселений Угранского района Смоленской области (далее – Порядок).</w:t>
      </w:r>
    </w:p>
    <w:p w:rsidR="001E0ED8" w:rsidRPr="006A7C1A" w:rsidRDefault="00DA2270" w:rsidP="006A7C1A">
      <w:p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A7C1A">
        <w:rPr>
          <w:rFonts w:ascii="Times New Roman" w:eastAsia="Times New Roman" w:hAnsi="Times New Roman" w:cs="Times New Roman"/>
          <w:sz w:val="28"/>
          <w:szCs w:val="28"/>
        </w:rPr>
        <w:t xml:space="preserve">       2. Признать утратившими силу с 1 января 2020 года:</w:t>
      </w:r>
    </w:p>
    <w:p w:rsidR="001E0ED8" w:rsidRPr="006A7C1A" w:rsidRDefault="00DA2270" w:rsidP="006A7C1A">
      <w:pPr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A7C1A">
        <w:rPr>
          <w:rFonts w:ascii="Times New Roman" w:eastAsia="Times New Roman" w:hAnsi="Times New Roman" w:cs="Times New Roman"/>
          <w:sz w:val="28"/>
          <w:szCs w:val="28"/>
        </w:rPr>
        <w:t>- приказ Финансового управления Администрации муниципального образования «Угранский район» Смоленской области от 28.05.2019 № 11 «Об утверждении Порядка учета бюджетных и денежных обязательств получателей средств местного бюджета муниципального образования".</w:t>
      </w:r>
    </w:p>
    <w:p w:rsidR="001E0ED8" w:rsidRPr="006A7C1A" w:rsidRDefault="00DA2270" w:rsidP="006A7C1A">
      <w:p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A7C1A">
        <w:rPr>
          <w:rFonts w:ascii="Times New Roman" w:eastAsia="Times New Roman" w:hAnsi="Times New Roman" w:cs="Times New Roman"/>
          <w:sz w:val="28"/>
          <w:szCs w:val="28"/>
        </w:rPr>
        <w:t xml:space="preserve">      3.Настоящий приказ вступает в силу с  момента его подписания и распространяет свое действие на правоотношения возникшие с 01 января 2020 года.</w:t>
      </w:r>
    </w:p>
    <w:p w:rsidR="001E0ED8" w:rsidRPr="006A7C1A" w:rsidRDefault="00DA2270" w:rsidP="006A7C1A">
      <w:p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A7C1A">
        <w:rPr>
          <w:rFonts w:ascii="Times New Roman" w:eastAsia="Times New Roman" w:hAnsi="Times New Roman" w:cs="Times New Roman"/>
          <w:sz w:val="28"/>
          <w:szCs w:val="28"/>
        </w:rPr>
        <w:t xml:space="preserve">      4. Контроль</w:t>
      </w:r>
      <w:r w:rsidR="00F03FBB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6A7C1A">
        <w:rPr>
          <w:rFonts w:ascii="Times New Roman" w:eastAsia="Times New Roman" w:hAnsi="Times New Roman" w:cs="Times New Roman"/>
          <w:sz w:val="28"/>
          <w:szCs w:val="28"/>
        </w:rPr>
        <w:t xml:space="preserve"> за исполнением настоящего приказа оставляю за собой.</w:t>
      </w:r>
    </w:p>
    <w:p w:rsidR="001E0ED8" w:rsidRPr="006A7C1A" w:rsidRDefault="001E0ED8" w:rsidP="006A7C1A">
      <w:p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eastAsia="Cambria" w:hAnsi="Times New Roman" w:cs="Times New Roman"/>
          <w:sz w:val="28"/>
          <w:szCs w:val="28"/>
        </w:rPr>
      </w:pPr>
    </w:p>
    <w:p w:rsidR="001E0ED8" w:rsidRPr="006A7C1A" w:rsidRDefault="001E0ED8" w:rsidP="006A7C1A">
      <w:p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eastAsia="Cambria" w:hAnsi="Times New Roman" w:cs="Times New Roman"/>
          <w:sz w:val="28"/>
          <w:szCs w:val="28"/>
        </w:rPr>
      </w:pPr>
    </w:p>
    <w:p w:rsidR="001E0ED8" w:rsidRPr="006A7C1A" w:rsidRDefault="001E0ED8" w:rsidP="006A7C1A">
      <w:p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eastAsia="Cambria" w:hAnsi="Times New Roman" w:cs="Times New Roman"/>
          <w:sz w:val="28"/>
          <w:szCs w:val="28"/>
        </w:rPr>
      </w:pPr>
    </w:p>
    <w:p w:rsidR="001E0ED8" w:rsidRPr="006A7C1A" w:rsidRDefault="00DA2270" w:rsidP="006A7C1A">
      <w:p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6A7C1A">
        <w:rPr>
          <w:rFonts w:ascii="Times New Roman" w:eastAsia="Cambria" w:hAnsi="Times New Roman" w:cs="Times New Roman"/>
          <w:sz w:val="28"/>
          <w:szCs w:val="28"/>
        </w:rPr>
        <w:t>Начальник Финансового</w:t>
      </w:r>
      <w:r w:rsidR="006A7C1A" w:rsidRPr="006A7C1A">
        <w:rPr>
          <w:rFonts w:ascii="Times New Roman" w:eastAsia="Cambria" w:hAnsi="Times New Roman" w:cs="Times New Roman"/>
          <w:sz w:val="28"/>
          <w:szCs w:val="28"/>
        </w:rPr>
        <w:t xml:space="preserve"> </w:t>
      </w:r>
      <w:r w:rsidRPr="006A7C1A">
        <w:rPr>
          <w:rFonts w:ascii="Times New Roman" w:eastAsia="Cambria" w:hAnsi="Times New Roman" w:cs="Times New Roman"/>
          <w:sz w:val="28"/>
          <w:szCs w:val="28"/>
        </w:rPr>
        <w:t xml:space="preserve"> управления                                    </w:t>
      </w:r>
      <w:r w:rsidRPr="006A7C1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A7C1A">
        <w:rPr>
          <w:rFonts w:ascii="Times New Roman" w:eastAsia="Times New Roman" w:hAnsi="Times New Roman" w:cs="Times New Roman"/>
          <w:b/>
          <w:sz w:val="28"/>
          <w:szCs w:val="28"/>
        </w:rPr>
        <w:t>И.А.Сафронова</w:t>
      </w:r>
    </w:p>
    <w:p w:rsidR="001E0ED8" w:rsidRPr="006A7C1A" w:rsidRDefault="00DA2270" w:rsidP="006A7C1A">
      <w:pPr>
        <w:tabs>
          <w:tab w:val="left" w:pos="5954"/>
        </w:tabs>
        <w:spacing w:after="0" w:line="240" w:lineRule="auto"/>
        <w:jc w:val="both"/>
        <w:rPr>
          <w:rFonts w:ascii="Times New Roman" w:eastAsia="Cambria" w:hAnsi="Times New Roman" w:cs="Times New Roman"/>
          <w:b/>
          <w:sz w:val="28"/>
          <w:szCs w:val="28"/>
        </w:rPr>
      </w:pPr>
      <w:r w:rsidRPr="006A7C1A">
        <w:rPr>
          <w:rFonts w:ascii="Times New Roman" w:eastAsia="Cambria" w:hAnsi="Times New Roman" w:cs="Times New Roman"/>
          <w:b/>
          <w:sz w:val="28"/>
          <w:szCs w:val="28"/>
        </w:rPr>
        <w:t xml:space="preserve">                                             </w:t>
      </w:r>
    </w:p>
    <w:p w:rsidR="001E0ED8" w:rsidRPr="006A7C1A" w:rsidRDefault="00DA2270" w:rsidP="006A7C1A">
      <w:pPr>
        <w:tabs>
          <w:tab w:val="left" w:pos="595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A7C1A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</w:t>
      </w:r>
    </w:p>
    <w:p w:rsidR="00F51B3C" w:rsidRDefault="00DA2270" w:rsidP="006A7C1A">
      <w:pPr>
        <w:tabs>
          <w:tab w:val="left" w:pos="595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A7C1A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6A7C1A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</w:t>
      </w:r>
    </w:p>
    <w:p w:rsidR="00411D5C" w:rsidRDefault="006A7C1A" w:rsidP="006A7C1A">
      <w:pPr>
        <w:tabs>
          <w:tab w:val="left" w:pos="595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1E0ED8" w:rsidRPr="006A7C1A" w:rsidRDefault="00411D5C" w:rsidP="006A7C1A">
      <w:pPr>
        <w:tabs>
          <w:tab w:val="left" w:pos="595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                                                                                               </w:t>
      </w:r>
      <w:r w:rsidR="00DA2270" w:rsidRPr="006A7C1A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DA2270" w:rsidRPr="006A7C1A">
        <w:rPr>
          <w:rFonts w:ascii="Times New Roman" w:eastAsia="Times New Roman" w:hAnsi="Times New Roman" w:cs="Times New Roman"/>
          <w:sz w:val="28"/>
          <w:szCs w:val="28"/>
        </w:rPr>
        <w:t>УТВЕРЖДЕН</w:t>
      </w:r>
    </w:p>
    <w:tbl>
      <w:tblPr>
        <w:tblW w:w="0" w:type="auto"/>
        <w:tblInd w:w="5778" w:type="dxa"/>
        <w:tblCellMar>
          <w:left w:w="10" w:type="dxa"/>
          <w:right w:w="10" w:type="dxa"/>
        </w:tblCellMar>
        <w:tblLook w:val="04A0"/>
      </w:tblPr>
      <w:tblGrid>
        <w:gridCol w:w="3793"/>
      </w:tblGrid>
      <w:tr w:rsidR="001E0ED8" w:rsidRPr="006A7C1A">
        <w:trPr>
          <w:trHeight w:val="1"/>
        </w:trPr>
        <w:tc>
          <w:tcPr>
            <w:tcW w:w="46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0ED8" w:rsidRPr="006A7C1A" w:rsidRDefault="00DA2270" w:rsidP="006A7C1A">
            <w:pPr>
              <w:tabs>
                <w:tab w:val="left" w:pos="595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7C1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Приказом Финансового управления </w:t>
            </w:r>
            <w:r w:rsidR="00AA0083"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 w:rsidRPr="006A7C1A">
              <w:rPr>
                <w:rFonts w:ascii="Times New Roman" w:eastAsia="Times New Roman" w:hAnsi="Times New Roman" w:cs="Times New Roman"/>
                <w:sz w:val="28"/>
                <w:szCs w:val="28"/>
              </w:rPr>
              <w:t>дминистрации муниципального образования «Угранский</w:t>
            </w:r>
            <w:r w:rsidR="006A7C1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6A7C1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район» Смоленской области </w:t>
            </w:r>
          </w:p>
          <w:p w:rsidR="001E0ED8" w:rsidRPr="006A7C1A" w:rsidRDefault="00DA2270" w:rsidP="006A7C1A">
            <w:pPr>
              <w:tabs>
                <w:tab w:val="left" w:pos="595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7C1A">
              <w:rPr>
                <w:rFonts w:ascii="Times New Roman" w:eastAsia="Times New Roman" w:hAnsi="Times New Roman" w:cs="Times New Roman"/>
                <w:sz w:val="28"/>
                <w:szCs w:val="28"/>
              </w:rPr>
              <w:t>от 2</w:t>
            </w:r>
            <w:r w:rsidR="00411D5C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Pr="006A7C1A">
              <w:rPr>
                <w:rFonts w:ascii="Times New Roman" w:eastAsia="Times New Roman" w:hAnsi="Times New Roman" w:cs="Times New Roman"/>
                <w:sz w:val="28"/>
                <w:szCs w:val="28"/>
              </w:rPr>
              <w:t>.0</w:t>
            </w:r>
            <w:r w:rsidR="00411D5C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Pr="006A7C1A">
              <w:rPr>
                <w:rFonts w:ascii="Times New Roman" w:eastAsia="Times New Roman" w:hAnsi="Times New Roman" w:cs="Times New Roman"/>
                <w:sz w:val="28"/>
                <w:szCs w:val="28"/>
              </w:rPr>
              <w:t>.2020  №</w:t>
            </w:r>
            <w:r w:rsidR="00411D5C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  <w:p w:rsidR="001E0ED8" w:rsidRPr="006A7C1A" w:rsidRDefault="00DA2270" w:rsidP="006A7C1A">
            <w:pPr>
              <w:tabs>
                <w:tab w:val="left" w:pos="5954"/>
              </w:tabs>
              <w:spacing w:after="0" w:line="240" w:lineRule="auto"/>
              <w:ind w:hanging="563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7C1A">
              <w:rPr>
                <w:rFonts w:ascii="Times New Roman" w:eastAsia="Times New Roman" w:hAnsi="Times New Roman" w:cs="Times New Roman"/>
                <w:sz w:val="28"/>
                <w:szCs w:val="28"/>
              </w:rPr>
              <w:t>от 26.02.2020г   № 11</w:t>
            </w:r>
          </w:p>
        </w:tc>
      </w:tr>
    </w:tbl>
    <w:p w:rsidR="001E0ED8" w:rsidRPr="006A7C1A" w:rsidRDefault="001E0ED8" w:rsidP="006A7C1A">
      <w:pPr>
        <w:tabs>
          <w:tab w:val="left" w:pos="595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E0ED8" w:rsidRPr="006A7C1A" w:rsidRDefault="001E0ED8" w:rsidP="006A7C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E0ED8" w:rsidRPr="006A7C1A" w:rsidRDefault="001E0ED8" w:rsidP="006A7C1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E0ED8" w:rsidRPr="006A7C1A" w:rsidRDefault="00DA2270" w:rsidP="006A7C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A7C1A">
        <w:rPr>
          <w:rFonts w:ascii="Times New Roman" w:eastAsia="Times New Roman" w:hAnsi="Times New Roman" w:cs="Times New Roman"/>
          <w:b/>
          <w:sz w:val="28"/>
          <w:szCs w:val="28"/>
        </w:rPr>
        <w:t>ПОРЯДОК</w:t>
      </w:r>
    </w:p>
    <w:p w:rsidR="001E0ED8" w:rsidRPr="006A7C1A" w:rsidRDefault="00DA2270" w:rsidP="006A7C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A7C1A">
        <w:rPr>
          <w:rFonts w:ascii="Times New Roman" w:eastAsia="Times New Roman" w:hAnsi="Times New Roman" w:cs="Times New Roman"/>
          <w:b/>
          <w:sz w:val="28"/>
          <w:szCs w:val="28"/>
        </w:rPr>
        <w:t>учета бюджетных и денежных обязательств получателей средств местного бюджета муниципального образования «</w:t>
      </w:r>
      <w:r w:rsidR="006A7C1A">
        <w:rPr>
          <w:rFonts w:ascii="Times New Roman" w:eastAsia="Times New Roman" w:hAnsi="Times New Roman" w:cs="Times New Roman"/>
          <w:b/>
          <w:sz w:val="28"/>
          <w:szCs w:val="28"/>
        </w:rPr>
        <w:t>Угран</w:t>
      </w:r>
      <w:r w:rsidRPr="006A7C1A">
        <w:rPr>
          <w:rFonts w:ascii="Times New Roman" w:eastAsia="Times New Roman" w:hAnsi="Times New Roman" w:cs="Times New Roman"/>
          <w:b/>
          <w:sz w:val="28"/>
          <w:szCs w:val="28"/>
        </w:rPr>
        <w:t xml:space="preserve">ский район» Смоленской области и бюджетов сельских поселений </w:t>
      </w:r>
      <w:r w:rsidR="006A7C1A">
        <w:rPr>
          <w:rFonts w:ascii="Times New Roman" w:eastAsia="Times New Roman" w:hAnsi="Times New Roman" w:cs="Times New Roman"/>
          <w:b/>
          <w:sz w:val="28"/>
          <w:szCs w:val="28"/>
        </w:rPr>
        <w:t>Угран</w:t>
      </w:r>
      <w:r w:rsidRPr="006A7C1A">
        <w:rPr>
          <w:rFonts w:ascii="Times New Roman" w:eastAsia="Times New Roman" w:hAnsi="Times New Roman" w:cs="Times New Roman"/>
          <w:b/>
          <w:sz w:val="28"/>
          <w:szCs w:val="28"/>
        </w:rPr>
        <w:t>ского района Смоленской области</w:t>
      </w:r>
    </w:p>
    <w:p w:rsidR="001E0ED8" w:rsidRPr="006A7C1A" w:rsidRDefault="001E0ED8" w:rsidP="006A7C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E0ED8" w:rsidRPr="006A7C1A" w:rsidRDefault="00DA2270" w:rsidP="006A7C1A">
      <w:pPr>
        <w:numPr>
          <w:ilvl w:val="0"/>
          <w:numId w:val="1"/>
        </w:numPr>
        <w:spacing w:after="0" w:line="240" w:lineRule="auto"/>
        <w:ind w:left="1080" w:hanging="72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A7C1A">
        <w:rPr>
          <w:rFonts w:ascii="Times New Roman" w:eastAsia="Times New Roman" w:hAnsi="Times New Roman" w:cs="Times New Roman"/>
          <w:b/>
          <w:sz w:val="28"/>
          <w:szCs w:val="28"/>
        </w:rPr>
        <w:t>Общие положения</w:t>
      </w:r>
    </w:p>
    <w:p w:rsidR="001E0ED8" w:rsidRPr="006A7C1A" w:rsidRDefault="001E0ED8" w:rsidP="006A7C1A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E0ED8" w:rsidRPr="006A7C1A" w:rsidRDefault="00DA2270" w:rsidP="006A7C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A7C1A">
        <w:rPr>
          <w:rFonts w:ascii="Times New Roman" w:eastAsia="Times New Roman" w:hAnsi="Times New Roman" w:cs="Times New Roman"/>
          <w:sz w:val="28"/>
          <w:szCs w:val="28"/>
        </w:rPr>
        <w:t>Настоящий Порядок учета бюджетных и денежных обязательств получателей средств местного бюджета муниципального образования «</w:t>
      </w:r>
      <w:r w:rsidR="006A7C1A" w:rsidRPr="006A7C1A">
        <w:rPr>
          <w:rFonts w:ascii="Times New Roman" w:eastAsia="Times New Roman" w:hAnsi="Times New Roman" w:cs="Times New Roman"/>
          <w:sz w:val="28"/>
          <w:szCs w:val="28"/>
        </w:rPr>
        <w:t>Угран</w:t>
      </w:r>
      <w:r w:rsidRPr="006A7C1A">
        <w:rPr>
          <w:rFonts w:ascii="Times New Roman" w:eastAsia="Times New Roman" w:hAnsi="Times New Roman" w:cs="Times New Roman"/>
          <w:sz w:val="28"/>
          <w:szCs w:val="28"/>
        </w:rPr>
        <w:t xml:space="preserve">ский район» Смоленской области и бюджетов сельских поселений </w:t>
      </w:r>
      <w:r w:rsidR="006A7C1A" w:rsidRPr="006A7C1A">
        <w:rPr>
          <w:rFonts w:ascii="Times New Roman" w:eastAsia="Times New Roman" w:hAnsi="Times New Roman" w:cs="Times New Roman"/>
          <w:sz w:val="28"/>
          <w:szCs w:val="28"/>
        </w:rPr>
        <w:t>Угран</w:t>
      </w:r>
      <w:r w:rsidRPr="006A7C1A">
        <w:rPr>
          <w:rFonts w:ascii="Times New Roman" w:eastAsia="Times New Roman" w:hAnsi="Times New Roman" w:cs="Times New Roman"/>
          <w:sz w:val="28"/>
          <w:szCs w:val="28"/>
        </w:rPr>
        <w:t>ского района Смоленской области устанавливает порядок исполнения местного бюджета муниципального образования «</w:t>
      </w:r>
      <w:r w:rsidR="006A7C1A" w:rsidRPr="006A7C1A">
        <w:rPr>
          <w:rFonts w:ascii="Times New Roman" w:eastAsia="Times New Roman" w:hAnsi="Times New Roman" w:cs="Times New Roman"/>
          <w:sz w:val="28"/>
          <w:szCs w:val="28"/>
        </w:rPr>
        <w:t>Угран</w:t>
      </w:r>
      <w:r w:rsidRPr="006A7C1A">
        <w:rPr>
          <w:rFonts w:ascii="Times New Roman" w:eastAsia="Times New Roman" w:hAnsi="Times New Roman" w:cs="Times New Roman"/>
          <w:sz w:val="28"/>
          <w:szCs w:val="28"/>
        </w:rPr>
        <w:t xml:space="preserve">ский район» Смоленской области и бюджетов сельских поселений </w:t>
      </w:r>
      <w:r w:rsidR="006A7C1A" w:rsidRPr="006A7C1A">
        <w:rPr>
          <w:rFonts w:ascii="Times New Roman" w:eastAsia="Times New Roman" w:hAnsi="Times New Roman" w:cs="Times New Roman"/>
          <w:sz w:val="28"/>
          <w:szCs w:val="28"/>
        </w:rPr>
        <w:t>Угран</w:t>
      </w:r>
      <w:r w:rsidRPr="006A7C1A">
        <w:rPr>
          <w:rFonts w:ascii="Times New Roman" w:eastAsia="Times New Roman" w:hAnsi="Times New Roman" w:cs="Times New Roman"/>
          <w:sz w:val="28"/>
          <w:szCs w:val="28"/>
        </w:rPr>
        <w:t>ского района Смоленской области по расходам в части учета Финансовым управлением Администрации муниципального образования «</w:t>
      </w:r>
      <w:r w:rsidR="006A7C1A" w:rsidRPr="006A7C1A">
        <w:rPr>
          <w:rFonts w:ascii="Times New Roman" w:eastAsia="Times New Roman" w:hAnsi="Times New Roman" w:cs="Times New Roman"/>
          <w:sz w:val="28"/>
          <w:szCs w:val="28"/>
        </w:rPr>
        <w:t>Угран</w:t>
      </w:r>
      <w:r w:rsidRPr="006A7C1A">
        <w:rPr>
          <w:rFonts w:ascii="Times New Roman" w:eastAsia="Times New Roman" w:hAnsi="Times New Roman" w:cs="Times New Roman"/>
          <w:sz w:val="28"/>
          <w:szCs w:val="28"/>
        </w:rPr>
        <w:t>ский район» Смоленской области (далее – Финансовое управление ) и</w:t>
      </w:r>
      <w:r w:rsidRPr="006A7C1A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 w:rsidRPr="006A7C1A">
        <w:rPr>
          <w:rFonts w:ascii="Times New Roman" w:eastAsia="Times New Roman" w:hAnsi="Times New Roman" w:cs="Times New Roman"/>
          <w:sz w:val="28"/>
          <w:szCs w:val="28"/>
        </w:rPr>
        <w:t>Управлением Федерального казначейства по Смоленской области бюджетных и денежных обязательств получателей средств</w:t>
      </w:r>
      <w:r w:rsidRPr="006A7C1A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 w:rsidRPr="006A7C1A">
        <w:rPr>
          <w:rFonts w:ascii="Times New Roman" w:eastAsia="Times New Roman" w:hAnsi="Times New Roman" w:cs="Times New Roman"/>
          <w:sz w:val="28"/>
          <w:szCs w:val="28"/>
        </w:rPr>
        <w:t>местного бюджета муниципального образования «</w:t>
      </w:r>
      <w:r w:rsidR="006A7C1A" w:rsidRPr="006A7C1A">
        <w:rPr>
          <w:rFonts w:ascii="Times New Roman" w:eastAsia="Times New Roman" w:hAnsi="Times New Roman" w:cs="Times New Roman"/>
          <w:sz w:val="28"/>
          <w:szCs w:val="28"/>
        </w:rPr>
        <w:t>Угран</w:t>
      </w:r>
      <w:r w:rsidR="006A7C1A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6A7C1A">
        <w:rPr>
          <w:rFonts w:ascii="Times New Roman" w:eastAsia="Times New Roman" w:hAnsi="Times New Roman" w:cs="Times New Roman"/>
          <w:sz w:val="28"/>
          <w:szCs w:val="28"/>
        </w:rPr>
        <w:t xml:space="preserve">кий район» Смоленской области и бюджетов сельских поселений </w:t>
      </w:r>
      <w:r w:rsidR="006A7C1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A7C1A" w:rsidRPr="006A7C1A">
        <w:rPr>
          <w:rFonts w:ascii="Times New Roman" w:eastAsia="Times New Roman" w:hAnsi="Times New Roman" w:cs="Times New Roman"/>
          <w:sz w:val="28"/>
          <w:szCs w:val="28"/>
        </w:rPr>
        <w:t>Угран</w:t>
      </w:r>
      <w:r w:rsidRPr="006A7C1A">
        <w:rPr>
          <w:rFonts w:ascii="Times New Roman" w:eastAsia="Times New Roman" w:hAnsi="Times New Roman" w:cs="Times New Roman"/>
          <w:sz w:val="28"/>
          <w:szCs w:val="28"/>
        </w:rPr>
        <w:t xml:space="preserve">ского района Смоленской области. </w:t>
      </w:r>
    </w:p>
    <w:p w:rsidR="001E0ED8" w:rsidRPr="006A7C1A" w:rsidRDefault="001E0ED8" w:rsidP="006A7C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E0ED8" w:rsidRPr="006A7C1A" w:rsidRDefault="00DA2270" w:rsidP="006A7C1A">
      <w:pPr>
        <w:numPr>
          <w:ilvl w:val="0"/>
          <w:numId w:val="2"/>
        </w:numPr>
        <w:spacing w:after="0" w:line="240" w:lineRule="auto"/>
        <w:ind w:left="1080" w:hanging="72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A7C1A">
        <w:rPr>
          <w:rFonts w:ascii="Times New Roman" w:eastAsia="Times New Roman" w:hAnsi="Times New Roman" w:cs="Times New Roman"/>
          <w:b/>
          <w:sz w:val="28"/>
          <w:szCs w:val="28"/>
        </w:rPr>
        <w:t>Учет бюджетных обязательств по операциям, отражаемым на лицевых счетах получателей средств местного бюджета муниципального образования «</w:t>
      </w:r>
      <w:r w:rsidR="006A7C1A" w:rsidRPr="006A7C1A">
        <w:rPr>
          <w:rFonts w:ascii="Times New Roman" w:eastAsia="Times New Roman" w:hAnsi="Times New Roman" w:cs="Times New Roman"/>
          <w:b/>
          <w:sz w:val="28"/>
          <w:szCs w:val="28"/>
        </w:rPr>
        <w:t>Угран</w:t>
      </w:r>
      <w:r w:rsidRPr="006A7C1A">
        <w:rPr>
          <w:rFonts w:ascii="Times New Roman" w:eastAsia="Times New Roman" w:hAnsi="Times New Roman" w:cs="Times New Roman"/>
          <w:b/>
          <w:sz w:val="28"/>
          <w:szCs w:val="28"/>
        </w:rPr>
        <w:t xml:space="preserve">ский район» Смоленской области и бюджетов сельских поселений </w:t>
      </w:r>
      <w:r w:rsidR="006A7C1A" w:rsidRPr="006A7C1A">
        <w:rPr>
          <w:rFonts w:ascii="Times New Roman" w:eastAsia="Times New Roman" w:hAnsi="Times New Roman" w:cs="Times New Roman"/>
          <w:b/>
          <w:sz w:val="28"/>
          <w:szCs w:val="28"/>
        </w:rPr>
        <w:t>Угранск</w:t>
      </w:r>
      <w:r w:rsidRPr="006A7C1A">
        <w:rPr>
          <w:rFonts w:ascii="Times New Roman" w:eastAsia="Times New Roman" w:hAnsi="Times New Roman" w:cs="Times New Roman"/>
          <w:b/>
          <w:sz w:val="28"/>
          <w:szCs w:val="28"/>
        </w:rPr>
        <w:t>ого района Смоленской области, открытых в Финансовом управлении Администрации муниципального образования «</w:t>
      </w:r>
      <w:r w:rsidR="006A7C1A" w:rsidRPr="006A7C1A">
        <w:rPr>
          <w:rFonts w:ascii="Times New Roman" w:eastAsia="Times New Roman" w:hAnsi="Times New Roman" w:cs="Times New Roman"/>
          <w:b/>
          <w:sz w:val="28"/>
          <w:szCs w:val="28"/>
        </w:rPr>
        <w:t>Угранский</w:t>
      </w:r>
      <w:r w:rsidRPr="006A7C1A">
        <w:rPr>
          <w:rFonts w:ascii="Times New Roman" w:eastAsia="Times New Roman" w:hAnsi="Times New Roman" w:cs="Times New Roman"/>
          <w:b/>
          <w:sz w:val="28"/>
          <w:szCs w:val="28"/>
        </w:rPr>
        <w:t xml:space="preserve"> район» Смоленской области</w:t>
      </w:r>
    </w:p>
    <w:p w:rsidR="001E0ED8" w:rsidRPr="006A7C1A" w:rsidRDefault="00DA2270" w:rsidP="006A7C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A7C1A">
        <w:rPr>
          <w:rFonts w:ascii="Times New Roman" w:eastAsia="Times New Roman" w:hAnsi="Times New Roman" w:cs="Times New Roman"/>
          <w:sz w:val="28"/>
          <w:szCs w:val="28"/>
        </w:rPr>
        <w:t>1. Бюджетные обязательства получателей средств местного бюджета муниципального образования «</w:t>
      </w:r>
      <w:r w:rsidR="006A7C1A" w:rsidRPr="006A7C1A">
        <w:rPr>
          <w:rFonts w:ascii="Times New Roman" w:eastAsia="Times New Roman" w:hAnsi="Times New Roman" w:cs="Times New Roman"/>
          <w:sz w:val="28"/>
          <w:szCs w:val="28"/>
        </w:rPr>
        <w:t>Угран</w:t>
      </w:r>
      <w:r w:rsidRPr="006A7C1A">
        <w:rPr>
          <w:rFonts w:ascii="Times New Roman" w:eastAsia="Times New Roman" w:hAnsi="Times New Roman" w:cs="Times New Roman"/>
          <w:sz w:val="28"/>
          <w:szCs w:val="28"/>
        </w:rPr>
        <w:t xml:space="preserve">ский район» Смоленской области и бюджетов сельских поселений </w:t>
      </w:r>
      <w:r w:rsidR="006A7C1A" w:rsidRPr="006A7C1A">
        <w:rPr>
          <w:rFonts w:ascii="Times New Roman" w:eastAsia="Times New Roman" w:hAnsi="Times New Roman" w:cs="Times New Roman"/>
          <w:sz w:val="28"/>
          <w:szCs w:val="28"/>
        </w:rPr>
        <w:t>Угран</w:t>
      </w:r>
      <w:r w:rsidRPr="006A7C1A">
        <w:rPr>
          <w:rFonts w:ascii="Times New Roman" w:eastAsia="Times New Roman" w:hAnsi="Times New Roman" w:cs="Times New Roman"/>
          <w:sz w:val="28"/>
          <w:szCs w:val="28"/>
        </w:rPr>
        <w:t>ского района Смоленской области (далее соответственно – бюджетные обязательства, получатели средств) учитываются с отражением на лицевом счете получателя средств .</w:t>
      </w:r>
    </w:p>
    <w:p w:rsidR="001E0ED8" w:rsidRPr="006A7C1A" w:rsidRDefault="00DA2270" w:rsidP="006A7C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A7C1A">
        <w:rPr>
          <w:rFonts w:ascii="Times New Roman" w:eastAsia="Times New Roman" w:hAnsi="Times New Roman" w:cs="Times New Roman"/>
          <w:sz w:val="28"/>
          <w:szCs w:val="28"/>
        </w:rPr>
        <w:lastRenderedPageBreak/>
        <w:t>2. Постановка на учет бюджетных обязательств, возникших из муниципальных контрактов (договоров) на поставку товаров, выполнение работ, оказание услуг для муниципальных нужд, заключенных в соответствии с Федеральным законом от 05.04.2013 № 44-ФЗ «О контрактной системе в сфере закупок товаров, работ, услуг для обеспечения государственных и муниципальных нужд» (далее – Закон), за исключением государственных контрактов (договоров) на поставку товаров, выполнение работ, оказание услуг для государственных нужд, заключенных в соответствии с пунктами 4, 5 части 1 статьи 93 Закона (далее – муниципальный контракт) осуществляется на основании сведений о принятом бюджетном обязательстве по форме согласно приложению № 1 к настоящему Порядку (далее – сведения об обязательстве), сформированных и представленных получателем средств.</w:t>
      </w:r>
    </w:p>
    <w:p w:rsidR="001E0ED8" w:rsidRPr="006A7C1A" w:rsidRDefault="00DA2270" w:rsidP="006A7C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A7C1A">
        <w:rPr>
          <w:rFonts w:ascii="Times New Roman" w:eastAsia="Times New Roman" w:hAnsi="Times New Roman" w:cs="Times New Roman"/>
          <w:sz w:val="28"/>
          <w:szCs w:val="28"/>
        </w:rPr>
        <w:t>Информационный обмен между Финансовым управлением и получателями средств по учету бюджетных обязательств осуществляется в электронном виде с использованием вычислительной техники, телекоммуникационных систем, программных комплексов «Бюджет</w:t>
      </w:r>
      <w:r w:rsidR="00411D5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A7C1A">
        <w:rPr>
          <w:rFonts w:ascii="Times New Roman" w:eastAsia="Times New Roman" w:hAnsi="Times New Roman" w:cs="Times New Roman"/>
          <w:sz w:val="28"/>
          <w:szCs w:val="28"/>
        </w:rPr>
        <w:t>СМАРТ Про», «WebТорги КС».</w:t>
      </w:r>
    </w:p>
    <w:p w:rsidR="001E0ED8" w:rsidRPr="006A7C1A" w:rsidRDefault="00DA2270" w:rsidP="006A7C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A7C1A">
        <w:rPr>
          <w:rFonts w:ascii="Times New Roman" w:eastAsia="Times New Roman" w:hAnsi="Times New Roman" w:cs="Times New Roman"/>
          <w:sz w:val="28"/>
          <w:szCs w:val="28"/>
        </w:rPr>
        <w:t>Сведения о бюджетном обязательстве формируются в форме электронного документа</w:t>
      </w:r>
      <w:r w:rsidRPr="006A7C1A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6A7C1A">
        <w:rPr>
          <w:rFonts w:ascii="Times New Roman" w:eastAsia="Times New Roman" w:hAnsi="Times New Roman" w:cs="Times New Roman"/>
          <w:sz w:val="28"/>
          <w:szCs w:val="28"/>
        </w:rPr>
        <w:t>в программном комплексе «Бюджет</w:t>
      </w:r>
      <w:r w:rsidR="00411D5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A7C1A">
        <w:rPr>
          <w:rFonts w:ascii="Times New Roman" w:eastAsia="Times New Roman" w:hAnsi="Times New Roman" w:cs="Times New Roman"/>
          <w:sz w:val="28"/>
          <w:szCs w:val="28"/>
        </w:rPr>
        <w:t>СМАРТ Про» и подписываются электронными подписями лиц, имеющих право действовать от имени получателя средств в соответствии с карточкой образцов подписей и оттиска печати.</w:t>
      </w:r>
    </w:p>
    <w:p w:rsidR="001E0ED8" w:rsidRPr="006A7C1A" w:rsidRDefault="00DA2270" w:rsidP="006A7C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A7C1A">
        <w:rPr>
          <w:rFonts w:ascii="Times New Roman" w:eastAsia="Times New Roman" w:hAnsi="Times New Roman" w:cs="Times New Roman"/>
          <w:sz w:val="28"/>
          <w:szCs w:val="28"/>
        </w:rPr>
        <w:t xml:space="preserve">Лица, имеющие право действовать от имени получателя средств в соответствии с Порядком, несут персональную ответственность за формирование сведений об обязательстве, за полноту и достоверность, а также за соблюдение установленных Порядком сроков их представления. </w:t>
      </w:r>
    </w:p>
    <w:p w:rsidR="001E0ED8" w:rsidRPr="006A7C1A" w:rsidRDefault="00DA2270" w:rsidP="006A7C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A7C1A">
        <w:rPr>
          <w:rFonts w:ascii="Times New Roman" w:eastAsia="Times New Roman" w:hAnsi="Times New Roman" w:cs="Times New Roman"/>
          <w:sz w:val="28"/>
          <w:szCs w:val="28"/>
        </w:rPr>
        <w:t>Сведения об обязательстве формируются получателем средств в срок не позднее пяти рабочих дней со дня заключения муниципального контракта и учитываются только по операциям, отражаемым на лицевых счетах получателей средств  местного бюджета муниципального образования «</w:t>
      </w:r>
      <w:r w:rsidR="00FD5902" w:rsidRPr="006A7C1A">
        <w:rPr>
          <w:rFonts w:ascii="Times New Roman" w:eastAsia="Times New Roman" w:hAnsi="Times New Roman" w:cs="Times New Roman"/>
          <w:sz w:val="28"/>
          <w:szCs w:val="28"/>
        </w:rPr>
        <w:t>Угран</w:t>
      </w:r>
      <w:r w:rsidRPr="006A7C1A">
        <w:rPr>
          <w:rFonts w:ascii="Times New Roman" w:eastAsia="Times New Roman" w:hAnsi="Times New Roman" w:cs="Times New Roman"/>
          <w:sz w:val="28"/>
          <w:szCs w:val="28"/>
        </w:rPr>
        <w:t xml:space="preserve">ский район» Смоленской области и бюджетов сельских поселений </w:t>
      </w:r>
      <w:r w:rsidR="00FD5902" w:rsidRPr="006A7C1A">
        <w:rPr>
          <w:rFonts w:ascii="Times New Roman" w:eastAsia="Times New Roman" w:hAnsi="Times New Roman" w:cs="Times New Roman"/>
          <w:sz w:val="28"/>
          <w:szCs w:val="28"/>
        </w:rPr>
        <w:t>Угран</w:t>
      </w:r>
      <w:r w:rsidRPr="006A7C1A">
        <w:rPr>
          <w:rFonts w:ascii="Times New Roman" w:eastAsia="Times New Roman" w:hAnsi="Times New Roman" w:cs="Times New Roman"/>
          <w:sz w:val="28"/>
          <w:szCs w:val="28"/>
        </w:rPr>
        <w:t>ского района Смоленской области, открытых в Финансовом управлении Администрации муниципального образования «</w:t>
      </w:r>
      <w:r w:rsidR="00FD5902" w:rsidRPr="006A7C1A">
        <w:rPr>
          <w:rFonts w:ascii="Times New Roman" w:eastAsia="Times New Roman" w:hAnsi="Times New Roman" w:cs="Times New Roman"/>
          <w:sz w:val="28"/>
          <w:szCs w:val="28"/>
        </w:rPr>
        <w:t>Угран</w:t>
      </w:r>
      <w:r w:rsidRPr="006A7C1A">
        <w:rPr>
          <w:rFonts w:ascii="Times New Roman" w:eastAsia="Times New Roman" w:hAnsi="Times New Roman" w:cs="Times New Roman"/>
          <w:sz w:val="28"/>
          <w:szCs w:val="28"/>
        </w:rPr>
        <w:t>ский район» Смоленской области.</w:t>
      </w:r>
    </w:p>
    <w:p w:rsidR="001E0ED8" w:rsidRPr="006A7C1A" w:rsidRDefault="00DA2270" w:rsidP="006A7C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A7C1A">
        <w:rPr>
          <w:rFonts w:ascii="Times New Roman" w:eastAsia="Times New Roman" w:hAnsi="Times New Roman" w:cs="Times New Roman"/>
          <w:sz w:val="28"/>
          <w:szCs w:val="28"/>
        </w:rPr>
        <w:t>По  муниципальным контрактам, сведения о которых подлежат включению в определенный законодательством о контрактной системе Российской Федерации в сфере закупок товаров, работ, услуг для обеспечения государственных и муниципальных нужд реестр контрактов (далее – реестр контрактов), информация, включенная в сведения об обязательстве, должна соответствовать информации, включаемой в реестры контрактов.</w:t>
      </w:r>
    </w:p>
    <w:p w:rsidR="001E0ED8" w:rsidRPr="006A7C1A" w:rsidRDefault="00DA2270" w:rsidP="006A7C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A7C1A">
        <w:rPr>
          <w:rFonts w:ascii="Times New Roman" w:eastAsia="Times New Roman" w:hAnsi="Times New Roman" w:cs="Times New Roman"/>
          <w:sz w:val="28"/>
          <w:szCs w:val="28"/>
        </w:rPr>
        <w:t xml:space="preserve">Сведения об обязательстве, возникшем на основании муниципального контракта, сведения о котором не подлежат включению в реестр контрактов, направляются получателем средств в отдел по казначейскому исполнению </w:t>
      </w:r>
      <w:r w:rsidRPr="006A7C1A">
        <w:rPr>
          <w:rFonts w:ascii="Times New Roman" w:eastAsia="Times New Roman" w:hAnsi="Times New Roman" w:cs="Times New Roman"/>
          <w:sz w:val="28"/>
          <w:szCs w:val="28"/>
        </w:rPr>
        <w:lastRenderedPageBreak/>
        <w:t>бюджета Финансового управления с приложением муниципального контракта в форме электронной копии документа на бумажном носителе, созданной посредством его сканирования, или копии электронного документа, подписанных электронными подписями лиц, имеющих право действовать от имени получателя средств в соответствии с карточкой образцов подписей и оттиска печати.</w:t>
      </w:r>
    </w:p>
    <w:p w:rsidR="001E0ED8" w:rsidRPr="006A7C1A" w:rsidRDefault="00DA2270" w:rsidP="006A7C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A7C1A">
        <w:rPr>
          <w:rFonts w:ascii="Times New Roman" w:eastAsia="Times New Roman" w:hAnsi="Times New Roman" w:cs="Times New Roman"/>
          <w:sz w:val="28"/>
          <w:szCs w:val="28"/>
        </w:rPr>
        <w:t xml:space="preserve">Постановка на учет бюджетных обязательств осуществляется </w:t>
      </w:r>
      <w:r w:rsidR="00AA0083">
        <w:rPr>
          <w:rFonts w:ascii="Times New Roman" w:eastAsia="Times New Roman" w:hAnsi="Times New Roman" w:cs="Times New Roman"/>
          <w:sz w:val="28"/>
          <w:szCs w:val="28"/>
        </w:rPr>
        <w:t xml:space="preserve">казначейским отделом </w:t>
      </w:r>
      <w:r w:rsidRPr="006A7C1A">
        <w:rPr>
          <w:rFonts w:ascii="Times New Roman" w:eastAsia="Times New Roman" w:hAnsi="Times New Roman" w:cs="Times New Roman"/>
          <w:sz w:val="28"/>
          <w:szCs w:val="28"/>
        </w:rPr>
        <w:t xml:space="preserve"> Финансового управления:</w:t>
      </w:r>
    </w:p>
    <w:p w:rsidR="001E0ED8" w:rsidRPr="006A7C1A" w:rsidRDefault="00DA2270" w:rsidP="006A7C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A7C1A">
        <w:rPr>
          <w:rFonts w:ascii="Times New Roman" w:eastAsia="Times New Roman" w:hAnsi="Times New Roman" w:cs="Times New Roman"/>
          <w:sz w:val="28"/>
          <w:szCs w:val="28"/>
        </w:rPr>
        <w:t>- по муниципальным контрактам, сведения о которых подлежат включению в реестр контрактов - при соответствии информации, указанной в сведениях об обязательстве и в сведениях о муниципальном контракте в реестре контрактов, условиям соответствующего муниципального контракта,</w:t>
      </w:r>
    </w:p>
    <w:p w:rsidR="001E0ED8" w:rsidRPr="006A7C1A" w:rsidRDefault="00DA2270" w:rsidP="006A7C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A7C1A">
        <w:rPr>
          <w:rFonts w:ascii="Times New Roman" w:eastAsia="Times New Roman" w:hAnsi="Times New Roman" w:cs="Times New Roman"/>
          <w:sz w:val="28"/>
          <w:szCs w:val="28"/>
        </w:rPr>
        <w:t>- по муниципальным контрактам, сведения о которых не подлежат включению в реестр контрактов - при соответствии информации, указанной в сведениях об обязательстве, условиям соответствующего муниципального контракта.</w:t>
      </w:r>
    </w:p>
    <w:p w:rsidR="001E0ED8" w:rsidRPr="006A7C1A" w:rsidRDefault="00FD5902" w:rsidP="006A7C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Казначейский отдел</w:t>
      </w:r>
      <w:r w:rsidR="00DA2270" w:rsidRPr="006A7C1A">
        <w:rPr>
          <w:rFonts w:ascii="Times New Roman" w:eastAsia="Times New Roman" w:hAnsi="Times New Roman" w:cs="Times New Roman"/>
          <w:sz w:val="28"/>
          <w:szCs w:val="28"/>
        </w:rPr>
        <w:t xml:space="preserve"> Финансового управления в течение трех рабочих дней со дня получения сведений об обязательстве осуществляет их проверку на:</w:t>
      </w:r>
    </w:p>
    <w:p w:rsidR="001E0ED8" w:rsidRPr="006A7C1A" w:rsidRDefault="00DA2270" w:rsidP="006A7C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A7C1A">
        <w:rPr>
          <w:rFonts w:ascii="Times New Roman" w:eastAsia="Times New Roman" w:hAnsi="Times New Roman" w:cs="Times New Roman"/>
          <w:sz w:val="28"/>
          <w:szCs w:val="28"/>
        </w:rPr>
        <w:t>- соответствие информации, указанной в сведениях об обязательстве, условиям соответствующего муниципального контракта;</w:t>
      </w:r>
    </w:p>
    <w:p w:rsidR="001E0ED8" w:rsidRPr="006A7C1A" w:rsidRDefault="00DA2270" w:rsidP="006A7C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A7C1A">
        <w:rPr>
          <w:rFonts w:ascii="Times New Roman" w:eastAsia="Times New Roman" w:hAnsi="Times New Roman" w:cs="Times New Roman"/>
          <w:sz w:val="28"/>
          <w:szCs w:val="28"/>
        </w:rPr>
        <w:t>- соответствие информации о бюджетном обязательстве, указанной в сведениях об обязательстве, составу информации, подлежащей включению в сведения об обязательстве в соответствии с приложением № 1 к настоящему Порядку;</w:t>
      </w:r>
    </w:p>
    <w:p w:rsidR="001E0ED8" w:rsidRPr="006A7C1A" w:rsidRDefault="00DA2270" w:rsidP="006A7C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A7C1A">
        <w:rPr>
          <w:rFonts w:ascii="Times New Roman" w:eastAsia="Times New Roman" w:hAnsi="Times New Roman" w:cs="Times New Roman"/>
          <w:sz w:val="28"/>
          <w:szCs w:val="28"/>
        </w:rPr>
        <w:t>- соблюдение правил формирования сведений о бюджетном обязательстве, установленных настоящим Порядком;</w:t>
      </w:r>
    </w:p>
    <w:p w:rsidR="001E0ED8" w:rsidRPr="006A7C1A" w:rsidRDefault="00DA2270" w:rsidP="006A7C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A7C1A">
        <w:rPr>
          <w:rFonts w:ascii="Times New Roman" w:eastAsia="Times New Roman" w:hAnsi="Times New Roman" w:cs="Times New Roman"/>
          <w:sz w:val="28"/>
          <w:szCs w:val="28"/>
        </w:rPr>
        <w:t>- непревышение суммы бюджетного обязательства по соответствующим кодам классификации расходов местного бюджета муниципального образования «</w:t>
      </w:r>
      <w:r w:rsidR="00FD5902" w:rsidRPr="006A7C1A">
        <w:rPr>
          <w:rFonts w:ascii="Times New Roman" w:eastAsia="Times New Roman" w:hAnsi="Times New Roman" w:cs="Times New Roman"/>
          <w:sz w:val="28"/>
          <w:szCs w:val="28"/>
        </w:rPr>
        <w:t>Угран</w:t>
      </w:r>
      <w:r w:rsidRPr="006A7C1A">
        <w:rPr>
          <w:rFonts w:ascii="Times New Roman" w:eastAsia="Times New Roman" w:hAnsi="Times New Roman" w:cs="Times New Roman"/>
          <w:sz w:val="28"/>
          <w:szCs w:val="28"/>
        </w:rPr>
        <w:t xml:space="preserve">ский район» Смоленской области и бюджетов сельских поселений </w:t>
      </w:r>
      <w:r w:rsidR="00FD5902" w:rsidRPr="006A7C1A">
        <w:rPr>
          <w:rFonts w:ascii="Times New Roman" w:eastAsia="Times New Roman" w:hAnsi="Times New Roman" w:cs="Times New Roman"/>
          <w:sz w:val="28"/>
          <w:szCs w:val="28"/>
        </w:rPr>
        <w:t>Угран</w:t>
      </w:r>
      <w:r w:rsidRPr="006A7C1A">
        <w:rPr>
          <w:rFonts w:ascii="Times New Roman" w:eastAsia="Times New Roman" w:hAnsi="Times New Roman" w:cs="Times New Roman"/>
          <w:sz w:val="28"/>
          <w:szCs w:val="28"/>
        </w:rPr>
        <w:t>ского района Смоленской области над суммой неиспользованных лимитов бюджетных обязательств, отраженных в установленном порядке на соответствующем лицевом счете получателя средств, отдельно для текущего финансового года, для первого и для второго года планового периода;</w:t>
      </w:r>
    </w:p>
    <w:p w:rsidR="001E0ED8" w:rsidRPr="006A7C1A" w:rsidRDefault="00DA2270" w:rsidP="006A7C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A7C1A">
        <w:rPr>
          <w:rFonts w:ascii="Times New Roman" w:eastAsia="Times New Roman" w:hAnsi="Times New Roman" w:cs="Times New Roman"/>
          <w:sz w:val="28"/>
          <w:szCs w:val="28"/>
        </w:rPr>
        <w:t>- соответствие предмета бюджетного обязательства, указанного в сведениях об обязательстве, коду классификации расходов местного бюджета муниципального образования «</w:t>
      </w:r>
      <w:r w:rsidR="00FD5902" w:rsidRPr="006A7C1A">
        <w:rPr>
          <w:rFonts w:ascii="Times New Roman" w:eastAsia="Times New Roman" w:hAnsi="Times New Roman" w:cs="Times New Roman"/>
          <w:sz w:val="28"/>
          <w:szCs w:val="28"/>
        </w:rPr>
        <w:t>Угран</w:t>
      </w:r>
      <w:r w:rsidRPr="006A7C1A">
        <w:rPr>
          <w:rFonts w:ascii="Times New Roman" w:eastAsia="Times New Roman" w:hAnsi="Times New Roman" w:cs="Times New Roman"/>
          <w:sz w:val="28"/>
          <w:szCs w:val="28"/>
        </w:rPr>
        <w:t xml:space="preserve">ский район» Смоленской области и бюджетов сельских поселений </w:t>
      </w:r>
      <w:r w:rsidR="00FD5902" w:rsidRPr="006A7C1A">
        <w:rPr>
          <w:rFonts w:ascii="Times New Roman" w:eastAsia="Times New Roman" w:hAnsi="Times New Roman" w:cs="Times New Roman"/>
          <w:sz w:val="28"/>
          <w:szCs w:val="28"/>
        </w:rPr>
        <w:t>Угран</w:t>
      </w:r>
      <w:r w:rsidRPr="006A7C1A">
        <w:rPr>
          <w:rFonts w:ascii="Times New Roman" w:eastAsia="Times New Roman" w:hAnsi="Times New Roman" w:cs="Times New Roman"/>
          <w:sz w:val="28"/>
          <w:szCs w:val="28"/>
        </w:rPr>
        <w:t xml:space="preserve">ского района Смоленской области, указанному по соответствующей строке. </w:t>
      </w:r>
    </w:p>
    <w:p w:rsidR="001E0ED8" w:rsidRPr="006A7C1A" w:rsidRDefault="00DA2270" w:rsidP="006A7C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A7C1A">
        <w:rPr>
          <w:rFonts w:ascii="Times New Roman" w:eastAsia="Times New Roman" w:hAnsi="Times New Roman" w:cs="Times New Roman"/>
          <w:sz w:val="28"/>
          <w:szCs w:val="28"/>
        </w:rPr>
        <w:t xml:space="preserve">В случае положительного результата проверки сведений об обязательстве на соответствие требованиям, установленным абзацами 6 - 16 настоящего пункта, </w:t>
      </w:r>
      <w:r w:rsidR="00AA0083">
        <w:rPr>
          <w:rFonts w:ascii="Times New Roman" w:eastAsia="Times New Roman" w:hAnsi="Times New Roman" w:cs="Times New Roman"/>
          <w:sz w:val="28"/>
          <w:szCs w:val="28"/>
        </w:rPr>
        <w:t>казначейский отдел</w:t>
      </w:r>
      <w:r w:rsidRPr="006A7C1A">
        <w:rPr>
          <w:rFonts w:ascii="Times New Roman" w:eastAsia="Times New Roman" w:hAnsi="Times New Roman" w:cs="Times New Roman"/>
          <w:sz w:val="28"/>
          <w:szCs w:val="28"/>
        </w:rPr>
        <w:t xml:space="preserve"> Финансового управления присваивает </w:t>
      </w:r>
      <w:r w:rsidR="00AA008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A7C1A">
        <w:rPr>
          <w:rFonts w:ascii="Times New Roman" w:eastAsia="Times New Roman" w:hAnsi="Times New Roman" w:cs="Times New Roman"/>
          <w:sz w:val="28"/>
          <w:szCs w:val="28"/>
        </w:rPr>
        <w:t xml:space="preserve">учетный номер бюджетному </w:t>
      </w:r>
      <w:r w:rsidR="00AA008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A7C1A">
        <w:rPr>
          <w:rFonts w:ascii="Times New Roman" w:eastAsia="Times New Roman" w:hAnsi="Times New Roman" w:cs="Times New Roman"/>
          <w:sz w:val="28"/>
          <w:szCs w:val="28"/>
        </w:rPr>
        <w:t>обязательству.</w:t>
      </w:r>
    </w:p>
    <w:p w:rsidR="001E0ED8" w:rsidRPr="006A7C1A" w:rsidRDefault="00DA2270" w:rsidP="006A7C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A7C1A">
        <w:rPr>
          <w:rFonts w:ascii="Times New Roman" w:eastAsia="Times New Roman" w:hAnsi="Times New Roman" w:cs="Times New Roman"/>
          <w:sz w:val="28"/>
          <w:szCs w:val="28"/>
        </w:rPr>
        <w:lastRenderedPageBreak/>
        <w:t>Одно поставленное на учет бюджетное обязательство может содержать несколько кодов классификации расходов местного бюджета муниципального образования «</w:t>
      </w:r>
      <w:r w:rsidR="00FD5902" w:rsidRPr="006A7C1A">
        <w:rPr>
          <w:rFonts w:ascii="Times New Roman" w:eastAsia="Times New Roman" w:hAnsi="Times New Roman" w:cs="Times New Roman"/>
          <w:sz w:val="28"/>
          <w:szCs w:val="28"/>
        </w:rPr>
        <w:t>Угран</w:t>
      </w:r>
      <w:r w:rsidRPr="006A7C1A">
        <w:rPr>
          <w:rFonts w:ascii="Times New Roman" w:eastAsia="Times New Roman" w:hAnsi="Times New Roman" w:cs="Times New Roman"/>
          <w:sz w:val="28"/>
          <w:szCs w:val="28"/>
        </w:rPr>
        <w:t xml:space="preserve">ский район» Смоленской области и бюджетов </w:t>
      </w:r>
      <w:r w:rsidR="00AA008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A7C1A">
        <w:rPr>
          <w:rFonts w:ascii="Times New Roman" w:eastAsia="Times New Roman" w:hAnsi="Times New Roman" w:cs="Times New Roman"/>
          <w:sz w:val="28"/>
          <w:szCs w:val="28"/>
        </w:rPr>
        <w:t xml:space="preserve">сельских </w:t>
      </w:r>
      <w:r w:rsidR="00AA008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A7C1A">
        <w:rPr>
          <w:rFonts w:ascii="Times New Roman" w:eastAsia="Times New Roman" w:hAnsi="Times New Roman" w:cs="Times New Roman"/>
          <w:sz w:val="28"/>
          <w:szCs w:val="28"/>
        </w:rPr>
        <w:t xml:space="preserve">поселений </w:t>
      </w:r>
      <w:r w:rsidR="00AA008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D5902" w:rsidRPr="006A7C1A">
        <w:rPr>
          <w:rFonts w:ascii="Times New Roman" w:eastAsia="Times New Roman" w:hAnsi="Times New Roman" w:cs="Times New Roman"/>
          <w:sz w:val="28"/>
          <w:szCs w:val="28"/>
        </w:rPr>
        <w:t>Угран</w:t>
      </w:r>
      <w:r w:rsidRPr="006A7C1A">
        <w:rPr>
          <w:rFonts w:ascii="Times New Roman" w:eastAsia="Times New Roman" w:hAnsi="Times New Roman" w:cs="Times New Roman"/>
          <w:sz w:val="28"/>
          <w:szCs w:val="28"/>
        </w:rPr>
        <w:t xml:space="preserve">ского района </w:t>
      </w:r>
      <w:r w:rsidR="00FD590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A7C1A">
        <w:rPr>
          <w:rFonts w:ascii="Times New Roman" w:eastAsia="Times New Roman" w:hAnsi="Times New Roman" w:cs="Times New Roman"/>
          <w:sz w:val="28"/>
          <w:szCs w:val="28"/>
        </w:rPr>
        <w:t>Смоленской области.</w:t>
      </w:r>
    </w:p>
    <w:p w:rsidR="001E0ED8" w:rsidRPr="006A7C1A" w:rsidRDefault="00DA2270" w:rsidP="006A7C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A7C1A">
        <w:rPr>
          <w:rFonts w:ascii="Times New Roman" w:eastAsia="Times New Roman" w:hAnsi="Times New Roman" w:cs="Times New Roman"/>
          <w:sz w:val="28"/>
          <w:szCs w:val="28"/>
        </w:rPr>
        <w:t xml:space="preserve">Принятые на учет бюджетные обязательства учитываются на соответствующем лицевом счете получателя средств с отражением в Выписке из лицевого счета получателя (иного получателя) средств, представленной в установленном порядке получателю средств. </w:t>
      </w:r>
    </w:p>
    <w:p w:rsidR="001E0ED8" w:rsidRPr="006A7C1A" w:rsidRDefault="00DA2270" w:rsidP="006A7C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A7C1A">
        <w:rPr>
          <w:rFonts w:ascii="Times New Roman" w:eastAsia="Times New Roman" w:hAnsi="Times New Roman" w:cs="Times New Roman"/>
          <w:sz w:val="28"/>
          <w:szCs w:val="28"/>
        </w:rPr>
        <w:t xml:space="preserve">В случае отрицательного результата проверки сведений об обязательстве на соответствие требованиям, установленным абзацами 6 - 16 настоящего пункта, </w:t>
      </w:r>
      <w:r w:rsidR="00FD5902">
        <w:rPr>
          <w:rFonts w:ascii="Times New Roman" w:eastAsia="Times New Roman" w:hAnsi="Times New Roman" w:cs="Times New Roman"/>
          <w:sz w:val="28"/>
          <w:szCs w:val="28"/>
        </w:rPr>
        <w:t>казначейский отдел</w:t>
      </w:r>
      <w:r w:rsidRPr="006A7C1A">
        <w:rPr>
          <w:rFonts w:ascii="Times New Roman" w:eastAsia="Times New Roman" w:hAnsi="Times New Roman" w:cs="Times New Roman"/>
          <w:sz w:val="28"/>
          <w:szCs w:val="28"/>
        </w:rPr>
        <w:t xml:space="preserve"> Финансового управления не позднее трех рабочих дней после дня представления получателем средств сведений об обязательстве отклоняет  их с указанием причины отклонения.</w:t>
      </w:r>
    </w:p>
    <w:p w:rsidR="001E0ED8" w:rsidRPr="006A7C1A" w:rsidRDefault="00DA2270" w:rsidP="006A7C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A7C1A">
        <w:rPr>
          <w:rFonts w:ascii="Times New Roman" w:eastAsia="Times New Roman" w:hAnsi="Times New Roman" w:cs="Times New Roman"/>
          <w:sz w:val="28"/>
          <w:szCs w:val="28"/>
        </w:rPr>
        <w:t xml:space="preserve">Для внесения изменений в поставленное на учет бюджетное обязательство получатель средств представляет в </w:t>
      </w:r>
      <w:r w:rsidR="00FD5902">
        <w:rPr>
          <w:rFonts w:ascii="Times New Roman" w:eastAsia="Times New Roman" w:hAnsi="Times New Roman" w:cs="Times New Roman"/>
          <w:sz w:val="28"/>
          <w:szCs w:val="28"/>
        </w:rPr>
        <w:t>казначейский отдел</w:t>
      </w:r>
      <w:r w:rsidRPr="006A7C1A">
        <w:rPr>
          <w:rFonts w:ascii="Times New Roman" w:eastAsia="Times New Roman" w:hAnsi="Times New Roman" w:cs="Times New Roman"/>
          <w:sz w:val="28"/>
          <w:szCs w:val="28"/>
        </w:rPr>
        <w:t xml:space="preserve"> Финансового управления заявку на внесение изменений в бюджетное обязательство по форме согласно приложению   № 2 к настоящему Порядку (далее – заявка на внесение изменений в обязательство). </w:t>
      </w:r>
    </w:p>
    <w:p w:rsidR="001E0ED8" w:rsidRPr="006A7C1A" w:rsidRDefault="00DA2270" w:rsidP="006A7C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A7C1A">
        <w:rPr>
          <w:rFonts w:ascii="Times New Roman" w:eastAsia="Times New Roman" w:hAnsi="Times New Roman" w:cs="Times New Roman"/>
          <w:sz w:val="28"/>
          <w:szCs w:val="28"/>
        </w:rPr>
        <w:t>Заявка на внесение изменений в обязательство формируется получателем средств в срок не позднее пяти рабочих дней со дня внесения соответствующих изменений в сведения о муниципальном контракте, на основании которого принято бюджетное обязательство.</w:t>
      </w:r>
    </w:p>
    <w:p w:rsidR="001E0ED8" w:rsidRPr="006A7C1A" w:rsidRDefault="00DA2270" w:rsidP="006A7C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A7C1A">
        <w:rPr>
          <w:rFonts w:ascii="Times New Roman" w:eastAsia="Times New Roman" w:hAnsi="Times New Roman" w:cs="Times New Roman"/>
          <w:sz w:val="28"/>
          <w:szCs w:val="28"/>
        </w:rPr>
        <w:t xml:space="preserve">Заявка на внесение изменений в обязательство, возникшее на основании муниципального контракта, сведения о котором не подлежат включению в реестр контрактов, направляется получателем средств в </w:t>
      </w:r>
      <w:r w:rsidR="00FD5902">
        <w:rPr>
          <w:rFonts w:ascii="Times New Roman" w:eastAsia="Times New Roman" w:hAnsi="Times New Roman" w:cs="Times New Roman"/>
          <w:sz w:val="28"/>
          <w:szCs w:val="28"/>
        </w:rPr>
        <w:t>казначейский отдел</w:t>
      </w:r>
      <w:r w:rsidRPr="006A7C1A">
        <w:rPr>
          <w:rFonts w:ascii="Times New Roman" w:eastAsia="Times New Roman" w:hAnsi="Times New Roman" w:cs="Times New Roman"/>
          <w:sz w:val="28"/>
          <w:szCs w:val="28"/>
        </w:rPr>
        <w:t xml:space="preserve"> Финансового управления с приложением документа о внесении изменений в муниципальный контракт в форме электронной копии документа на бумажном носителе, созданной посредством сканирования, или копии электронного документа, подписанных электронными подписями лиц, имеющих право действовать от имени получателя средств в соответствии с карточкой образцов подписей и оттиска печати.</w:t>
      </w:r>
    </w:p>
    <w:p w:rsidR="001E0ED8" w:rsidRPr="006A7C1A" w:rsidRDefault="00AA0083" w:rsidP="006A7C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Казначейский отдел</w:t>
      </w:r>
      <w:r w:rsidR="00DA2270" w:rsidRPr="006A7C1A">
        <w:rPr>
          <w:rFonts w:ascii="Times New Roman" w:eastAsia="Times New Roman" w:hAnsi="Times New Roman" w:cs="Times New Roman"/>
          <w:sz w:val="28"/>
          <w:szCs w:val="28"/>
        </w:rPr>
        <w:t xml:space="preserve"> в течение  трех рабочих дней после дня представления заявки на внесение изменений в обязательство осуществляет ее проверку в порядке, аналогичном предусмотренному абзацами 6 - 16  настоящего пункта. </w:t>
      </w:r>
    </w:p>
    <w:p w:rsidR="001E0ED8" w:rsidRPr="006A7C1A" w:rsidRDefault="00DA2270" w:rsidP="006A7C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A7C1A">
        <w:rPr>
          <w:rFonts w:ascii="Times New Roman" w:eastAsia="Times New Roman" w:hAnsi="Times New Roman" w:cs="Times New Roman"/>
          <w:sz w:val="28"/>
          <w:szCs w:val="28"/>
        </w:rPr>
        <w:t>Принятые изменения в бюджетное обязательство учитываются на соответствующем лицевом счете получателя средств с отражением в Выписке из лицевого счета получателя (иного получателя) средств, представленной в установленном порядке получателю средств.</w:t>
      </w:r>
    </w:p>
    <w:p w:rsidR="001E0ED8" w:rsidRPr="006A7C1A" w:rsidRDefault="00DA2270" w:rsidP="006A7C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A7C1A">
        <w:rPr>
          <w:rFonts w:ascii="Times New Roman" w:eastAsia="Times New Roman" w:hAnsi="Times New Roman" w:cs="Times New Roman"/>
          <w:sz w:val="28"/>
          <w:szCs w:val="28"/>
        </w:rPr>
        <w:t>В случае ликвидации получателя средств, аннулирование неисполненной части бюджетного обязательства осуществляется без представления получателем средств (ликвидационной комиссией) документа о внесении изменений в муниципальный контракт.</w:t>
      </w:r>
    </w:p>
    <w:p w:rsidR="001E0ED8" w:rsidRPr="006A7C1A" w:rsidRDefault="00DA2270" w:rsidP="006A7C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A7C1A">
        <w:rPr>
          <w:rFonts w:ascii="Times New Roman" w:eastAsia="Times New Roman" w:hAnsi="Times New Roman" w:cs="Times New Roman"/>
          <w:sz w:val="28"/>
          <w:szCs w:val="28"/>
        </w:rPr>
        <w:t xml:space="preserve">3. Постановка на учет бюджетных обязательств и внесение изменений в поставленное на учет бюджетное обязательство по муниципальным </w:t>
      </w:r>
      <w:r w:rsidRPr="006A7C1A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контрактам (договоров) на поставку товаров, выполнение работ, оказание услуг для государственных нужд, заключенным в соответствии с пунктами 4, 5 части 1 статьи 93 Закона, осуществляется без направления в </w:t>
      </w:r>
      <w:r w:rsidR="00FD5902">
        <w:rPr>
          <w:rFonts w:ascii="Times New Roman" w:eastAsia="Times New Roman" w:hAnsi="Times New Roman" w:cs="Times New Roman"/>
          <w:sz w:val="28"/>
          <w:szCs w:val="28"/>
        </w:rPr>
        <w:t>казначейский отдел</w:t>
      </w:r>
      <w:r w:rsidRPr="006A7C1A">
        <w:rPr>
          <w:rFonts w:ascii="Times New Roman" w:eastAsia="Times New Roman" w:hAnsi="Times New Roman" w:cs="Times New Roman"/>
          <w:sz w:val="28"/>
          <w:szCs w:val="28"/>
        </w:rPr>
        <w:t xml:space="preserve"> Финансового управления сведений об обязательстве.</w:t>
      </w:r>
    </w:p>
    <w:p w:rsidR="001E0ED8" w:rsidRPr="006A7C1A" w:rsidRDefault="00DA2270" w:rsidP="006A7C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A7C1A">
        <w:rPr>
          <w:rFonts w:ascii="Times New Roman" w:eastAsia="Times New Roman" w:hAnsi="Times New Roman" w:cs="Times New Roman"/>
          <w:sz w:val="28"/>
          <w:szCs w:val="28"/>
        </w:rPr>
        <w:t>Учетный номер бюджетного обязательства формируется в программных комплексах «БюджетСМАРТ Про», «Web-Торги КС».</w:t>
      </w:r>
    </w:p>
    <w:p w:rsidR="001E0ED8" w:rsidRPr="006A7C1A" w:rsidRDefault="00DA2270" w:rsidP="006A7C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A7C1A">
        <w:rPr>
          <w:rFonts w:ascii="Times New Roman" w:eastAsia="Times New Roman" w:hAnsi="Times New Roman" w:cs="Times New Roman"/>
          <w:sz w:val="28"/>
          <w:szCs w:val="28"/>
        </w:rPr>
        <w:t>Одно поставленное на учет бюджетное обязательство может содержать несколько кодов классификации расходов местного бюджета муниципального образования «</w:t>
      </w:r>
      <w:r w:rsidR="00FD5902" w:rsidRPr="006A7C1A">
        <w:rPr>
          <w:rFonts w:ascii="Times New Roman" w:eastAsia="Times New Roman" w:hAnsi="Times New Roman" w:cs="Times New Roman"/>
          <w:sz w:val="28"/>
          <w:szCs w:val="28"/>
        </w:rPr>
        <w:t>Угран</w:t>
      </w:r>
      <w:r w:rsidRPr="006A7C1A">
        <w:rPr>
          <w:rFonts w:ascii="Times New Roman" w:eastAsia="Times New Roman" w:hAnsi="Times New Roman" w:cs="Times New Roman"/>
          <w:sz w:val="28"/>
          <w:szCs w:val="28"/>
        </w:rPr>
        <w:t xml:space="preserve">ский район» Смоленской области и бюджетов сельских поселений </w:t>
      </w:r>
      <w:r w:rsidR="00FD5902" w:rsidRPr="006A7C1A">
        <w:rPr>
          <w:rFonts w:ascii="Times New Roman" w:eastAsia="Times New Roman" w:hAnsi="Times New Roman" w:cs="Times New Roman"/>
          <w:sz w:val="28"/>
          <w:szCs w:val="28"/>
        </w:rPr>
        <w:t>Угран</w:t>
      </w:r>
      <w:r w:rsidRPr="006A7C1A">
        <w:rPr>
          <w:rFonts w:ascii="Times New Roman" w:eastAsia="Times New Roman" w:hAnsi="Times New Roman" w:cs="Times New Roman"/>
          <w:sz w:val="28"/>
          <w:szCs w:val="28"/>
        </w:rPr>
        <w:t xml:space="preserve">ского района </w:t>
      </w:r>
      <w:r w:rsidR="00AA008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A7C1A">
        <w:rPr>
          <w:rFonts w:ascii="Times New Roman" w:eastAsia="Times New Roman" w:hAnsi="Times New Roman" w:cs="Times New Roman"/>
          <w:sz w:val="28"/>
          <w:szCs w:val="28"/>
        </w:rPr>
        <w:t xml:space="preserve">Смоленской области. </w:t>
      </w:r>
    </w:p>
    <w:p w:rsidR="001E0ED8" w:rsidRPr="006A7C1A" w:rsidRDefault="00DA2270" w:rsidP="006A7C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A7C1A">
        <w:rPr>
          <w:rFonts w:ascii="Times New Roman" w:eastAsia="Times New Roman" w:hAnsi="Times New Roman" w:cs="Times New Roman"/>
          <w:sz w:val="28"/>
          <w:szCs w:val="28"/>
        </w:rPr>
        <w:t>Принятые на учет бюджетные обязательства учитываются на соответствующем лицевом счете получателя средств с отражением в Выписке из лицевого счета получателя (иного получателя) средств, представленной в установленном порядке получателю средств.</w:t>
      </w:r>
    </w:p>
    <w:p w:rsidR="001E0ED8" w:rsidRPr="006A7C1A" w:rsidRDefault="001E0ED8" w:rsidP="006A7C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E0ED8" w:rsidRPr="006A7C1A" w:rsidRDefault="00DA2270" w:rsidP="006A7C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A7C1A">
        <w:rPr>
          <w:rFonts w:ascii="Times New Roman" w:eastAsia="Times New Roman" w:hAnsi="Times New Roman" w:cs="Times New Roman"/>
          <w:sz w:val="28"/>
          <w:szCs w:val="28"/>
        </w:rPr>
        <w:t>4.</w:t>
      </w:r>
      <w:r w:rsidRPr="006A7C1A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6A7C1A">
        <w:rPr>
          <w:rFonts w:ascii="Times New Roman" w:eastAsia="Times New Roman" w:hAnsi="Times New Roman" w:cs="Times New Roman"/>
          <w:sz w:val="28"/>
          <w:szCs w:val="28"/>
        </w:rPr>
        <w:t>Учетный номер бюджетного обязательства является уникальным и не подлежит изменению, в том числе при изменении отдельных реквизитов бюджетного обязательства.</w:t>
      </w:r>
    </w:p>
    <w:p w:rsidR="001E0ED8" w:rsidRPr="006A7C1A" w:rsidRDefault="00DA2270" w:rsidP="006A7C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A7C1A">
        <w:rPr>
          <w:rFonts w:ascii="Times New Roman" w:eastAsia="Times New Roman" w:hAnsi="Times New Roman" w:cs="Times New Roman"/>
          <w:sz w:val="28"/>
          <w:szCs w:val="28"/>
        </w:rPr>
        <w:t xml:space="preserve">Учетный номер бюджетного обязательства имеет следующую структуру, состоящую из шестнадцати разрядов: </w:t>
      </w:r>
    </w:p>
    <w:p w:rsidR="001E0ED8" w:rsidRPr="006A7C1A" w:rsidRDefault="00DA2270" w:rsidP="006A7C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A7C1A">
        <w:rPr>
          <w:rFonts w:ascii="Times New Roman" w:eastAsia="Times New Roman" w:hAnsi="Times New Roman" w:cs="Times New Roman"/>
          <w:sz w:val="28"/>
          <w:szCs w:val="28"/>
        </w:rPr>
        <w:t>с 1 по 3 разряд – код главного распорядителя средств местного бюджета муниципального образования «</w:t>
      </w:r>
      <w:r w:rsidR="00FD5902" w:rsidRPr="006A7C1A">
        <w:rPr>
          <w:rFonts w:ascii="Times New Roman" w:eastAsia="Times New Roman" w:hAnsi="Times New Roman" w:cs="Times New Roman"/>
          <w:sz w:val="28"/>
          <w:szCs w:val="28"/>
        </w:rPr>
        <w:t>Угран</w:t>
      </w:r>
      <w:r w:rsidRPr="006A7C1A">
        <w:rPr>
          <w:rFonts w:ascii="Times New Roman" w:eastAsia="Times New Roman" w:hAnsi="Times New Roman" w:cs="Times New Roman"/>
          <w:sz w:val="28"/>
          <w:szCs w:val="28"/>
        </w:rPr>
        <w:t xml:space="preserve">ский район» Смоленской области и бюджетов сельских  поселений </w:t>
      </w:r>
      <w:r w:rsidR="00FD5902">
        <w:rPr>
          <w:rFonts w:ascii="Times New Roman" w:eastAsia="Times New Roman" w:hAnsi="Times New Roman" w:cs="Times New Roman"/>
          <w:sz w:val="28"/>
          <w:szCs w:val="28"/>
        </w:rPr>
        <w:t xml:space="preserve"> Угранского района Смоленской области, </w:t>
      </w:r>
      <w:r w:rsidRPr="006A7C1A">
        <w:rPr>
          <w:rFonts w:ascii="Times New Roman" w:eastAsia="Times New Roman" w:hAnsi="Times New Roman" w:cs="Times New Roman"/>
          <w:sz w:val="28"/>
          <w:szCs w:val="28"/>
        </w:rPr>
        <w:t>в соответствии с ведомственной структурой расходов местного бюджета муниципального образования «</w:t>
      </w:r>
      <w:r w:rsidR="00FD5902" w:rsidRPr="006A7C1A">
        <w:rPr>
          <w:rFonts w:ascii="Times New Roman" w:eastAsia="Times New Roman" w:hAnsi="Times New Roman" w:cs="Times New Roman"/>
          <w:sz w:val="28"/>
          <w:szCs w:val="28"/>
        </w:rPr>
        <w:t>Угран</w:t>
      </w:r>
      <w:r w:rsidRPr="006A7C1A">
        <w:rPr>
          <w:rFonts w:ascii="Times New Roman" w:eastAsia="Times New Roman" w:hAnsi="Times New Roman" w:cs="Times New Roman"/>
          <w:sz w:val="28"/>
          <w:szCs w:val="28"/>
        </w:rPr>
        <w:t xml:space="preserve">ский район» Смоленской области и бюджетов сельских поселений </w:t>
      </w:r>
      <w:r w:rsidR="00FD5902" w:rsidRPr="006A7C1A">
        <w:rPr>
          <w:rFonts w:ascii="Times New Roman" w:eastAsia="Times New Roman" w:hAnsi="Times New Roman" w:cs="Times New Roman"/>
          <w:sz w:val="28"/>
          <w:szCs w:val="28"/>
        </w:rPr>
        <w:t>Угран</w:t>
      </w:r>
      <w:r w:rsidRPr="006A7C1A">
        <w:rPr>
          <w:rFonts w:ascii="Times New Roman" w:eastAsia="Times New Roman" w:hAnsi="Times New Roman" w:cs="Times New Roman"/>
          <w:sz w:val="28"/>
          <w:szCs w:val="28"/>
        </w:rPr>
        <w:t>ского района Смоленской области,</w:t>
      </w:r>
    </w:p>
    <w:p w:rsidR="001E0ED8" w:rsidRPr="006A7C1A" w:rsidRDefault="00DA2270" w:rsidP="006A7C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A7C1A">
        <w:rPr>
          <w:rFonts w:ascii="Times New Roman" w:eastAsia="Times New Roman" w:hAnsi="Times New Roman" w:cs="Times New Roman"/>
          <w:sz w:val="28"/>
          <w:szCs w:val="28"/>
        </w:rPr>
        <w:t>с 4 по 5 разряд – код района , принимающий значение «</w:t>
      </w:r>
      <w:r w:rsidR="00AA0083">
        <w:rPr>
          <w:rFonts w:ascii="Times New Roman" w:eastAsia="Times New Roman" w:hAnsi="Times New Roman" w:cs="Times New Roman"/>
          <w:sz w:val="28"/>
          <w:szCs w:val="28"/>
        </w:rPr>
        <w:t>17</w:t>
      </w:r>
      <w:r w:rsidRPr="006A7C1A">
        <w:rPr>
          <w:rFonts w:ascii="Times New Roman" w:eastAsia="Times New Roman" w:hAnsi="Times New Roman" w:cs="Times New Roman"/>
          <w:sz w:val="28"/>
          <w:szCs w:val="28"/>
        </w:rPr>
        <w:t>»,</w:t>
      </w:r>
    </w:p>
    <w:p w:rsidR="001E0ED8" w:rsidRPr="006A7C1A" w:rsidRDefault="00DA2270" w:rsidP="006A7C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A7C1A">
        <w:rPr>
          <w:rFonts w:ascii="Times New Roman" w:eastAsia="Times New Roman" w:hAnsi="Times New Roman" w:cs="Times New Roman"/>
          <w:sz w:val="28"/>
          <w:szCs w:val="28"/>
        </w:rPr>
        <w:t>с 6 по 8 разряд-номер в хронологической последовательности по мере открытия лицевых счетов,</w:t>
      </w:r>
    </w:p>
    <w:p w:rsidR="001E0ED8" w:rsidRPr="006A7C1A" w:rsidRDefault="00DA2270" w:rsidP="006A7C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A7C1A">
        <w:rPr>
          <w:rFonts w:ascii="Times New Roman" w:eastAsia="Times New Roman" w:hAnsi="Times New Roman" w:cs="Times New Roman"/>
          <w:sz w:val="28"/>
          <w:szCs w:val="28"/>
        </w:rPr>
        <w:t>с 9 по 12 разряд – год постановки на учет бюджетного обязательства,</w:t>
      </w:r>
    </w:p>
    <w:p w:rsidR="001E0ED8" w:rsidRPr="006A7C1A" w:rsidRDefault="00DA2270" w:rsidP="006A7C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A7C1A">
        <w:rPr>
          <w:rFonts w:ascii="Times New Roman" w:eastAsia="Times New Roman" w:hAnsi="Times New Roman" w:cs="Times New Roman"/>
          <w:sz w:val="28"/>
          <w:szCs w:val="28"/>
        </w:rPr>
        <w:t>с 13 по 16 разряд – порядковый номер бюджетного обязательства в рамках одного получателя средств.</w:t>
      </w:r>
    </w:p>
    <w:p w:rsidR="001E0ED8" w:rsidRPr="006A7C1A" w:rsidRDefault="00DA2270" w:rsidP="006A7C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A7C1A">
        <w:rPr>
          <w:rFonts w:ascii="Times New Roman" w:eastAsia="Times New Roman" w:hAnsi="Times New Roman" w:cs="Times New Roman"/>
          <w:sz w:val="28"/>
          <w:szCs w:val="28"/>
        </w:rPr>
        <w:t>5. Неисполненная часть бюджетного обязательства по муниципальным контрактам на конец текущего финансового года подлежит перерегистрации и учету в очередном финансовом году. При этом если коды бюджетной классификации Российской Федерации, по которым бюджетное обязательство было поставлено на учет в отчетном финансовом году, в текущем финансовом году являются недействующими, то перерегистрация бюджетного обязательства осуществляется по новым кодам бюджетной классификации Российской Федерации.</w:t>
      </w:r>
      <w:r w:rsidRPr="006A7C1A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6A7C1A">
        <w:rPr>
          <w:rFonts w:ascii="Times New Roman" w:eastAsia="Times New Roman" w:hAnsi="Times New Roman" w:cs="Times New Roman"/>
          <w:sz w:val="28"/>
          <w:szCs w:val="28"/>
        </w:rPr>
        <w:t xml:space="preserve">Перерегистрация бюджетного обязательства осуществляется </w:t>
      </w:r>
      <w:r>
        <w:rPr>
          <w:rFonts w:ascii="Times New Roman" w:eastAsia="Times New Roman" w:hAnsi="Times New Roman" w:cs="Times New Roman"/>
          <w:sz w:val="28"/>
          <w:szCs w:val="28"/>
        </w:rPr>
        <w:t>казначейским отделом Финансового управления</w:t>
      </w:r>
      <w:r w:rsidRPr="006A7C1A">
        <w:rPr>
          <w:rFonts w:ascii="Times New Roman" w:eastAsia="Times New Roman" w:hAnsi="Times New Roman" w:cs="Times New Roman"/>
          <w:sz w:val="28"/>
          <w:szCs w:val="28"/>
        </w:rPr>
        <w:t xml:space="preserve"> в программном комплексе «БюджетСМАРТ Про».</w:t>
      </w:r>
    </w:p>
    <w:p w:rsidR="001E0ED8" w:rsidRPr="006A7C1A" w:rsidRDefault="00DA2270" w:rsidP="006A7C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A7C1A">
        <w:rPr>
          <w:rFonts w:ascii="Times New Roman" w:eastAsia="Times New Roman" w:hAnsi="Times New Roman" w:cs="Times New Roman"/>
          <w:sz w:val="28"/>
          <w:szCs w:val="28"/>
        </w:rPr>
        <w:t xml:space="preserve">6. В случае реорганизации (ликвидации) получателя средств передача учтенных бюджетных обязательств осуществляется  на основании акта </w:t>
      </w:r>
      <w:r w:rsidRPr="006A7C1A">
        <w:rPr>
          <w:rFonts w:ascii="Times New Roman" w:eastAsia="Times New Roman" w:hAnsi="Times New Roman" w:cs="Times New Roman"/>
          <w:sz w:val="28"/>
          <w:szCs w:val="28"/>
        </w:rPr>
        <w:lastRenderedPageBreak/>
        <w:t>приемки-передачи показателей лицевого счета при реорганизации (ликвидации) получателя средств (далее – акт приемки передачи бюджетных обязательств), оформленного по форме  согласно приложению № 3 к настоящему Порядку.</w:t>
      </w:r>
    </w:p>
    <w:p w:rsidR="001E0ED8" w:rsidRPr="006A7C1A" w:rsidRDefault="00DA2270" w:rsidP="006A7C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A7C1A">
        <w:rPr>
          <w:rFonts w:ascii="Times New Roman" w:eastAsia="Times New Roman" w:hAnsi="Times New Roman" w:cs="Times New Roman"/>
          <w:sz w:val="28"/>
          <w:szCs w:val="28"/>
        </w:rPr>
        <w:t xml:space="preserve">Получатель средств, принимающий бюджетные обязательства, представляет подписанный участвующими в реорганизации получателями средств акт приемки-передачи бюджетных обязательств в </w:t>
      </w:r>
      <w:r>
        <w:rPr>
          <w:rFonts w:ascii="Times New Roman" w:eastAsia="Times New Roman" w:hAnsi="Times New Roman" w:cs="Times New Roman"/>
          <w:sz w:val="28"/>
          <w:szCs w:val="28"/>
        </w:rPr>
        <w:t>казначейский отдел</w:t>
      </w:r>
      <w:r w:rsidRPr="006A7C1A">
        <w:rPr>
          <w:rFonts w:ascii="Times New Roman" w:eastAsia="Times New Roman" w:hAnsi="Times New Roman" w:cs="Times New Roman"/>
          <w:sz w:val="28"/>
          <w:szCs w:val="28"/>
        </w:rPr>
        <w:t xml:space="preserve"> Финансового управления на бумажном носителе. Акты приемки-передачи бюджетных обязательств хранятся в соответствии с правилами организации государственного архивного дела.</w:t>
      </w:r>
    </w:p>
    <w:p w:rsidR="001E0ED8" w:rsidRPr="006A7C1A" w:rsidRDefault="00DA2270" w:rsidP="006A7C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Казначейский отдел</w:t>
      </w:r>
      <w:r w:rsidRPr="006A7C1A">
        <w:rPr>
          <w:rFonts w:ascii="Times New Roman" w:eastAsia="Times New Roman" w:hAnsi="Times New Roman" w:cs="Times New Roman"/>
          <w:sz w:val="28"/>
          <w:szCs w:val="28"/>
        </w:rPr>
        <w:t xml:space="preserve"> Финансового управления осуществляет проверку отраженных в акте приемки-передачи бюджетных обязательств на соответствие показателям, отраженным на лицевом счете получателя средств, открытом передающему бюджетные обязательства получателю средств.</w:t>
      </w:r>
    </w:p>
    <w:p w:rsidR="001E0ED8" w:rsidRPr="006A7C1A" w:rsidRDefault="00DA2270" w:rsidP="006A7C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A7C1A">
        <w:rPr>
          <w:rFonts w:ascii="Times New Roman" w:eastAsia="Times New Roman" w:hAnsi="Times New Roman" w:cs="Times New Roman"/>
          <w:sz w:val="28"/>
          <w:szCs w:val="28"/>
        </w:rPr>
        <w:t xml:space="preserve">При положительном результате проверки акта приемки-передачи бюджетных обязательств </w:t>
      </w:r>
      <w:r>
        <w:rPr>
          <w:rFonts w:ascii="Times New Roman" w:eastAsia="Times New Roman" w:hAnsi="Times New Roman" w:cs="Times New Roman"/>
          <w:sz w:val="28"/>
          <w:szCs w:val="28"/>
        </w:rPr>
        <w:t>казначейский отдел</w:t>
      </w:r>
      <w:r w:rsidRPr="006A7C1A">
        <w:rPr>
          <w:rFonts w:ascii="Times New Roman" w:eastAsia="Times New Roman" w:hAnsi="Times New Roman" w:cs="Times New Roman"/>
          <w:sz w:val="28"/>
          <w:szCs w:val="28"/>
        </w:rPr>
        <w:t xml:space="preserve"> Финансового управления отражает бюджетные обязательства на лицевом счете получателя средств, принимающего бюджетные обязательства.  </w:t>
      </w:r>
    </w:p>
    <w:p w:rsidR="001E0ED8" w:rsidRPr="006A7C1A" w:rsidRDefault="00DA2270" w:rsidP="006A7C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A7C1A">
        <w:rPr>
          <w:rFonts w:ascii="Times New Roman" w:eastAsia="Times New Roman" w:hAnsi="Times New Roman" w:cs="Times New Roman"/>
          <w:sz w:val="28"/>
          <w:szCs w:val="28"/>
        </w:rPr>
        <w:t xml:space="preserve">7. Ежемесячно и по письменному запросу получателя средств </w:t>
      </w:r>
      <w:r>
        <w:rPr>
          <w:rFonts w:ascii="Times New Roman" w:eastAsia="Times New Roman" w:hAnsi="Times New Roman" w:cs="Times New Roman"/>
          <w:sz w:val="28"/>
          <w:szCs w:val="28"/>
        </w:rPr>
        <w:t>казначейский отдел</w:t>
      </w:r>
      <w:r w:rsidRPr="006A7C1A">
        <w:rPr>
          <w:rFonts w:ascii="Times New Roman" w:eastAsia="Times New Roman" w:hAnsi="Times New Roman" w:cs="Times New Roman"/>
          <w:sz w:val="28"/>
          <w:szCs w:val="28"/>
        </w:rPr>
        <w:t xml:space="preserve"> Финансового управления представляет в электронном виде справку об исполнении принятых на учет бюджетных обязательств (далее – справка об исполнении обязательств), оформленную по форме согласно приложению № 4 к настоящему Порядку. </w:t>
      </w:r>
    </w:p>
    <w:p w:rsidR="001E0ED8" w:rsidRPr="006A7C1A" w:rsidRDefault="00DA2270" w:rsidP="006A7C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A7C1A">
        <w:rPr>
          <w:rFonts w:ascii="Times New Roman" w:eastAsia="Times New Roman" w:hAnsi="Times New Roman" w:cs="Times New Roman"/>
          <w:sz w:val="28"/>
          <w:szCs w:val="28"/>
        </w:rPr>
        <w:t xml:space="preserve">Справка об исполнении обязательств формируется по состоянию на 1-е число месяца и по состоянию на дату, указанную в письменном запросе получателя средств, нарастающим итогом с 1 января текущего финансового года и содержит информацию об исполнении бюджетных обязательств. </w:t>
      </w:r>
    </w:p>
    <w:p w:rsidR="001E0ED8" w:rsidRPr="006A7C1A" w:rsidRDefault="001E0ED8" w:rsidP="006A7C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E0ED8" w:rsidRPr="006A7C1A" w:rsidRDefault="00DA2270" w:rsidP="00DA2270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A7C1A">
        <w:rPr>
          <w:rFonts w:ascii="Times New Roman" w:eastAsia="Times New Roman" w:hAnsi="Times New Roman" w:cs="Times New Roman"/>
          <w:b/>
          <w:sz w:val="28"/>
          <w:szCs w:val="28"/>
        </w:rPr>
        <w:t>III. Учет денежных обязательств по операциям,</w:t>
      </w:r>
    </w:p>
    <w:p w:rsidR="001E0ED8" w:rsidRPr="006A7C1A" w:rsidRDefault="00DA2270" w:rsidP="00DA2270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A7C1A">
        <w:rPr>
          <w:rFonts w:ascii="Times New Roman" w:eastAsia="Times New Roman" w:hAnsi="Times New Roman" w:cs="Times New Roman"/>
          <w:b/>
          <w:sz w:val="28"/>
          <w:szCs w:val="28"/>
        </w:rPr>
        <w:t>отражаемым на лицевых счетах получателей средств местного бюджета муниципального образования 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Угран</w:t>
      </w:r>
      <w:r w:rsidRPr="006A7C1A">
        <w:rPr>
          <w:rFonts w:ascii="Times New Roman" w:eastAsia="Times New Roman" w:hAnsi="Times New Roman" w:cs="Times New Roman"/>
          <w:b/>
          <w:sz w:val="28"/>
          <w:szCs w:val="28"/>
        </w:rPr>
        <w:t xml:space="preserve">ский район» Смоленской области и бюджетов </w:t>
      </w:r>
      <w:r w:rsidR="002F17D8">
        <w:rPr>
          <w:rFonts w:ascii="Times New Roman" w:eastAsia="Times New Roman" w:hAnsi="Times New Roman" w:cs="Times New Roman"/>
          <w:b/>
          <w:sz w:val="28"/>
          <w:szCs w:val="28"/>
        </w:rPr>
        <w:t>сельских</w:t>
      </w:r>
      <w:r w:rsidR="00AA0083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6A7C1A">
        <w:rPr>
          <w:rFonts w:ascii="Times New Roman" w:eastAsia="Times New Roman" w:hAnsi="Times New Roman" w:cs="Times New Roman"/>
          <w:b/>
          <w:sz w:val="28"/>
          <w:szCs w:val="28"/>
        </w:rPr>
        <w:t xml:space="preserve">поселений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Угран</w:t>
      </w:r>
      <w:r w:rsidRPr="006A7C1A">
        <w:rPr>
          <w:rFonts w:ascii="Times New Roman" w:eastAsia="Times New Roman" w:hAnsi="Times New Roman" w:cs="Times New Roman"/>
          <w:b/>
          <w:sz w:val="28"/>
          <w:szCs w:val="28"/>
        </w:rPr>
        <w:t xml:space="preserve">ского </w:t>
      </w:r>
      <w:r w:rsidR="00AA0083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6A7C1A">
        <w:rPr>
          <w:rFonts w:ascii="Times New Roman" w:eastAsia="Times New Roman" w:hAnsi="Times New Roman" w:cs="Times New Roman"/>
          <w:b/>
          <w:sz w:val="28"/>
          <w:szCs w:val="28"/>
        </w:rPr>
        <w:t>района Смоленской области, открытых в Финансовом управлении Администрации муниципального образования 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Угран</w:t>
      </w:r>
      <w:r w:rsidRPr="006A7C1A">
        <w:rPr>
          <w:rFonts w:ascii="Times New Roman" w:eastAsia="Times New Roman" w:hAnsi="Times New Roman" w:cs="Times New Roman"/>
          <w:b/>
          <w:sz w:val="28"/>
          <w:szCs w:val="28"/>
        </w:rPr>
        <w:t>ский район» Смоленской области</w:t>
      </w:r>
    </w:p>
    <w:p w:rsidR="001E0ED8" w:rsidRPr="006A7C1A" w:rsidRDefault="00DA2270" w:rsidP="006A7C1A">
      <w:pPr>
        <w:numPr>
          <w:ilvl w:val="0"/>
          <w:numId w:val="3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A7C1A">
        <w:rPr>
          <w:rFonts w:ascii="Times New Roman" w:eastAsia="Times New Roman" w:hAnsi="Times New Roman" w:cs="Times New Roman"/>
          <w:sz w:val="28"/>
          <w:szCs w:val="28"/>
        </w:rPr>
        <w:t xml:space="preserve"> Денежные обязательства получателей средств местного бюджета муниципального образования «Угранский район» Смоленской области и бюджетов сельских поселений Угранского района Смоленской области (далее – денежные обязательства) учитываются с отражением на лицевом счете получателя средств,</w:t>
      </w:r>
      <w:r w:rsidRPr="006A7C1A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 w:rsidRPr="006A7C1A">
        <w:rPr>
          <w:rFonts w:ascii="Times New Roman" w:eastAsia="Times New Roman" w:hAnsi="Times New Roman" w:cs="Times New Roman"/>
          <w:sz w:val="28"/>
          <w:szCs w:val="28"/>
        </w:rPr>
        <w:t>открытых в установленном порядке в Финансовом управлении (далее – соответствующий лицевой счет получателя средств).</w:t>
      </w:r>
    </w:p>
    <w:p w:rsidR="001E0ED8" w:rsidRPr="006A7C1A" w:rsidRDefault="00DA2270" w:rsidP="006A7C1A">
      <w:pPr>
        <w:numPr>
          <w:ilvl w:val="0"/>
          <w:numId w:val="3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A7C1A">
        <w:rPr>
          <w:rFonts w:ascii="Times New Roman" w:eastAsia="Times New Roman" w:hAnsi="Times New Roman" w:cs="Times New Roman"/>
          <w:sz w:val="28"/>
          <w:szCs w:val="28"/>
        </w:rPr>
        <w:lastRenderedPageBreak/>
        <w:t>Постановка на учет денежных обязательств осуществляется в рамках бюджетных обязательств, поставленных на учет в соответствии с разделом II настоящего Порядка.</w:t>
      </w:r>
    </w:p>
    <w:p w:rsidR="001E0ED8" w:rsidRPr="006A7C1A" w:rsidRDefault="00DA2270" w:rsidP="006A7C1A">
      <w:pPr>
        <w:numPr>
          <w:ilvl w:val="0"/>
          <w:numId w:val="3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A7C1A">
        <w:rPr>
          <w:rFonts w:ascii="Times New Roman" w:eastAsia="Times New Roman" w:hAnsi="Times New Roman" w:cs="Times New Roman"/>
          <w:sz w:val="28"/>
          <w:szCs w:val="28"/>
        </w:rPr>
        <w:t xml:space="preserve">Постановка на учет денежных обязательств осуществляется на основании сведений о денежном обязательстве, сформированных </w:t>
      </w:r>
      <w:r w:rsidR="006A640F">
        <w:rPr>
          <w:rFonts w:ascii="Times New Roman" w:eastAsia="Times New Roman" w:hAnsi="Times New Roman" w:cs="Times New Roman"/>
          <w:sz w:val="28"/>
          <w:szCs w:val="28"/>
        </w:rPr>
        <w:t xml:space="preserve">казначейским отделом </w:t>
      </w:r>
      <w:r w:rsidRPr="006A7C1A">
        <w:rPr>
          <w:rFonts w:ascii="Times New Roman" w:eastAsia="Times New Roman" w:hAnsi="Times New Roman" w:cs="Times New Roman"/>
          <w:sz w:val="28"/>
          <w:szCs w:val="28"/>
        </w:rPr>
        <w:t xml:space="preserve"> Финансового управления. </w:t>
      </w:r>
    </w:p>
    <w:p w:rsidR="001E0ED8" w:rsidRPr="006A7C1A" w:rsidRDefault="00DA2270" w:rsidP="006A7C1A">
      <w:pPr>
        <w:numPr>
          <w:ilvl w:val="0"/>
          <w:numId w:val="3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A7C1A">
        <w:rPr>
          <w:rFonts w:ascii="Times New Roman" w:eastAsia="Times New Roman" w:hAnsi="Times New Roman" w:cs="Times New Roman"/>
          <w:sz w:val="28"/>
          <w:szCs w:val="28"/>
        </w:rPr>
        <w:t xml:space="preserve">Сведения о денежном обязательстве формируются </w:t>
      </w:r>
      <w:r>
        <w:rPr>
          <w:rFonts w:ascii="Times New Roman" w:eastAsia="Times New Roman" w:hAnsi="Times New Roman" w:cs="Times New Roman"/>
          <w:sz w:val="28"/>
          <w:szCs w:val="28"/>
        </w:rPr>
        <w:t>казначейским отделом</w:t>
      </w:r>
      <w:r w:rsidRPr="006A7C1A">
        <w:rPr>
          <w:rFonts w:ascii="Times New Roman" w:eastAsia="Times New Roman" w:hAnsi="Times New Roman" w:cs="Times New Roman"/>
          <w:sz w:val="28"/>
          <w:szCs w:val="28"/>
        </w:rPr>
        <w:t xml:space="preserve"> Финансового управления в форме электронного документа в программном комплексе «Бюджет-СМАРТ Про» на основании информации, содержащейся в представленных получателем</w:t>
      </w:r>
      <w:r w:rsidRPr="006A7C1A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 w:rsidRPr="006A7C1A">
        <w:rPr>
          <w:rFonts w:ascii="Times New Roman" w:eastAsia="Times New Roman" w:hAnsi="Times New Roman" w:cs="Times New Roman"/>
          <w:sz w:val="28"/>
          <w:szCs w:val="28"/>
        </w:rPr>
        <w:t>средств местного бюджета муниципального образования «Угранский район» Смоленской области и бюджетов сельских поселений Угранского района Смоленской области</w:t>
      </w:r>
      <w:r w:rsidRPr="006A7C1A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 w:rsidRPr="006A7C1A">
        <w:rPr>
          <w:rFonts w:ascii="Times New Roman" w:eastAsia="Times New Roman" w:hAnsi="Times New Roman" w:cs="Times New Roman"/>
          <w:sz w:val="28"/>
          <w:szCs w:val="28"/>
        </w:rPr>
        <w:t xml:space="preserve">платежных поручениях для оплаты денежных обязательств, не позднее трех рабочих дней со дня представления указанных платежных поручений. </w:t>
      </w:r>
    </w:p>
    <w:p w:rsidR="001E0ED8" w:rsidRPr="006A7C1A" w:rsidRDefault="00DA2270" w:rsidP="006A7C1A">
      <w:pPr>
        <w:numPr>
          <w:ilvl w:val="0"/>
          <w:numId w:val="3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A7C1A">
        <w:rPr>
          <w:rFonts w:ascii="Times New Roman" w:eastAsia="Times New Roman" w:hAnsi="Times New Roman" w:cs="Times New Roman"/>
          <w:sz w:val="28"/>
          <w:szCs w:val="28"/>
        </w:rPr>
        <w:t xml:space="preserve">При постановке на учет денежных обязательств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казначейский отдел </w:t>
      </w:r>
      <w:r w:rsidRPr="006A7C1A">
        <w:rPr>
          <w:rFonts w:ascii="Times New Roman" w:eastAsia="Times New Roman" w:hAnsi="Times New Roman" w:cs="Times New Roman"/>
          <w:sz w:val="28"/>
          <w:szCs w:val="28"/>
        </w:rPr>
        <w:t>Финансового управления осуществляет контроль за:</w:t>
      </w:r>
    </w:p>
    <w:p w:rsidR="001E0ED8" w:rsidRPr="006A7C1A" w:rsidRDefault="00DA2270" w:rsidP="00D91797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A7C1A">
        <w:rPr>
          <w:rFonts w:ascii="Times New Roman" w:eastAsia="Times New Roman" w:hAnsi="Times New Roman" w:cs="Times New Roman"/>
          <w:sz w:val="28"/>
          <w:szCs w:val="28"/>
        </w:rPr>
        <w:t>- соответствием информации о денежном обязательстве информации о поставленном на учет соответствующем бюджетном обязательстве;</w:t>
      </w:r>
    </w:p>
    <w:p w:rsidR="001E0ED8" w:rsidRPr="00D91797" w:rsidRDefault="00DA2270" w:rsidP="00D91797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1797">
        <w:rPr>
          <w:rFonts w:ascii="Times New Roman" w:eastAsia="Times New Roman" w:hAnsi="Times New Roman" w:cs="Times New Roman"/>
          <w:sz w:val="28"/>
          <w:szCs w:val="28"/>
        </w:rPr>
        <w:t xml:space="preserve">- наличием документов, подтверждающих возникновение денежного обязательства в соответствии с приказом Финансового управления от </w:t>
      </w:r>
      <w:r w:rsidR="00D91797" w:rsidRPr="00D91797">
        <w:rPr>
          <w:rFonts w:ascii="Times New Roman" w:eastAsia="Times New Roman" w:hAnsi="Times New Roman" w:cs="Times New Roman"/>
          <w:sz w:val="28"/>
          <w:szCs w:val="28"/>
        </w:rPr>
        <w:t>29.12.2015 № 28</w:t>
      </w:r>
      <w:r w:rsidRPr="00D9179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E0ED8" w:rsidRPr="006A7C1A" w:rsidRDefault="00DA2270" w:rsidP="006A7C1A">
      <w:pPr>
        <w:numPr>
          <w:ilvl w:val="0"/>
          <w:numId w:val="4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A7C1A">
        <w:rPr>
          <w:rFonts w:ascii="Times New Roman" w:eastAsia="Times New Roman" w:hAnsi="Times New Roman" w:cs="Times New Roman"/>
          <w:sz w:val="28"/>
          <w:szCs w:val="28"/>
        </w:rPr>
        <w:t xml:space="preserve">При постановке на учет денежных обязательств </w:t>
      </w:r>
      <w:r w:rsidR="002D76C7">
        <w:rPr>
          <w:rFonts w:ascii="Times New Roman" w:eastAsia="Times New Roman" w:hAnsi="Times New Roman" w:cs="Times New Roman"/>
          <w:sz w:val="28"/>
          <w:szCs w:val="28"/>
        </w:rPr>
        <w:t>казначейский отдел</w:t>
      </w:r>
      <w:r w:rsidRPr="006A7C1A">
        <w:rPr>
          <w:rFonts w:ascii="Times New Roman" w:eastAsia="Times New Roman" w:hAnsi="Times New Roman" w:cs="Times New Roman"/>
          <w:sz w:val="28"/>
          <w:szCs w:val="28"/>
        </w:rPr>
        <w:t xml:space="preserve"> Финансового управления присваивает учетный номер денежному обязательству.</w:t>
      </w:r>
    </w:p>
    <w:p w:rsidR="001E0ED8" w:rsidRPr="006A7C1A" w:rsidRDefault="00DA2270" w:rsidP="006A7C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A7C1A">
        <w:rPr>
          <w:rFonts w:ascii="Times New Roman" w:eastAsia="Times New Roman" w:hAnsi="Times New Roman" w:cs="Times New Roman"/>
          <w:sz w:val="28"/>
          <w:szCs w:val="28"/>
        </w:rPr>
        <w:t>Учетный номер денежного обязательства имеет следующую структуру, состоящую из девятнадцати разрядов:</w:t>
      </w:r>
    </w:p>
    <w:p w:rsidR="001E0ED8" w:rsidRPr="006A7C1A" w:rsidRDefault="00DA2270" w:rsidP="006A7C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A7C1A">
        <w:rPr>
          <w:rFonts w:ascii="Times New Roman" w:eastAsia="Times New Roman" w:hAnsi="Times New Roman" w:cs="Times New Roman"/>
          <w:sz w:val="28"/>
          <w:szCs w:val="28"/>
        </w:rPr>
        <w:t>с 1 по 16 разряд – учетный номер соответствующего бюджетного обязательства,</w:t>
      </w:r>
    </w:p>
    <w:p w:rsidR="001E0ED8" w:rsidRPr="006A7C1A" w:rsidRDefault="00DA2270" w:rsidP="006A7C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A7C1A">
        <w:rPr>
          <w:rFonts w:ascii="Times New Roman" w:eastAsia="Times New Roman" w:hAnsi="Times New Roman" w:cs="Times New Roman"/>
          <w:sz w:val="28"/>
          <w:szCs w:val="28"/>
        </w:rPr>
        <w:t>с 17 по 19 разряд – порядковый номер денежного обязательства.</w:t>
      </w:r>
    </w:p>
    <w:p w:rsidR="001E0ED8" w:rsidRPr="006A7C1A" w:rsidRDefault="00DA2270" w:rsidP="006A7C1A">
      <w:pPr>
        <w:numPr>
          <w:ilvl w:val="0"/>
          <w:numId w:val="5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A7C1A">
        <w:rPr>
          <w:rFonts w:ascii="Times New Roman" w:eastAsia="Times New Roman" w:hAnsi="Times New Roman" w:cs="Times New Roman"/>
          <w:sz w:val="28"/>
          <w:szCs w:val="28"/>
        </w:rPr>
        <w:t>Принятые на учет денежные обязательства учитываются на соответствующем лицевом счете получателя средств с отражением в Выписке из лицевого счета получателя (иного получателя) средств, представленной в установленном порядке получателю средств.</w:t>
      </w:r>
    </w:p>
    <w:p w:rsidR="001E0ED8" w:rsidRPr="006A7C1A" w:rsidRDefault="001E0ED8" w:rsidP="006A7C1A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E0ED8" w:rsidRPr="006A7C1A" w:rsidRDefault="001E0ED8" w:rsidP="002D76C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E0ED8" w:rsidRPr="006A7C1A" w:rsidRDefault="00DA2270" w:rsidP="002D76C7">
      <w:pPr>
        <w:numPr>
          <w:ilvl w:val="0"/>
          <w:numId w:val="6"/>
        </w:numPr>
        <w:spacing w:after="0" w:line="240" w:lineRule="auto"/>
        <w:ind w:left="1080" w:hanging="72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A7C1A">
        <w:rPr>
          <w:rFonts w:ascii="Times New Roman" w:eastAsia="Times New Roman" w:hAnsi="Times New Roman" w:cs="Times New Roman"/>
          <w:b/>
          <w:sz w:val="28"/>
          <w:szCs w:val="28"/>
        </w:rPr>
        <w:t>Учет бюджетных и денежных обязательств по операциям,</w:t>
      </w:r>
    </w:p>
    <w:p w:rsidR="001E0ED8" w:rsidRPr="006A7C1A" w:rsidRDefault="00DA2270" w:rsidP="002D76C7">
      <w:pPr>
        <w:spacing w:after="0" w:line="240" w:lineRule="auto"/>
        <w:ind w:left="108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A7C1A">
        <w:rPr>
          <w:rFonts w:ascii="Times New Roman" w:eastAsia="Times New Roman" w:hAnsi="Times New Roman" w:cs="Times New Roman"/>
          <w:b/>
          <w:sz w:val="28"/>
          <w:szCs w:val="28"/>
        </w:rPr>
        <w:t>отражаемым на лицевых счетах получателей местного бюджета муниципального образования «</w:t>
      </w:r>
      <w:r w:rsidR="002D76C7">
        <w:rPr>
          <w:rFonts w:ascii="Times New Roman" w:eastAsia="Times New Roman" w:hAnsi="Times New Roman" w:cs="Times New Roman"/>
          <w:b/>
          <w:sz w:val="28"/>
          <w:szCs w:val="28"/>
        </w:rPr>
        <w:t>Угран</w:t>
      </w:r>
      <w:r w:rsidRPr="006A7C1A">
        <w:rPr>
          <w:rFonts w:ascii="Times New Roman" w:eastAsia="Times New Roman" w:hAnsi="Times New Roman" w:cs="Times New Roman"/>
          <w:b/>
          <w:sz w:val="28"/>
          <w:szCs w:val="28"/>
        </w:rPr>
        <w:t xml:space="preserve">ский район» Смоленской области и бюджетов сельских поселений </w:t>
      </w:r>
      <w:r w:rsidR="002D76C7">
        <w:rPr>
          <w:rFonts w:ascii="Times New Roman" w:eastAsia="Times New Roman" w:hAnsi="Times New Roman" w:cs="Times New Roman"/>
          <w:b/>
          <w:sz w:val="28"/>
          <w:szCs w:val="28"/>
        </w:rPr>
        <w:t>Угран</w:t>
      </w:r>
      <w:r w:rsidRPr="006A7C1A">
        <w:rPr>
          <w:rFonts w:ascii="Times New Roman" w:eastAsia="Times New Roman" w:hAnsi="Times New Roman" w:cs="Times New Roman"/>
          <w:b/>
          <w:sz w:val="28"/>
          <w:szCs w:val="28"/>
        </w:rPr>
        <w:t>ского района Смоленской области</w:t>
      </w:r>
      <w:r w:rsidRPr="002D76C7">
        <w:rPr>
          <w:rFonts w:ascii="Times New Roman" w:eastAsia="Times New Roman" w:hAnsi="Times New Roman" w:cs="Times New Roman"/>
          <w:b/>
          <w:sz w:val="28"/>
          <w:szCs w:val="28"/>
        </w:rPr>
        <w:t xml:space="preserve">, </w:t>
      </w:r>
      <w:r w:rsidRPr="006A7C1A">
        <w:rPr>
          <w:rFonts w:ascii="Times New Roman" w:eastAsia="Times New Roman" w:hAnsi="Times New Roman" w:cs="Times New Roman"/>
          <w:b/>
          <w:sz w:val="28"/>
          <w:szCs w:val="28"/>
        </w:rPr>
        <w:t>открытых в Управлении Федерального казначейства по Смоленской области</w:t>
      </w:r>
    </w:p>
    <w:p w:rsidR="001E0ED8" w:rsidRPr="006A7C1A" w:rsidRDefault="001E0ED8" w:rsidP="006A7C1A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E0ED8" w:rsidRDefault="00DA2270" w:rsidP="006A7C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A7C1A">
        <w:rPr>
          <w:rFonts w:ascii="Times New Roman" w:eastAsia="Times New Roman" w:hAnsi="Times New Roman" w:cs="Times New Roman"/>
          <w:sz w:val="28"/>
          <w:szCs w:val="28"/>
        </w:rPr>
        <w:t xml:space="preserve">Учет бюджетных и денежных обязательств по операциям, отражаемым на лицевых счетах получателей средств местного бюджета муниципального </w:t>
      </w:r>
      <w:r w:rsidRPr="006A7C1A">
        <w:rPr>
          <w:rFonts w:ascii="Times New Roman" w:eastAsia="Times New Roman" w:hAnsi="Times New Roman" w:cs="Times New Roman"/>
          <w:sz w:val="28"/>
          <w:szCs w:val="28"/>
        </w:rPr>
        <w:lastRenderedPageBreak/>
        <w:t>образования «</w:t>
      </w:r>
      <w:r w:rsidR="002D76C7" w:rsidRPr="006A7C1A">
        <w:rPr>
          <w:rFonts w:ascii="Times New Roman" w:eastAsia="Times New Roman" w:hAnsi="Times New Roman" w:cs="Times New Roman"/>
          <w:sz w:val="28"/>
          <w:szCs w:val="28"/>
        </w:rPr>
        <w:t>Угран</w:t>
      </w:r>
      <w:r w:rsidRPr="006A7C1A">
        <w:rPr>
          <w:rFonts w:ascii="Times New Roman" w:eastAsia="Times New Roman" w:hAnsi="Times New Roman" w:cs="Times New Roman"/>
          <w:sz w:val="28"/>
          <w:szCs w:val="28"/>
        </w:rPr>
        <w:t xml:space="preserve">ский район» Смоленской области и бюджетов сельских поселений </w:t>
      </w:r>
      <w:r w:rsidR="002D76C7" w:rsidRPr="006A7C1A">
        <w:rPr>
          <w:rFonts w:ascii="Times New Roman" w:eastAsia="Times New Roman" w:hAnsi="Times New Roman" w:cs="Times New Roman"/>
          <w:sz w:val="28"/>
          <w:szCs w:val="28"/>
        </w:rPr>
        <w:t>Угран</w:t>
      </w:r>
      <w:r w:rsidRPr="006A7C1A">
        <w:rPr>
          <w:rFonts w:ascii="Times New Roman" w:eastAsia="Times New Roman" w:hAnsi="Times New Roman" w:cs="Times New Roman"/>
          <w:sz w:val="28"/>
          <w:szCs w:val="28"/>
        </w:rPr>
        <w:t>ского района Смоленской области, открытых в Управлении Федерального казначейства по Смоленской области, осуществляется в соответствии с приказом Министерства финансов Российской Федерации  от 30.12.2015 № 22</w:t>
      </w:r>
    </w:p>
    <w:p w:rsidR="002D76C7" w:rsidRDefault="002D76C7" w:rsidP="006A7C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D76C7" w:rsidRDefault="002D76C7" w:rsidP="006A7C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D76C7" w:rsidRDefault="002D76C7" w:rsidP="006A7C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D76C7" w:rsidRDefault="002D76C7" w:rsidP="006A7C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D76C7" w:rsidRDefault="002D76C7" w:rsidP="006A7C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D76C7" w:rsidRDefault="002D76C7" w:rsidP="006A7C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D76C7" w:rsidRDefault="002D76C7" w:rsidP="006A7C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D76C7" w:rsidRDefault="002D76C7" w:rsidP="006A7C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D76C7" w:rsidRDefault="002D76C7" w:rsidP="006A7C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D76C7" w:rsidRDefault="002D76C7" w:rsidP="006A7C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D76C7" w:rsidRDefault="002D76C7" w:rsidP="006A7C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D76C7" w:rsidRDefault="002D76C7" w:rsidP="006A7C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D76C7" w:rsidRDefault="002D76C7" w:rsidP="006A7C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D76C7" w:rsidRDefault="002D76C7" w:rsidP="006A7C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D76C7" w:rsidRDefault="002D76C7" w:rsidP="006A7C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D76C7" w:rsidRDefault="002D76C7" w:rsidP="006A7C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D76C7" w:rsidRDefault="002D76C7" w:rsidP="006A7C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D76C7" w:rsidRDefault="002D76C7" w:rsidP="006A7C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D76C7" w:rsidRDefault="002D76C7" w:rsidP="006A7C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D76C7" w:rsidRDefault="002D76C7" w:rsidP="006A7C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D76C7" w:rsidRDefault="002D76C7" w:rsidP="006A7C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D76C7" w:rsidRDefault="002D76C7" w:rsidP="006A7C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D76C7" w:rsidRDefault="002D76C7" w:rsidP="006A7C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D76C7" w:rsidRDefault="002D76C7" w:rsidP="006A7C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D76C7" w:rsidRDefault="002D76C7" w:rsidP="006A7C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A640F" w:rsidRDefault="006A640F" w:rsidP="006A7C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A640F" w:rsidRDefault="006A640F" w:rsidP="006A7C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A640F" w:rsidRDefault="006A640F" w:rsidP="006A7C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A640F" w:rsidRDefault="006A640F" w:rsidP="006A7C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A640F" w:rsidRDefault="006A640F" w:rsidP="006A7C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A640F" w:rsidRDefault="006A640F" w:rsidP="006A7C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A640F" w:rsidRDefault="006A640F" w:rsidP="006A7C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A640F" w:rsidRDefault="006A640F" w:rsidP="006A7C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A640F" w:rsidRDefault="006A640F" w:rsidP="006A7C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A640F" w:rsidRDefault="006A640F" w:rsidP="006A7C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A640F" w:rsidRDefault="006A640F" w:rsidP="006A7C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A640F" w:rsidRDefault="006A640F" w:rsidP="006A7C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A640F" w:rsidRDefault="006A640F" w:rsidP="006A7C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A640F" w:rsidRDefault="006A640F" w:rsidP="006A7C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A640F" w:rsidRPr="006A7C1A" w:rsidRDefault="006A640F" w:rsidP="006A7C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Ind w:w="5920" w:type="dxa"/>
        <w:tblCellMar>
          <w:left w:w="10" w:type="dxa"/>
          <w:right w:w="10" w:type="dxa"/>
        </w:tblCellMar>
        <w:tblLook w:val="04A0"/>
      </w:tblPr>
      <w:tblGrid>
        <w:gridCol w:w="3651"/>
      </w:tblGrid>
      <w:tr w:rsidR="001E0ED8" w:rsidRPr="006A7C1A">
        <w:trPr>
          <w:trHeight w:val="1440"/>
        </w:trPr>
        <w:tc>
          <w:tcPr>
            <w:tcW w:w="45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0ED8" w:rsidRPr="00BB0723" w:rsidRDefault="00DA2270" w:rsidP="006A7C1A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</w:rPr>
            </w:pPr>
            <w:r w:rsidRPr="006A7C1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      </w:t>
            </w:r>
            <w:r w:rsidRPr="00BB0723">
              <w:rPr>
                <w:rFonts w:ascii="Times New Roman" w:eastAsia="Times New Roman" w:hAnsi="Times New Roman" w:cs="Times New Roman"/>
              </w:rPr>
              <w:t>Приложение № 1</w:t>
            </w:r>
          </w:p>
          <w:p w:rsidR="006A640F" w:rsidRDefault="00DA2270" w:rsidP="006A7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B0723">
              <w:rPr>
                <w:rFonts w:ascii="Times New Roman" w:eastAsia="Times New Roman" w:hAnsi="Times New Roman" w:cs="Times New Roman"/>
              </w:rPr>
              <w:t>к Порядку учета  бюджетных и денежных    обязательств получателей средств местного бюджета муниципального образования «</w:t>
            </w:r>
            <w:r w:rsidR="002D76C7" w:rsidRPr="00BB0723">
              <w:rPr>
                <w:rFonts w:ascii="Times New Roman" w:eastAsia="Times New Roman" w:hAnsi="Times New Roman" w:cs="Times New Roman"/>
              </w:rPr>
              <w:t>Угран</w:t>
            </w:r>
            <w:r w:rsidRPr="00BB0723">
              <w:rPr>
                <w:rFonts w:ascii="Times New Roman" w:eastAsia="Times New Roman" w:hAnsi="Times New Roman" w:cs="Times New Roman"/>
              </w:rPr>
              <w:t xml:space="preserve">ский район» Смоленской области </w:t>
            </w:r>
          </w:p>
          <w:p w:rsidR="001E0ED8" w:rsidRPr="00BB0723" w:rsidRDefault="00DA2270" w:rsidP="006A7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B0723">
              <w:rPr>
                <w:rFonts w:ascii="Times New Roman" w:eastAsia="Times New Roman" w:hAnsi="Times New Roman" w:cs="Times New Roman"/>
              </w:rPr>
              <w:t xml:space="preserve">и бюджетов сельских поселений </w:t>
            </w:r>
            <w:r w:rsidR="002D76C7" w:rsidRPr="00BB0723">
              <w:rPr>
                <w:rFonts w:ascii="Times New Roman" w:eastAsia="Times New Roman" w:hAnsi="Times New Roman" w:cs="Times New Roman"/>
              </w:rPr>
              <w:t>Угран</w:t>
            </w:r>
            <w:r w:rsidRPr="00BB0723">
              <w:rPr>
                <w:rFonts w:ascii="Times New Roman" w:eastAsia="Times New Roman" w:hAnsi="Times New Roman" w:cs="Times New Roman"/>
              </w:rPr>
              <w:t>ского района Смоленской области</w:t>
            </w:r>
          </w:p>
          <w:p w:rsidR="001E0ED8" w:rsidRPr="006A7C1A" w:rsidRDefault="00DA2270" w:rsidP="006A7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B0723">
              <w:rPr>
                <w:rFonts w:ascii="Times New Roman" w:eastAsia="Times New Roman" w:hAnsi="Times New Roman" w:cs="Times New Roman"/>
              </w:rPr>
              <w:t>Форма</w:t>
            </w:r>
          </w:p>
          <w:p w:rsidR="001E0ED8" w:rsidRPr="006A7C1A" w:rsidRDefault="001E0ED8" w:rsidP="006A7C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E0ED8" w:rsidRPr="00BB0723" w:rsidRDefault="00DA2270" w:rsidP="002D76C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B0723">
        <w:rPr>
          <w:rFonts w:ascii="Times New Roman" w:eastAsia="Times New Roman" w:hAnsi="Times New Roman" w:cs="Times New Roman"/>
          <w:b/>
          <w:sz w:val="24"/>
          <w:szCs w:val="24"/>
        </w:rPr>
        <w:t>СВЕДЕНИЯ №</w:t>
      </w:r>
      <w:r w:rsidRPr="00BB0723">
        <w:rPr>
          <w:rFonts w:ascii="Times New Roman" w:eastAsia="Times New Roman" w:hAnsi="Times New Roman" w:cs="Times New Roman"/>
          <w:sz w:val="24"/>
          <w:szCs w:val="24"/>
        </w:rPr>
        <w:t xml:space="preserve"> _______</w:t>
      </w:r>
    </w:p>
    <w:p w:rsidR="001E0ED8" w:rsidRPr="00BB0723" w:rsidRDefault="00DA2270" w:rsidP="002D76C7">
      <w:pPr>
        <w:spacing w:after="0" w:line="240" w:lineRule="auto"/>
        <w:jc w:val="center"/>
        <w:rPr>
          <w:rFonts w:ascii="Times New Roman" w:eastAsia="Courier New" w:hAnsi="Times New Roman" w:cs="Times New Roman"/>
          <w:b/>
          <w:sz w:val="24"/>
          <w:szCs w:val="24"/>
        </w:rPr>
      </w:pPr>
      <w:r w:rsidRPr="00BB0723">
        <w:rPr>
          <w:rFonts w:ascii="Times New Roman" w:eastAsia="Times New Roman" w:hAnsi="Times New Roman" w:cs="Times New Roman"/>
          <w:b/>
          <w:sz w:val="24"/>
          <w:szCs w:val="24"/>
        </w:rPr>
        <w:t>о принятом бюджетном обязательстве</w:t>
      </w:r>
    </w:p>
    <w:p w:rsidR="001E0ED8" w:rsidRPr="00BB0723" w:rsidRDefault="00DA2270" w:rsidP="006A7C1A">
      <w:pPr>
        <w:spacing w:after="0" w:line="240" w:lineRule="auto"/>
        <w:jc w:val="both"/>
        <w:rPr>
          <w:rFonts w:ascii="Times New Roman" w:eastAsia="Courier New" w:hAnsi="Times New Roman" w:cs="Times New Roman"/>
          <w:sz w:val="24"/>
          <w:szCs w:val="24"/>
        </w:rPr>
      </w:pPr>
      <w:r w:rsidRPr="00BB0723">
        <w:rPr>
          <w:rFonts w:ascii="Times New Roman" w:eastAsia="Times New Roman" w:hAnsi="Times New Roman" w:cs="Times New Roman"/>
          <w:sz w:val="24"/>
          <w:szCs w:val="24"/>
        </w:rPr>
        <w:t>от  «___» ______ 20___ г.</w:t>
      </w:r>
    </w:p>
    <w:p w:rsidR="001E0ED8" w:rsidRPr="00BB0723" w:rsidRDefault="00DA2270" w:rsidP="00411D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B0723">
        <w:rPr>
          <w:rFonts w:ascii="Times New Roman" w:eastAsia="Times New Roman" w:hAnsi="Times New Roman" w:cs="Times New Roman"/>
          <w:sz w:val="24"/>
          <w:szCs w:val="24"/>
        </w:rPr>
        <w:t>Наименование</w:t>
      </w:r>
      <w:r w:rsidR="00411D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B0723">
        <w:rPr>
          <w:rFonts w:ascii="Times New Roman" w:eastAsia="Times New Roman" w:hAnsi="Times New Roman" w:cs="Times New Roman"/>
          <w:sz w:val="24"/>
          <w:szCs w:val="24"/>
        </w:rPr>
        <w:t>финансового</w:t>
      </w:r>
      <w:r w:rsidR="00411D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B0723">
        <w:rPr>
          <w:rFonts w:ascii="Times New Roman" w:eastAsia="Times New Roman" w:hAnsi="Times New Roman" w:cs="Times New Roman"/>
          <w:sz w:val="24"/>
          <w:szCs w:val="24"/>
        </w:rPr>
        <w:t>органа Смоленской области_________________________________________</w:t>
      </w:r>
      <w:r w:rsidR="00411D5C">
        <w:rPr>
          <w:rFonts w:ascii="Times New Roman" w:eastAsia="Times New Roman" w:hAnsi="Times New Roman" w:cs="Times New Roman"/>
          <w:sz w:val="24"/>
          <w:szCs w:val="24"/>
        </w:rPr>
        <w:t>___________________</w:t>
      </w:r>
      <w:r w:rsidRPr="00BB0723">
        <w:rPr>
          <w:rFonts w:ascii="Times New Roman" w:eastAsia="Times New Roman" w:hAnsi="Times New Roman" w:cs="Times New Roman"/>
          <w:sz w:val="24"/>
          <w:szCs w:val="24"/>
        </w:rPr>
        <w:t xml:space="preserve">___________                                                                                              </w:t>
      </w:r>
    </w:p>
    <w:p w:rsidR="001E0ED8" w:rsidRPr="00BB0723" w:rsidRDefault="00DA2270" w:rsidP="00411D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0723">
        <w:rPr>
          <w:rFonts w:ascii="Times New Roman" w:eastAsia="Times New Roman" w:hAnsi="Times New Roman" w:cs="Times New Roman"/>
          <w:sz w:val="24"/>
          <w:szCs w:val="24"/>
        </w:rPr>
        <w:t xml:space="preserve">Получатель </w:t>
      </w:r>
      <w:r w:rsidR="00411D5C">
        <w:rPr>
          <w:rFonts w:ascii="Times New Roman" w:eastAsia="Times New Roman" w:hAnsi="Times New Roman" w:cs="Times New Roman"/>
          <w:sz w:val="24"/>
          <w:szCs w:val="24"/>
        </w:rPr>
        <w:t>средств ____________________________________________________________</w:t>
      </w:r>
      <w:r w:rsidRPr="00BB0723"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</w:p>
    <w:p w:rsidR="001E0ED8" w:rsidRPr="00BB0723" w:rsidRDefault="00DA2270" w:rsidP="00411D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B0723">
        <w:rPr>
          <w:rFonts w:ascii="Times New Roman" w:eastAsia="Times New Roman" w:hAnsi="Times New Roman" w:cs="Times New Roman"/>
          <w:sz w:val="24"/>
          <w:szCs w:val="24"/>
        </w:rPr>
        <w:t>Главный распорядитель (распорядитель) бюджетных средств_________________________________________</w:t>
      </w:r>
      <w:r w:rsidR="00411D5C">
        <w:rPr>
          <w:rFonts w:ascii="Times New Roman" w:eastAsia="Times New Roman" w:hAnsi="Times New Roman" w:cs="Times New Roman"/>
          <w:sz w:val="24"/>
          <w:szCs w:val="24"/>
        </w:rPr>
        <w:t>__________________</w:t>
      </w:r>
      <w:r w:rsidRPr="00BB0723">
        <w:rPr>
          <w:rFonts w:ascii="Times New Roman" w:eastAsia="Times New Roman" w:hAnsi="Times New Roman" w:cs="Times New Roman"/>
          <w:sz w:val="24"/>
          <w:szCs w:val="24"/>
        </w:rPr>
        <w:t>____</w:t>
      </w:r>
      <w:r w:rsidR="00411D5C">
        <w:rPr>
          <w:rFonts w:ascii="Times New Roman" w:eastAsia="Times New Roman" w:hAnsi="Times New Roman" w:cs="Times New Roman"/>
          <w:sz w:val="24"/>
          <w:szCs w:val="24"/>
        </w:rPr>
        <w:t>_____</w:t>
      </w:r>
      <w:r w:rsidRPr="00BB0723">
        <w:rPr>
          <w:rFonts w:ascii="Times New Roman" w:eastAsia="Times New Roman" w:hAnsi="Times New Roman" w:cs="Times New Roman"/>
          <w:sz w:val="24"/>
          <w:szCs w:val="24"/>
        </w:rPr>
        <w:t xml:space="preserve">___ </w:t>
      </w:r>
    </w:p>
    <w:p w:rsidR="001E0ED8" w:rsidRPr="00BB0723" w:rsidRDefault="00DA2270" w:rsidP="00411D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B0723">
        <w:rPr>
          <w:rFonts w:ascii="Times New Roman" w:eastAsia="Times New Roman" w:hAnsi="Times New Roman" w:cs="Times New Roman"/>
          <w:sz w:val="24"/>
          <w:szCs w:val="24"/>
        </w:rPr>
        <w:t>Номер лицевого счета получателя бюджетных  средств________________________________________</w:t>
      </w:r>
      <w:r w:rsidR="00411D5C">
        <w:rPr>
          <w:rFonts w:ascii="Times New Roman" w:eastAsia="Times New Roman" w:hAnsi="Times New Roman" w:cs="Times New Roman"/>
          <w:sz w:val="24"/>
          <w:szCs w:val="24"/>
        </w:rPr>
        <w:t>__________________</w:t>
      </w:r>
      <w:r w:rsidRPr="00BB0723">
        <w:rPr>
          <w:rFonts w:ascii="Times New Roman" w:eastAsia="Times New Roman" w:hAnsi="Times New Roman" w:cs="Times New Roman"/>
          <w:sz w:val="24"/>
          <w:szCs w:val="24"/>
        </w:rPr>
        <w:t xml:space="preserve">_____________                                                                </w:t>
      </w:r>
    </w:p>
    <w:p w:rsidR="001E0ED8" w:rsidRPr="00BB0723" w:rsidRDefault="00DA2270" w:rsidP="00411D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0723">
        <w:rPr>
          <w:rFonts w:ascii="Times New Roman" w:eastAsia="Times New Roman" w:hAnsi="Times New Roman" w:cs="Times New Roman"/>
          <w:sz w:val="24"/>
          <w:szCs w:val="24"/>
        </w:rPr>
        <w:t xml:space="preserve">Наименование бюджета______________________________________________________________________                                                                                   </w:t>
      </w:r>
    </w:p>
    <w:p w:rsidR="001E0ED8" w:rsidRPr="00BB0723" w:rsidRDefault="00DA2270" w:rsidP="006A7C1A">
      <w:pPr>
        <w:spacing w:after="0" w:line="240" w:lineRule="auto"/>
        <w:jc w:val="both"/>
        <w:rPr>
          <w:rFonts w:ascii="Times New Roman" w:eastAsia="Courier New" w:hAnsi="Times New Roman" w:cs="Times New Roman"/>
          <w:sz w:val="24"/>
          <w:szCs w:val="24"/>
        </w:rPr>
      </w:pPr>
      <w:r w:rsidRPr="00BB0723">
        <w:rPr>
          <w:rFonts w:ascii="Times New Roman" w:eastAsia="Times New Roman" w:hAnsi="Times New Roman" w:cs="Times New Roman"/>
          <w:sz w:val="24"/>
          <w:szCs w:val="24"/>
        </w:rPr>
        <w:t xml:space="preserve">Единица измерения: руб.                                                      </w:t>
      </w:r>
      <w:r w:rsidRPr="00BB0723">
        <w:rPr>
          <w:rFonts w:ascii="Times New Roman" w:eastAsia="Courier New" w:hAnsi="Times New Roman" w:cs="Times New Roman"/>
          <w:sz w:val="24"/>
          <w:szCs w:val="24"/>
        </w:rPr>
        <w:t xml:space="preserve">                  </w:t>
      </w:r>
    </w:p>
    <w:p w:rsidR="001E0ED8" w:rsidRPr="00BB0723" w:rsidRDefault="001E0ED8" w:rsidP="006A7C1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E0ED8" w:rsidRPr="00BB0723" w:rsidRDefault="00DA2270" w:rsidP="006A7C1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B0723">
        <w:rPr>
          <w:rFonts w:ascii="Times New Roman" w:eastAsia="Times New Roman" w:hAnsi="Times New Roman" w:cs="Times New Roman"/>
          <w:b/>
          <w:sz w:val="24"/>
          <w:szCs w:val="24"/>
        </w:rPr>
        <w:t>Раздел 1. Реквизиты государственного контракта (иного документа)</w:t>
      </w:r>
    </w:p>
    <w:tbl>
      <w:tblPr>
        <w:tblW w:w="0" w:type="auto"/>
        <w:tblInd w:w="75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836"/>
        <w:gridCol w:w="744"/>
        <w:gridCol w:w="1919"/>
        <w:gridCol w:w="1872"/>
        <w:gridCol w:w="1065"/>
        <w:gridCol w:w="1360"/>
        <w:gridCol w:w="1632"/>
      </w:tblGrid>
      <w:tr w:rsidR="001E0ED8" w:rsidRPr="00BB0723" w:rsidTr="00411D5C">
        <w:trPr>
          <w:trHeight w:val="400"/>
        </w:trPr>
        <w:tc>
          <w:tcPr>
            <w:tcW w:w="8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1E0ED8" w:rsidRPr="00BB0723" w:rsidRDefault="001E0ED8" w:rsidP="006A7C1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E0ED8" w:rsidRPr="00BB0723" w:rsidRDefault="001E0ED8" w:rsidP="006A7C1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E0ED8" w:rsidRPr="00BB0723" w:rsidRDefault="00DA2270" w:rsidP="006A7C1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0723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7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1E0ED8" w:rsidRPr="00BB0723" w:rsidRDefault="001E0ED8" w:rsidP="006A7C1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E0ED8" w:rsidRPr="00BB0723" w:rsidRDefault="001E0ED8" w:rsidP="006A7C1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E0ED8" w:rsidRPr="00BB0723" w:rsidRDefault="00DA2270" w:rsidP="006A7C1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0723">
              <w:rPr>
                <w:rFonts w:ascii="Times New Roman" w:eastAsia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9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1E0ED8" w:rsidRPr="00BB0723" w:rsidRDefault="001E0ED8" w:rsidP="006A7C1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E0ED8" w:rsidRPr="00BB0723" w:rsidRDefault="00DA2270" w:rsidP="006A7C1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0723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 по муниципальному контракту (при наличии)</w:t>
            </w:r>
          </w:p>
        </w:tc>
        <w:tc>
          <w:tcPr>
            <w:tcW w:w="18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1E0ED8" w:rsidRPr="00BB0723" w:rsidRDefault="001E0ED8" w:rsidP="006A7C1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E0ED8" w:rsidRPr="00BB0723" w:rsidRDefault="00DA2270" w:rsidP="006A7C1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0723">
              <w:rPr>
                <w:rFonts w:ascii="Times New Roman" w:eastAsia="Times New Roman" w:hAnsi="Times New Roman" w:cs="Times New Roman"/>
                <w:sz w:val="24"/>
                <w:szCs w:val="24"/>
              </w:rPr>
              <w:t>Уникальный номер реестровой записи в реестре контрактов</w:t>
            </w:r>
          </w:p>
        </w:tc>
        <w:tc>
          <w:tcPr>
            <w:tcW w:w="10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1E0ED8" w:rsidRPr="00BB0723" w:rsidRDefault="001E0ED8" w:rsidP="006A7C1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E0ED8" w:rsidRPr="00BB0723" w:rsidRDefault="001E0ED8" w:rsidP="006A7C1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E0ED8" w:rsidRPr="00BB0723" w:rsidRDefault="00DA2270" w:rsidP="006A7C1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07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Сумма </w:t>
            </w:r>
          </w:p>
          <w:p w:rsidR="001E0ED8" w:rsidRPr="00BB0723" w:rsidRDefault="001E0ED8" w:rsidP="006A7C1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1E0ED8" w:rsidRPr="00BB0723" w:rsidRDefault="00DA2270" w:rsidP="006A7C1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0723">
              <w:rPr>
                <w:rFonts w:ascii="Times New Roman" w:eastAsia="Times New Roman" w:hAnsi="Times New Roman" w:cs="Times New Roman"/>
                <w:sz w:val="24"/>
                <w:szCs w:val="24"/>
              </w:rPr>
              <w:t>Авансовый платеж</w:t>
            </w:r>
          </w:p>
        </w:tc>
      </w:tr>
      <w:tr w:rsidR="001E0ED8" w:rsidRPr="00BB0723" w:rsidTr="00411D5C">
        <w:trPr>
          <w:trHeight w:val="800"/>
        </w:trPr>
        <w:tc>
          <w:tcPr>
            <w:tcW w:w="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1E0ED8" w:rsidRPr="00BB0723" w:rsidRDefault="001E0ED8" w:rsidP="006A7C1A">
            <w:pPr>
              <w:spacing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1E0ED8" w:rsidRPr="00BB0723" w:rsidRDefault="001E0ED8" w:rsidP="006A7C1A">
            <w:pPr>
              <w:spacing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1E0ED8" w:rsidRPr="00BB0723" w:rsidRDefault="001E0ED8" w:rsidP="006A7C1A">
            <w:pPr>
              <w:spacing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1E0ED8" w:rsidRPr="00BB0723" w:rsidRDefault="001E0ED8" w:rsidP="006A7C1A">
            <w:pPr>
              <w:spacing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1E0ED8" w:rsidRPr="00BB0723" w:rsidRDefault="001E0ED8" w:rsidP="006A7C1A">
            <w:pPr>
              <w:spacing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1E0ED8" w:rsidRPr="00BB0723" w:rsidRDefault="00DA2270" w:rsidP="006A7C1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07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процент от  </w:t>
            </w:r>
            <w:r w:rsidRPr="00BB072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общей суммы </w:t>
            </w:r>
            <w:r w:rsidRPr="00BB072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обязательства</w:t>
            </w:r>
          </w:p>
        </w:tc>
        <w:tc>
          <w:tcPr>
            <w:tcW w:w="1632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1E0ED8" w:rsidRPr="00BB0723" w:rsidRDefault="00DA2270" w:rsidP="006A7C1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0723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</w:t>
            </w:r>
            <w:r w:rsidRPr="00BB072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авансового</w:t>
            </w:r>
            <w:r w:rsidRPr="00BB072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 платежа</w:t>
            </w:r>
          </w:p>
        </w:tc>
      </w:tr>
      <w:tr w:rsidR="001E0ED8" w:rsidRPr="00BB0723" w:rsidTr="00411D5C">
        <w:trPr>
          <w:trHeight w:val="1"/>
        </w:trPr>
        <w:tc>
          <w:tcPr>
            <w:tcW w:w="83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1E0ED8" w:rsidRPr="00BB0723" w:rsidRDefault="00DA2270" w:rsidP="006A7C1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072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44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1E0ED8" w:rsidRPr="00BB0723" w:rsidRDefault="00DA2270" w:rsidP="006A7C1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072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19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1E0ED8" w:rsidRPr="00BB0723" w:rsidRDefault="00DA2270" w:rsidP="006A7C1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072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72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1E0ED8" w:rsidRPr="00BB0723" w:rsidRDefault="00DA2270" w:rsidP="006A7C1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0723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65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1E0ED8" w:rsidRPr="00BB0723" w:rsidRDefault="00DA2270" w:rsidP="006A7C1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072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60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1E0ED8" w:rsidRPr="00BB0723" w:rsidRDefault="00DA2270" w:rsidP="006A7C1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0723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32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1E0ED8" w:rsidRPr="00BB0723" w:rsidRDefault="00DA2270" w:rsidP="006A7C1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0723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1E0ED8" w:rsidRPr="00BB0723" w:rsidTr="00411D5C">
        <w:trPr>
          <w:trHeight w:val="1"/>
        </w:trPr>
        <w:tc>
          <w:tcPr>
            <w:tcW w:w="83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1E0ED8" w:rsidRPr="00BB0723" w:rsidRDefault="001E0ED8" w:rsidP="006A7C1A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44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1E0ED8" w:rsidRPr="00BB0723" w:rsidRDefault="001E0ED8" w:rsidP="006A7C1A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19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1E0ED8" w:rsidRPr="00BB0723" w:rsidRDefault="001E0ED8" w:rsidP="006A7C1A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1E0ED8" w:rsidRPr="00BB0723" w:rsidRDefault="001E0ED8" w:rsidP="006A7C1A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1E0ED8" w:rsidRPr="00BB0723" w:rsidRDefault="001E0ED8" w:rsidP="006A7C1A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1E0ED8" w:rsidRPr="00BB0723" w:rsidRDefault="001E0ED8" w:rsidP="006A7C1A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2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1E0ED8" w:rsidRPr="00BB0723" w:rsidRDefault="001E0ED8" w:rsidP="006A7C1A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1E0ED8" w:rsidRPr="00BB0723" w:rsidRDefault="001E0ED8" w:rsidP="006A7C1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E0ED8" w:rsidRPr="00BB0723" w:rsidRDefault="00DA2270" w:rsidP="006A7C1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B0723">
        <w:rPr>
          <w:rFonts w:ascii="Times New Roman" w:eastAsia="Times New Roman" w:hAnsi="Times New Roman" w:cs="Times New Roman"/>
          <w:b/>
          <w:sz w:val="24"/>
          <w:szCs w:val="24"/>
        </w:rPr>
        <w:t>Раздел 2. Реквизиты контрагента</w:t>
      </w:r>
    </w:p>
    <w:tbl>
      <w:tblPr>
        <w:tblW w:w="0" w:type="auto"/>
        <w:tblInd w:w="75" w:type="dxa"/>
        <w:tblCellMar>
          <w:left w:w="10" w:type="dxa"/>
          <w:right w:w="10" w:type="dxa"/>
        </w:tblCellMar>
        <w:tblLook w:val="04A0"/>
      </w:tblPr>
      <w:tblGrid>
        <w:gridCol w:w="1760"/>
        <w:gridCol w:w="856"/>
        <w:gridCol w:w="851"/>
        <w:gridCol w:w="1829"/>
        <w:gridCol w:w="1647"/>
        <w:gridCol w:w="882"/>
        <w:gridCol w:w="1603"/>
      </w:tblGrid>
      <w:tr w:rsidR="001E0ED8" w:rsidRPr="00BB0723">
        <w:trPr>
          <w:trHeight w:val="1410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1E0ED8" w:rsidRPr="00BB0723" w:rsidRDefault="001E0ED8" w:rsidP="006A7C1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E0ED8" w:rsidRPr="00BB0723" w:rsidRDefault="001E0ED8" w:rsidP="006A7C1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E0ED8" w:rsidRPr="00BB0723" w:rsidRDefault="00DA2270" w:rsidP="006A7C1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0723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1E0ED8" w:rsidRPr="00BB0723" w:rsidRDefault="001E0ED8" w:rsidP="006A7C1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E0ED8" w:rsidRPr="00BB0723" w:rsidRDefault="001E0ED8" w:rsidP="006A7C1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E0ED8" w:rsidRPr="00BB0723" w:rsidRDefault="00DA2270" w:rsidP="006A7C1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0723">
              <w:rPr>
                <w:rFonts w:ascii="Times New Roman" w:eastAsia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1E0ED8" w:rsidRPr="00BB0723" w:rsidRDefault="001E0ED8" w:rsidP="006A7C1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E0ED8" w:rsidRPr="00BB0723" w:rsidRDefault="001E0ED8" w:rsidP="006A7C1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E0ED8" w:rsidRPr="00BB0723" w:rsidRDefault="00DA2270" w:rsidP="006A7C1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0723">
              <w:rPr>
                <w:rFonts w:ascii="Times New Roman" w:eastAsia="Times New Roman" w:hAnsi="Times New Roman" w:cs="Times New Roman"/>
                <w:sz w:val="24"/>
                <w:szCs w:val="24"/>
              </w:rPr>
              <w:t>КПП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1E0ED8" w:rsidRPr="00BB0723" w:rsidRDefault="001E0ED8" w:rsidP="006A7C1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E0ED8" w:rsidRPr="00BB0723" w:rsidRDefault="00DA2270" w:rsidP="006A7C1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0723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</w:t>
            </w:r>
            <w:r w:rsidRPr="00BB072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банковского</w:t>
            </w:r>
            <w:r w:rsidRPr="00BB072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счета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1E0ED8" w:rsidRPr="00BB0723" w:rsidRDefault="001E0ED8" w:rsidP="006A7C1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E0ED8" w:rsidRPr="00BB0723" w:rsidRDefault="00DA2270" w:rsidP="006A7C1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07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 </w:t>
            </w:r>
            <w:r w:rsidRPr="00BB072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банка</w:t>
            </w:r>
          </w:p>
          <w:p w:rsidR="001E0ED8" w:rsidRPr="00BB0723" w:rsidRDefault="001E0ED8" w:rsidP="006A7C1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1E0ED8" w:rsidRPr="00BB0723" w:rsidRDefault="001E0ED8" w:rsidP="006A7C1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E0ED8" w:rsidRPr="00BB0723" w:rsidRDefault="00DA2270" w:rsidP="006A7C1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07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БИК </w:t>
            </w:r>
            <w:r w:rsidRPr="00BB072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банка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1E0ED8" w:rsidRPr="00BB0723" w:rsidRDefault="001E0ED8" w:rsidP="006A7C1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E0ED8" w:rsidRPr="00BB0723" w:rsidRDefault="00DA2270" w:rsidP="006A7C1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0723">
              <w:rPr>
                <w:rFonts w:ascii="Times New Roman" w:eastAsia="Times New Roman" w:hAnsi="Times New Roman" w:cs="Times New Roman"/>
                <w:sz w:val="24"/>
                <w:szCs w:val="24"/>
              </w:rPr>
              <w:t>Коррес-</w:t>
            </w:r>
            <w:r w:rsidRPr="00BB072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пондентский</w:t>
            </w:r>
            <w:r w:rsidRPr="00BB072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счет</w:t>
            </w:r>
            <w:r w:rsidRPr="00BB072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банка</w:t>
            </w:r>
          </w:p>
        </w:tc>
      </w:tr>
      <w:tr w:rsidR="001E0ED8" w:rsidRPr="00BB0723">
        <w:trPr>
          <w:trHeight w:val="191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1E0ED8" w:rsidRPr="00BB0723" w:rsidRDefault="00DA2270" w:rsidP="006A7C1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072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1E0ED8" w:rsidRPr="00BB0723" w:rsidRDefault="00DA2270" w:rsidP="006A7C1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072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1E0ED8" w:rsidRPr="00BB0723" w:rsidRDefault="00DA2270" w:rsidP="006A7C1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072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1E0ED8" w:rsidRPr="00BB0723" w:rsidRDefault="00DA2270" w:rsidP="006A7C1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0723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1E0ED8" w:rsidRPr="00BB0723" w:rsidRDefault="00DA2270" w:rsidP="006A7C1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072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1E0ED8" w:rsidRPr="00BB0723" w:rsidRDefault="00DA2270" w:rsidP="006A7C1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0723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1E0ED8" w:rsidRPr="00BB0723" w:rsidRDefault="00DA2270" w:rsidP="006A7C1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0723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1E0ED8" w:rsidRPr="00BB0723">
        <w:trPr>
          <w:trHeight w:val="337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1E0ED8" w:rsidRPr="00BB0723" w:rsidRDefault="001E0ED8" w:rsidP="006A7C1A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1E0ED8" w:rsidRPr="00BB0723" w:rsidRDefault="001E0ED8" w:rsidP="006A7C1A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1E0ED8" w:rsidRPr="00BB0723" w:rsidRDefault="001E0ED8" w:rsidP="006A7C1A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1E0ED8" w:rsidRPr="00BB0723" w:rsidRDefault="001E0ED8" w:rsidP="006A7C1A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1E0ED8" w:rsidRPr="00BB0723" w:rsidRDefault="001E0ED8" w:rsidP="006A7C1A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1E0ED8" w:rsidRPr="00BB0723" w:rsidRDefault="001E0ED8" w:rsidP="006A7C1A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1E0ED8" w:rsidRPr="00BB0723" w:rsidRDefault="001E0ED8" w:rsidP="006A7C1A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1E0ED8" w:rsidRPr="00BB0723" w:rsidRDefault="001E0ED8" w:rsidP="006A7C1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E0ED8" w:rsidRPr="00BB0723" w:rsidRDefault="00DA2270" w:rsidP="006A7C1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B0723">
        <w:rPr>
          <w:rFonts w:ascii="Times New Roman" w:eastAsia="Times New Roman" w:hAnsi="Times New Roman" w:cs="Times New Roman"/>
          <w:b/>
          <w:sz w:val="24"/>
          <w:szCs w:val="24"/>
        </w:rPr>
        <w:t>Раздел 3. Расшифровка обязательства</w:t>
      </w:r>
    </w:p>
    <w:tbl>
      <w:tblPr>
        <w:tblW w:w="0" w:type="auto"/>
        <w:tblInd w:w="108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518"/>
        <w:gridCol w:w="592"/>
        <w:gridCol w:w="1545"/>
        <w:gridCol w:w="1199"/>
        <w:gridCol w:w="1199"/>
        <w:gridCol w:w="1452"/>
        <w:gridCol w:w="1847"/>
        <w:gridCol w:w="1111"/>
      </w:tblGrid>
      <w:tr w:rsidR="001E0ED8" w:rsidRPr="00BB0723" w:rsidTr="00411D5C">
        <w:trPr>
          <w:trHeight w:val="660"/>
        </w:trPr>
        <w:tc>
          <w:tcPr>
            <w:tcW w:w="5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0ED8" w:rsidRPr="00BB0723" w:rsidRDefault="00DA2270" w:rsidP="006A7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07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</w:t>
            </w:r>
          </w:p>
          <w:p w:rsidR="001E0ED8" w:rsidRPr="00BB0723" w:rsidRDefault="00DA2270" w:rsidP="006A7C1A">
            <w:pPr>
              <w:tabs>
                <w:tab w:val="right" w:pos="42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0723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:rsidR="001E0ED8" w:rsidRPr="00BB0723" w:rsidRDefault="00DA2270" w:rsidP="006A7C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072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п/п</w:t>
            </w:r>
          </w:p>
        </w:tc>
        <w:tc>
          <w:tcPr>
            <w:tcW w:w="5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E0ED8" w:rsidRPr="00BB0723" w:rsidRDefault="001E0ED8" w:rsidP="006A7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E0ED8" w:rsidRPr="00BB0723" w:rsidRDefault="00DA2270" w:rsidP="006A7C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0723">
              <w:rPr>
                <w:rFonts w:ascii="Times New Roman" w:eastAsia="Times New Roman" w:hAnsi="Times New Roman" w:cs="Times New Roman"/>
                <w:sz w:val="24"/>
                <w:szCs w:val="24"/>
              </w:rPr>
              <w:t>Ко</w:t>
            </w:r>
            <w:r w:rsidRPr="00BB072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 по БК</w:t>
            </w:r>
          </w:p>
        </w:tc>
        <w:tc>
          <w:tcPr>
            <w:tcW w:w="15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E0ED8" w:rsidRPr="00BB0723" w:rsidRDefault="001E0ED8" w:rsidP="006A7C1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E0ED8" w:rsidRPr="00BB0723" w:rsidRDefault="00DA2270" w:rsidP="006A7C1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07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Сумма </w:t>
            </w:r>
            <w:r w:rsidRPr="00BB072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обязательства на текущий финансовый год</w:t>
            </w:r>
          </w:p>
          <w:p w:rsidR="001E0ED8" w:rsidRPr="00BB0723" w:rsidRDefault="001E0ED8" w:rsidP="006A7C1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E0ED8" w:rsidRPr="00BB0723" w:rsidRDefault="00DA2270" w:rsidP="006A7C1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072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Сумма обязательства</w:t>
            </w:r>
          </w:p>
        </w:tc>
        <w:tc>
          <w:tcPr>
            <w:tcW w:w="11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E0ED8" w:rsidRPr="00BB0723" w:rsidRDefault="00DA2270" w:rsidP="006A7C1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0723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1E0ED8" w:rsidRPr="00BB0723" w:rsidTr="00411D5C">
        <w:trPr>
          <w:trHeight w:val="660"/>
        </w:trPr>
        <w:tc>
          <w:tcPr>
            <w:tcW w:w="5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0ED8" w:rsidRPr="00BB0723" w:rsidRDefault="001E0ED8" w:rsidP="006A7C1A">
            <w:pPr>
              <w:spacing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E0ED8" w:rsidRPr="00BB0723" w:rsidRDefault="001E0ED8" w:rsidP="006A7C1A">
            <w:pPr>
              <w:spacing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E0ED8" w:rsidRPr="00BB0723" w:rsidRDefault="001E0ED8" w:rsidP="006A7C1A">
            <w:pPr>
              <w:spacing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0ED8" w:rsidRPr="00BB0723" w:rsidRDefault="00DA2270" w:rsidP="006A7C1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0723">
              <w:rPr>
                <w:rFonts w:ascii="Times New Roman" w:eastAsia="Times New Roman" w:hAnsi="Times New Roman" w:cs="Times New Roman"/>
                <w:sz w:val="24"/>
                <w:szCs w:val="24"/>
              </w:rPr>
              <w:t>первый год планового периода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0ED8" w:rsidRPr="00BB0723" w:rsidRDefault="00DA2270" w:rsidP="006A7C1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0723">
              <w:rPr>
                <w:rFonts w:ascii="Times New Roman" w:eastAsia="Times New Roman" w:hAnsi="Times New Roman" w:cs="Times New Roman"/>
                <w:sz w:val="24"/>
                <w:szCs w:val="24"/>
              </w:rPr>
              <w:t>второй год планового периода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0ED8" w:rsidRPr="00BB0723" w:rsidRDefault="00DA2270" w:rsidP="006A7C1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0723">
              <w:rPr>
                <w:rFonts w:ascii="Times New Roman" w:eastAsia="Times New Roman" w:hAnsi="Times New Roman" w:cs="Times New Roman"/>
                <w:sz w:val="24"/>
                <w:szCs w:val="24"/>
              </w:rPr>
              <w:t>третий год после текущего финансового года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0ED8" w:rsidRPr="00BB0723" w:rsidRDefault="00DA2270" w:rsidP="006A7C1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0723"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последующие годы</w:t>
            </w:r>
          </w:p>
        </w:tc>
        <w:tc>
          <w:tcPr>
            <w:tcW w:w="11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0ED8" w:rsidRPr="00BB0723" w:rsidRDefault="001E0ED8" w:rsidP="006A7C1A">
            <w:pPr>
              <w:spacing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E0ED8" w:rsidRPr="00BB0723" w:rsidTr="00411D5C">
        <w:trPr>
          <w:trHeight w:val="220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E0ED8" w:rsidRPr="00BB0723" w:rsidRDefault="00DA2270" w:rsidP="006A7C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072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0ED8" w:rsidRPr="00BB0723" w:rsidRDefault="00DA2270" w:rsidP="006A7C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072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0ED8" w:rsidRPr="00BB0723" w:rsidRDefault="00DA2270" w:rsidP="006A7C1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072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0ED8" w:rsidRPr="00BB0723" w:rsidRDefault="00DA2270" w:rsidP="006A7C1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0723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0ED8" w:rsidRPr="00BB0723" w:rsidRDefault="00DA2270" w:rsidP="006A7C1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072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0ED8" w:rsidRPr="00BB0723" w:rsidRDefault="00DA2270" w:rsidP="006A7C1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0723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0ED8" w:rsidRPr="00BB0723" w:rsidRDefault="00DA2270" w:rsidP="006A7C1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0723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0ED8" w:rsidRPr="00BB0723" w:rsidRDefault="00DA2270" w:rsidP="006A7C1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0723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1E0ED8" w:rsidRPr="00BB0723" w:rsidTr="00411D5C">
        <w:trPr>
          <w:trHeight w:val="237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0ED8" w:rsidRPr="00BB0723" w:rsidRDefault="001E0ED8" w:rsidP="006A7C1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0ED8" w:rsidRPr="00BB0723" w:rsidRDefault="001E0ED8" w:rsidP="006A7C1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0ED8" w:rsidRPr="00BB0723" w:rsidRDefault="001E0ED8" w:rsidP="006A7C1A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0ED8" w:rsidRPr="00BB0723" w:rsidRDefault="001E0ED8" w:rsidP="006A7C1A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0ED8" w:rsidRPr="00BB0723" w:rsidRDefault="001E0ED8" w:rsidP="006A7C1A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0ED8" w:rsidRPr="00BB0723" w:rsidRDefault="001E0ED8" w:rsidP="006A7C1A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0ED8" w:rsidRPr="00BB0723" w:rsidRDefault="001E0ED8" w:rsidP="006A7C1A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0ED8" w:rsidRPr="00BB0723" w:rsidRDefault="001E0ED8" w:rsidP="006A7C1A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1E0ED8" w:rsidRPr="00BB0723" w:rsidRDefault="001E0ED8" w:rsidP="006A7C1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E0ED8" w:rsidRPr="00BB0723" w:rsidRDefault="001E0ED8" w:rsidP="006A7C1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E0ED8" w:rsidRPr="00BB0723" w:rsidRDefault="001E0ED8" w:rsidP="006A7C1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E0ED8" w:rsidRPr="00BB0723" w:rsidRDefault="00DA2270" w:rsidP="00411D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B0723">
        <w:rPr>
          <w:rFonts w:ascii="Times New Roman" w:eastAsia="Times New Roman" w:hAnsi="Times New Roman" w:cs="Times New Roman"/>
          <w:b/>
          <w:sz w:val="24"/>
          <w:szCs w:val="24"/>
        </w:rPr>
        <w:t>ОТМЕТКА ФИНАНСОВОГО ОРГАНА СМОЛЕНСКОЙ ОБЛАСТИ О ПРИЕМЕ НА УЧЕТ БЮДЖЕТНОГО ОБЯЗАТЕЛЬСТВА</w:t>
      </w:r>
    </w:p>
    <w:p w:rsidR="001E0ED8" w:rsidRPr="00BB0723" w:rsidRDefault="00DA2270" w:rsidP="006A7C1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0723">
        <w:rPr>
          <w:rFonts w:ascii="Times New Roman" w:eastAsia="Times New Roman" w:hAnsi="Times New Roman" w:cs="Times New Roman"/>
          <w:sz w:val="24"/>
          <w:szCs w:val="24"/>
        </w:rPr>
        <w:t xml:space="preserve">Учетный номер обязательства___________________________   </w:t>
      </w:r>
    </w:p>
    <w:p w:rsidR="001E0ED8" w:rsidRPr="00BB0723" w:rsidRDefault="00DA2270" w:rsidP="006A7C1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0723">
        <w:rPr>
          <w:rFonts w:ascii="Times New Roman" w:eastAsia="Times New Roman" w:hAnsi="Times New Roman" w:cs="Times New Roman"/>
          <w:sz w:val="24"/>
          <w:szCs w:val="24"/>
        </w:rPr>
        <w:t xml:space="preserve"> Дата постановки на учет «____» _______ 20__ г.</w:t>
      </w:r>
    </w:p>
    <w:p w:rsidR="001E0ED8" w:rsidRPr="00BB0723" w:rsidRDefault="00DA2270" w:rsidP="006A7C1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0723">
        <w:rPr>
          <w:rFonts w:ascii="Times New Roman" w:eastAsia="Times New Roman" w:hAnsi="Times New Roman" w:cs="Times New Roman"/>
          <w:sz w:val="24"/>
          <w:szCs w:val="24"/>
        </w:rPr>
        <w:t xml:space="preserve">Примечание__________________________________________________________________________________________                                             </w:t>
      </w:r>
    </w:p>
    <w:p w:rsidR="001E0ED8" w:rsidRPr="00BB0723" w:rsidRDefault="00DA2270" w:rsidP="00411D5C">
      <w:pPr>
        <w:tabs>
          <w:tab w:val="left" w:pos="69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0723">
        <w:rPr>
          <w:rFonts w:ascii="Times New Roman" w:eastAsia="Times New Roman" w:hAnsi="Times New Roman" w:cs="Times New Roman"/>
          <w:sz w:val="24"/>
          <w:szCs w:val="24"/>
        </w:rPr>
        <w:t>Ответственный исполнитель   _______________   _________</w:t>
      </w:r>
      <w:r w:rsidR="00411D5C">
        <w:rPr>
          <w:rFonts w:ascii="Times New Roman" w:eastAsia="Times New Roman" w:hAnsi="Times New Roman" w:cs="Times New Roman"/>
          <w:sz w:val="24"/>
          <w:szCs w:val="24"/>
        </w:rPr>
        <w:tab/>
        <w:t>____________________</w:t>
      </w:r>
    </w:p>
    <w:p w:rsidR="001E0ED8" w:rsidRPr="00BB0723" w:rsidRDefault="00DA2270" w:rsidP="006A7C1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0723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(должность)        </w:t>
      </w:r>
      <w:r w:rsidR="00411D5C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Pr="00BB0723">
        <w:rPr>
          <w:rFonts w:ascii="Times New Roman" w:eastAsia="Times New Roman" w:hAnsi="Times New Roman" w:cs="Times New Roman"/>
          <w:sz w:val="24"/>
          <w:szCs w:val="24"/>
        </w:rPr>
        <w:t xml:space="preserve">(подпись)            (расшифровка подписи)                (телефон)   </w:t>
      </w:r>
      <w:r w:rsidR="00E32FC8">
        <w:rPr>
          <w:rFonts w:ascii="Times New Roman" w:eastAsia="Times New Roman" w:hAnsi="Times New Roman" w:cs="Times New Roman"/>
          <w:sz w:val="24"/>
          <w:szCs w:val="24"/>
        </w:rPr>
        <w:t>________________________</w:t>
      </w:r>
      <w:r w:rsidRPr="00BB072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1E0ED8" w:rsidRPr="006A7C1A" w:rsidRDefault="001E0ED8" w:rsidP="006A7C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E0ED8" w:rsidRDefault="001E0ED8" w:rsidP="006A7C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91797" w:rsidRPr="006A7C1A" w:rsidRDefault="00D91797" w:rsidP="006A7C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E0ED8" w:rsidRDefault="001E0ED8" w:rsidP="006A7C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B0723" w:rsidRDefault="00BB0723" w:rsidP="006A7C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B0723" w:rsidRDefault="00BB0723" w:rsidP="006A7C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B0723" w:rsidRDefault="00BB0723" w:rsidP="006A7C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B0723" w:rsidRDefault="00BB0723" w:rsidP="006A7C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B0723" w:rsidRDefault="00BB0723" w:rsidP="006A7C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B0723" w:rsidRDefault="00BB0723" w:rsidP="006A7C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B0723" w:rsidRDefault="00BB0723" w:rsidP="006A7C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B0723" w:rsidRDefault="00BB0723" w:rsidP="006A7C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B0723" w:rsidRDefault="00BB0723" w:rsidP="006A7C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B0723" w:rsidRDefault="00BB0723" w:rsidP="006A7C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B0723" w:rsidRDefault="00BB0723" w:rsidP="006A7C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B0723" w:rsidRDefault="00BB0723" w:rsidP="006A7C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B0723" w:rsidRDefault="00BB0723" w:rsidP="006A7C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B0723" w:rsidRDefault="00BB0723" w:rsidP="006A7C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B0723" w:rsidRDefault="00BB0723" w:rsidP="006A7C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B0723" w:rsidRPr="006A7C1A" w:rsidRDefault="00BB0723" w:rsidP="006A7C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E0ED8" w:rsidRDefault="001E0ED8" w:rsidP="006A7C1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32FC8" w:rsidRDefault="00E32FC8" w:rsidP="006A7C1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32FC8" w:rsidRPr="006A7C1A" w:rsidRDefault="00E32FC8" w:rsidP="006A7C1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6204" w:type="dxa"/>
        <w:tblCellMar>
          <w:left w:w="10" w:type="dxa"/>
          <w:right w:w="10" w:type="dxa"/>
        </w:tblCellMar>
        <w:tblLook w:val="04A0"/>
      </w:tblPr>
      <w:tblGrid>
        <w:gridCol w:w="3367"/>
      </w:tblGrid>
      <w:tr w:rsidR="001E0ED8" w:rsidRPr="006A7C1A">
        <w:trPr>
          <w:trHeight w:val="1294"/>
        </w:trPr>
        <w:tc>
          <w:tcPr>
            <w:tcW w:w="42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0ED8" w:rsidRPr="00BB0723" w:rsidRDefault="00DA2270" w:rsidP="006A7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B0723">
              <w:rPr>
                <w:rFonts w:ascii="Times New Roman" w:eastAsia="Times New Roman" w:hAnsi="Times New Roman" w:cs="Times New Roman"/>
              </w:rPr>
              <w:lastRenderedPageBreak/>
              <w:t>Приложение № 2</w:t>
            </w:r>
          </w:p>
          <w:p w:rsidR="001E0ED8" w:rsidRPr="00BB0723" w:rsidRDefault="00DA2270" w:rsidP="006A7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B0723">
              <w:rPr>
                <w:rFonts w:ascii="Times New Roman" w:eastAsia="Times New Roman" w:hAnsi="Times New Roman" w:cs="Times New Roman"/>
              </w:rPr>
              <w:t>к Порядку учета  бюджетных и денежных обязательств получателей средств местного бюджета муниципального образования «</w:t>
            </w:r>
            <w:r w:rsidR="00D91797" w:rsidRPr="00BB0723">
              <w:rPr>
                <w:rFonts w:ascii="Times New Roman" w:eastAsia="Times New Roman" w:hAnsi="Times New Roman" w:cs="Times New Roman"/>
              </w:rPr>
              <w:t>Угран</w:t>
            </w:r>
            <w:r w:rsidRPr="00BB0723">
              <w:rPr>
                <w:rFonts w:ascii="Times New Roman" w:eastAsia="Times New Roman" w:hAnsi="Times New Roman" w:cs="Times New Roman"/>
              </w:rPr>
              <w:t xml:space="preserve">ский район» Смоленской области и бюджетов сельских поселений </w:t>
            </w:r>
            <w:r w:rsidR="00D91797" w:rsidRPr="00BB0723">
              <w:rPr>
                <w:rFonts w:ascii="Times New Roman" w:eastAsia="Times New Roman" w:hAnsi="Times New Roman" w:cs="Times New Roman"/>
              </w:rPr>
              <w:t>Угран</w:t>
            </w:r>
            <w:r w:rsidRPr="00BB0723">
              <w:rPr>
                <w:rFonts w:ascii="Times New Roman" w:eastAsia="Times New Roman" w:hAnsi="Times New Roman" w:cs="Times New Roman"/>
              </w:rPr>
              <w:t>ского района Смоленской области</w:t>
            </w:r>
          </w:p>
          <w:p w:rsidR="001E0ED8" w:rsidRPr="00BB0723" w:rsidRDefault="001E0ED8" w:rsidP="006A7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1E0ED8" w:rsidRPr="006A7C1A" w:rsidRDefault="00DA2270" w:rsidP="006A7C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0723">
              <w:rPr>
                <w:rFonts w:ascii="Times New Roman" w:eastAsia="Times New Roman" w:hAnsi="Times New Roman" w:cs="Times New Roman"/>
              </w:rPr>
              <w:t>Форма</w:t>
            </w:r>
          </w:p>
        </w:tc>
      </w:tr>
    </w:tbl>
    <w:p w:rsidR="001E0ED8" w:rsidRPr="00BB0723" w:rsidRDefault="00DA2270" w:rsidP="00D917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B0723">
        <w:rPr>
          <w:rFonts w:ascii="Times New Roman" w:eastAsia="Times New Roman" w:hAnsi="Times New Roman" w:cs="Times New Roman"/>
          <w:b/>
          <w:sz w:val="24"/>
          <w:szCs w:val="24"/>
        </w:rPr>
        <w:t>ЗАЯВКА № _______</w:t>
      </w:r>
    </w:p>
    <w:p w:rsidR="001E0ED8" w:rsidRPr="00BB0723" w:rsidRDefault="00DA2270" w:rsidP="00D917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B0723">
        <w:rPr>
          <w:rFonts w:ascii="Times New Roman" w:eastAsia="Times New Roman" w:hAnsi="Times New Roman" w:cs="Times New Roman"/>
          <w:b/>
          <w:sz w:val="24"/>
          <w:szCs w:val="24"/>
        </w:rPr>
        <w:t>на внесение изменений в бюджетное обязательство № _______</w:t>
      </w:r>
    </w:p>
    <w:p w:rsidR="001E0ED8" w:rsidRPr="00BB0723" w:rsidRDefault="00DA2270" w:rsidP="006A7C1A">
      <w:pPr>
        <w:spacing w:after="0" w:line="240" w:lineRule="auto"/>
        <w:jc w:val="both"/>
        <w:rPr>
          <w:rFonts w:ascii="Times New Roman" w:eastAsia="Courier New" w:hAnsi="Times New Roman" w:cs="Times New Roman"/>
          <w:sz w:val="24"/>
          <w:szCs w:val="24"/>
        </w:rPr>
      </w:pPr>
      <w:r w:rsidRPr="00BB0723">
        <w:rPr>
          <w:rFonts w:ascii="Times New Roman" w:eastAsia="Courier New" w:hAnsi="Times New Roman" w:cs="Times New Roman"/>
          <w:sz w:val="24"/>
          <w:szCs w:val="24"/>
        </w:rPr>
        <w:t xml:space="preserve">           </w:t>
      </w:r>
    </w:p>
    <w:p w:rsidR="001E0ED8" w:rsidRPr="00BB0723" w:rsidRDefault="00DA2270" w:rsidP="006A7C1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0723">
        <w:rPr>
          <w:rFonts w:ascii="Times New Roman" w:eastAsia="Courier New" w:hAnsi="Times New Roman" w:cs="Times New Roman"/>
          <w:sz w:val="24"/>
          <w:szCs w:val="24"/>
        </w:rPr>
        <w:t xml:space="preserve">                     </w:t>
      </w:r>
      <w:r w:rsidRPr="00BB0723">
        <w:rPr>
          <w:rFonts w:ascii="Times New Roman" w:eastAsia="Times New Roman" w:hAnsi="Times New Roman" w:cs="Times New Roman"/>
          <w:sz w:val="24"/>
          <w:szCs w:val="24"/>
        </w:rPr>
        <w:t xml:space="preserve">от «__»________ 20__ г.              </w:t>
      </w:r>
    </w:p>
    <w:p w:rsidR="001E0ED8" w:rsidRPr="00BB0723" w:rsidRDefault="00DA2270" w:rsidP="00E32F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B0723">
        <w:rPr>
          <w:rFonts w:ascii="Times New Roman" w:eastAsia="Times New Roman" w:hAnsi="Times New Roman" w:cs="Times New Roman"/>
          <w:sz w:val="24"/>
          <w:szCs w:val="24"/>
        </w:rPr>
        <w:t xml:space="preserve">Наименование финансового органа Смоленской области____________________________________________________                                                                                              </w:t>
      </w:r>
    </w:p>
    <w:p w:rsidR="001E0ED8" w:rsidRPr="00BB0723" w:rsidRDefault="00DA2270" w:rsidP="00E32F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B0723">
        <w:rPr>
          <w:rFonts w:ascii="Times New Roman" w:eastAsia="Times New Roman" w:hAnsi="Times New Roman" w:cs="Times New Roman"/>
          <w:sz w:val="24"/>
          <w:szCs w:val="24"/>
        </w:rPr>
        <w:t xml:space="preserve">Получатель средств_______________________________________________________________________     </w:t>
      </w:r>
    </w:p>
    <w:p w:rsidR="001E0ED8" w:rsidRPr="00BB0723" w:rsidRDefault="00DA2270" w:rsidP="00E32F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B0723">
        <w:rPr>
          <w:rFonts w:ascii="Times New Roman" w:eastAsia="Times New Roman" w:hAnsi="Times New Roman" w:cs="Times New Roman"/>
          <w:sz w:val="24"/>
          <w:szCs w:val="24"/>
        </w:rPr>
        <w:t xml:space="preserve">Главный распорядитель (распорядитель) бюджетных средств________________________________________________ </w:t>
      </w:r>
    </w:p>
    <w:p w:rsidR="001E0ED8" w:rsidRPr="00BB0723" w:rsidRDefault="00DA2270" w:rsidP="00E32F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B0723">
        <w:rPr>
          <w:rFonts w:ascii="Times New Roman" w:eastAsia="Times New Roman" w:hAnsi="Times New Roman" w:cs="Times New Roman"/>
          <w:sz w:val="24"/>
          <w:szCs w:val="24"/>
        </w:rPr>
        <w:t xml:space="preserve">Номер лицевого счета получателя бюджетных средств_____________________________________________________                                                                </w:t>
      </w:r>
    </w:p>
    <w:p w:rsidR="001E0ED8" w:rsidRPr="00BB0723" w:rsidRDefault="00DA2270" w:rsidP="00E32F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B0723">
        <w:rPr>
          <w:rFonts w:ascii="Times New Roman" w:eastAsia="Times New Roman" w:hAnsi="Times New Roman" w:cs="Times New Roman"/>
          <w:sz w:val="24"/>
          <w:szCs w:val="24"/>
        </w:rPr>
        <w:t xml:space="preserve">Наименование бюджета  </w:t>
      </w:r>
      <w:r w:rsidR="00E32FC8">
        <w:rPr>
          <w:rFonts w:ascii="Times New Roman" w:eastAsia="Times New Roman" w:hAnsi="Times New Roman" w:cs="Times New Roman"/>
          <w:sz w:val="24"/>
          <w:szCs w:val="24"/>
        </w:rPr>
        <w:t>_</w:t>
      </w:r>
      <w:r w:rsidRPr="00BB0723">
        <w:rPr>
          <w:rFonts w:ascii="Times New Roman" w:eastAsia="Times New Roman" w:hAnsi="Times New Roman" w:cs="Times New Roman"/>
          <w:sz w:val="24"/>
          <w:szCs w:val="24"/>
        </w:rPr>
        <w:t xml:space="preserve">____________________________________________________________________________                                                                                 </w:t>
      </w:r>
    </w:p>
    <w:p w:rsidR="001E0ED8" w:rsidRPr="00BB0723" w:rsidRDefault="00DA2270" w:rsidP="006A7C1A">
      <w:pPr>
        <w:spacing w:after="0" w:line="240" w:lineRule="auto"/>
        <w:jc w:val="both"/>
        <w:rPr>
          <w:rFonts w:ascii="Times New Roman" w:eastAsia="Courier New" w:hAnsi="Times New Roman" w:cs="Times New Roman"/>
          <w:sz w:val="24"/>
          <w:szCs w:val="24"/>
        </w:rPr>
      </w:pPr>
      <w:r w:rsidRPr="00BB0723">
        <w:rPr>
          <w:rFonts w:ascii="Times New Roman" w:eastAsia="Times New Roman" w:hAnsi="Times New Roman" w:cs="Times New Roman"/>
          <w:sz w:val="24"/>
          <w:szCs w:val="24"/>
        </w:rPr>
        <w:t xml:space="preserve">Единица измерения: руб.                                                      </w:t>
      </w:r>
      <w:r w:rsidRPr="00BB0723">
        <w:rPr>
          <w:rFonts w:ascii="Times New Roman" w:eastAsia="Courier New" w:hAnsi="Times New Roman" w:cs="Times New Roman"/>
          <w:sz w:val="24"/>
          <w:szCs w:val="24"/>
        </w:rPr>
        <w:t xml:space="preserve">                  </w:t>
      </w:r>
    </w:p>
    <w:p w:rsidR="001E0ED8" w:rsidRPr="00BB0723" w:rsidRDefault="001E0ED8" w:rsidP="006A7C1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E0ED8" w:rsidRPr="00BB0723" w:rsidRDefault="00DA2270" w:rsidP="006A7C1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B0723">
        <w:rPr>
          <w:rFonts w:ascii="Times New Roman" w:eastAsia="Times New Roman" w:hAnsi="Times New Roman" w:cs="Times New Roman"/>
          <w:b/>
          <w:sz w:val="24"/>
          <w:szCs w:val="24"/>
        </w:rPr>
        <w:t>Раздел 1. Реквизиты государствененого контракта (иного документа)</w:t>
      </w:r>
    </w:p>
    <w:tbl>
      <w:tblPr>
        <w:tblW w:w="0" w:type="auto"/>
        <w:tblInd w:w="75" w:type="dxa"/>
        <w:tblCellMar>
          <w:left w:w="10" w:type="dxa"/>
          <w:right w:w="10" w:type="dxa"/>
        </w:tblCellMar>
        <w:tblLook w:val="04A0"/>
      </w:tblPr>
      <w:tblGrid>
        <w:gridCol w:w="836"/>
        <w:gridCol w:w="744"/>
        <w:gridCol w:w="1919"/>
        <w:gridCol w:w="1872"/>
        <w:gridCol w:w="1065"/>
        <w:gridCol w:w="1629"/>
        <w:gridCol w:w="1363"/>
      </w:tblGrid>
      <w:tr w:rsidR="001E0ED8" w:rsidRPr="00BB0723">
        <w:trPr>
          <w:trHeight w:val="400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1E0ED8" w:rsidRPr="00BB0723" w:rsidRDefault="001E0ED8" w:rsidP="006A7C1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E0ED8" w:rsidRPr="00BB0723" w:rsidRDefault="001E0ED8" w:rsidP="006A7C1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E0ED8" w:rsidRPr="00BB0723" w:rsidRDefault="00DA2270" w:rsidP="006A7C1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0723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1E0ED8" w:rsidRPr="00BB0723" w:rsidRDefault="001E0ED8" w:rsidP="006A7C1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E0ED8" w:rsidRPr="00BB0723" w:rsidRDefault="001E0ED8" w:rsidP="006A7C1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E0ED8" w:rsidRPr="00BB0723" w:rsidRDefault="00DA2270" w:rsidP="006A7C1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0723">
              <w:rPr>
                <w:rFonts w:ascii="Times New Roman" w:eastAsia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1E0ED8" w:rsidRPr="00BB0723" w:rsidRDefault="001E0ED8" w:rsidP="006A7C1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E0ED8" w:rsidRPr="00BB0723" w:rsidRDefault="00DA2270" w:rsidP="006A7C1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0723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 по муниципальному контракту (при наличии)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1E0ED8" w:rsidRPr="00BB0723" w:rsidRDefault="001E0ED8" w:rsidP="006A7C1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E0ED8" w:rsidRPr="00BB0723" w:rsidRDefault="00DA2270" w:rsidP="006A7C1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0723">
              <w:rPr>
                <w:rFonts w:ascii="Times New Roman" w:eastAsia="Times New Roman" w:hAnsi="Times New Roman" w:cs="Times New Roman"/>
                <w:sz w:val="24"/>
                <w:szCs w:val="24"/>
              </w:rPr>
              <w:t>Уникальный номер реестровой записи в реестре контрактов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1E0ED8" w:rsidRPr="00BB0723" w:rsidRDefault="001E0ED8" w:rsidP="006A7C1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E0ED8" w:rsidRPr="00BB0723" w:rsidRDefault="001E0ED8" w:rsidP="006A7C1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E0ED8" w:rsidRPr="00BB0723" w:rsidRDefault="00DA2270" w:rsidP="006A7C1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07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Сумма </w:t>
            </w:r>
          </w:p>
          <w:p w:rsidR="001E0ED8" w:rsidRPr="00BB0723" w:rsidRDefault="001E0ED8" w:rsidP="006A7C1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1E0ED8" w:rsidRPr="00BB0723" w:rsidRDefault="00DA2270" w:rsidP="006A7C1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0723">
              <w:rPr>
                <w:rFonts w:ascii="Times New Roman" w:eastAsia="Times New Roman" w:hAnsi="Times New Roman" w:cs="Times New Roman"/>
                <w:sz w:val="24"/>
                <w:szCs w:val="24"/>
              </w:rPr>
              <w:t>Авансовый платеж</w:t>
            </w:r>
          </w:p>
        </w:tc>
      </w:tr>
      <w:tr w:rsidR="001E0ED8" w:rsidRPr="00BB0723">
        <w:trPr>
          <w:trHeight w:val="800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1E0ED8" w:rsidRPr="00BB0723" w:rsidRDefault="001E0ED8" w:rsidP="006A7C1A">
            <w:pPr>
              <w:spacing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1E0ED8" w:rsidRPr="00BB0723" w:rsidRDefault="001E0ED8" w:rsidP="006A7C1A">
            <w:pPr>
              <w:spacing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1E0ED8" w:rsidRPr="00BB0723" w:rsidRDefault="001E0ED8" w:rsidP="006A7C1A">
            <w:pPr>
              <w:spacing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1E0ED8" w:rsidRPr="00BB0723" w:rsidRDefault="001E0ED8" w:rsidP="006A7C1A">
            <w:pPr>
              <w:spacing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1E0ED8" w:rsidRPr="00BB0723" w:rsidRDefault="001E0ED8" w:rsidP="006A7C1A">
            <w:pPr>
              <w:spacing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1E0ED8" w:rsidRPr="00BB0723" w:rsidRDefault="00DA2270" w:rsidP="006A7C1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07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процент от  </w:t>
            </w:r>
            <w:r w:rsidRPr="00BB072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общей суммы </w:t>
            </w:r>
            <w:r w:rsidRPr="00BB072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обязательства</w:t>
            </w:r>
          </w:p>
        </w:tc>
        <w:tc>
          <w:tcPr>
            <w:tcW w:w="1439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1E0ED8" w:rsidRPr="00BB0723" w:rsidRDefault="00DA2270" w:rsidP="006A7C1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0723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</w:t>
            </w:r>
            <w:r w:rsidRPr="00BB072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авансового</w:t>
            </w:r>
            <w:r w:rsidRPr="00BB072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 платежа</w:t>
            </w:r>
          </w:p>
        </w:tc>
      </w:tr>
      <w:tr w:rsidR="001E0ED8" w:rsidRPr="00BB0723">
        <w:trPr>
          <w:trHeight w:val="1"/>
        </w:trPr>
        <w:tc>
          <w:tcPr>
            <w:tcW w:w="851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1E0ED8" w:rsidRPr="00BB0723" w:rsidRDefault="00DA2270" w:rsidP="006A7C1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072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1E0ED8" w:rsidRPr="00BB0723" w:rsidRDefault="00DA2270" w:rsidP="006A7C1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072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1E0ED8" w:rsidRPr="00BB0723" w:rsidRDefault="00DA2270" w:rsidP="006A7C1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072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1E0ED8" w:rsidRPr="00BB0723" w:rsidRDefault="00DA2270" w:rsidP="006A7C1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0723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1E0ED8" w:rsidRPr="00BB0723" w:rsidRDefault="00DA2270" w:rsidP="006A7C1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072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80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1E0ED8" w:rsidRPr="00BB0723" w:rsidRDefault="00DA2270" w:rsidP="006A7C1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0723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39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1E0ED8" w:rsidRPr="00BB0723" w:rsidRDefault="00DA2270" w:rsidP="006A7C1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0723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1E0ED8" w:rsidRPr="00BB0723">
        <w:trPr>
          <w:trHeight w:val="1"/>
        </w:trPr>
        <w:tc>
          <w:tcPr>
            <w:tcW w:w="851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1E0ED8" w:rsidRPr="00BB0723" w:rsidRDefault="001E0ED8" w:rsidP="006A7C1A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1E0ED8" w:rsidRPr="00BB0723" w:rsidRDefault="001E0ED8" w:rsidP="006A7C1A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1E0ED8" w:rsidRPr="00BB0723" w:rsidRDefault="001E0ED8" w:rsidP="006A7C1A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1E0ED8" w:rsidRPr="00BB0723" w:rsidRDefault="001E0ED8" w:rsidP="006A7C1A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1E0ED8" w:rsidRPr="00BB0723" w:rsidRDefault="001E0ED8" w:rsidP="006A7C1A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1E0ED8" w:rsidRPr="00BB0723" w:rsidRDefault="001E0ED8" w:rsidP="006A7C1A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39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1E0ED8" w:rsidRPr="00BB0723" w:rsidRDefault="001E0ED8" w:rsidP="006A7C1A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1E0ED8" w:rsidRPr="00BB0723" w:rsidRDefault="001E0ED8" w:rsidP="006A7C1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E0ED8" w:rsidRPr="00BB0723" w:rsidRDefault="00DA2270" w:rsidP="006A7C1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B0723">
        <w:rPr>
          <w:rFonts w:ascii="Times New Roman" w:eastAsia="Times New Roman" w:hAnsi="Times New Roman" w:cs="Times New Roman"/>
          <w:b/>
          <w:sz w:val="24"/>
          <w:szCs w:val="24"/>
        </w:rPr>
        <w:t>Раздел 2. Реквизиты контрагента</w:t>
      </w:r>
    </w:p>
    <w:tbl>
      <w:tblPr>
        <w:tblW w:w="0" w:type="auto"/>
        <w:tblInd w:w="75" w:type="dxa"/>
        <w:tblCellMar>
          <w:left w:w="10" w:type="dxa"/>
          <w:right w:w="10" w:type="dxa"/>
        </w:tblCellMar>
        <w:tblLook w:val="04A0"/>
      </w:tblPr>
      <w:tblGrid>
        <w:gridCol w:w="1760"/>
        <w:gridCol w:w="856"/>
        <w:gridCol w:w="851"/>
        <w:gridCol w:w="1829"/>
        <w:gridCol w:w="1647"/>
        <w:gridCol w:w="882"/>
        <w:gridCol w:w="1603"/>
      </w:tblGrid>
      <w:tr w:rsidR="001E0ED8" w:rsidRPr="00BB0723">
        <w:trPr>
          <w:trHeight w:val="1410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1E0ED8" w:rsidRPr="00BB0723" w:rsidRDefault="001E0ED8" w:rsidP="006A7C1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E0ED8" w:rsidRPr="00BB0723" w:rsidRDefault="001E0ED8" w:rsidP="006A7C1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E0ED8" w:rsidRPr="00BB0723" w:rsidRDefault="00DA2270" w:rsidP="006A7C1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0723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1E0ED8" w:rsidRPr="00BB0723" w:rsidRDefault="001E0ED8" w:rsidP="006A7C1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E0ED8" w:rsidRPr="00BB0723" w:rsidRDefault="001E0ED8" w:rsidP="006A7C1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E0ED8" w:rsidRPr="00BB0723" w:rsidRDefault="00DA2270" w:rsidP="006A7C1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0723">
              <w:rPr>
                <w:rFonts w:ascii="Times New Roman" w:eastAsia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1E0ED8" w:rsidRPr="00BB0723" w:rsidRDefault="001E0ED8" w:rsidP="006A7C1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E0ED8" w:rsidRPr="00BB0723" w:rsidRDefault="001E0ED8" w:rsidP="006A7C1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E0ED8" w:rsidRPr="00BB0723" w:rsidRDefault="00DA2270" w:rsidP="006A7C1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0723">
              <w:rPr>
                <w:rFonts w:ascii="Times New Roman" w:eastAsia="Times New Roman" w:hAnsi="Times New Roman" w:cs="Times New Roman"/>
                <w:sz w:val="24"/>
                <w:szCs w:val="24"/>
              </w:rPr>
              <w:t>КПП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1E0ED8" w:rsidRPr="00BB0723" w:rsidRDefault="001E0ED8" w:rsidP="006A7C1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E0ED8" w:rsidRPr="00BB0723" w:rsidRDefault="00DA2270" w:rsidP="006A7C1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0723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</w:t>
            </w:r>
            <w:r w:rsidRPr="00BB072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банковского</w:t>
            </w:r>
            <w:r w:rsidRPr="00BB072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счета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1E0ED8" w:rsidRPr="00BB0723" w:rsidRDefault="001E0ED8" w:rsidP="006A7C1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E0ED8" w:rsidRPr="00BB0723" w:rsidRDefault="00DA2270" w:rsidP="006A7C1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07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 </w:t>
            </w:r>
            <w:r w:rsidRPr="00BB072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банка</w:t>
            </w:r>
          </w:p>
          <w:p w:rsidR="001E0ED8" w:rsidRPr="00BB0723" w:rsidRDefault="001E0ED8" w:rsidP="006A7C1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1E0ED8" w:rsidRPr="00BB0723" w:rsidRDefault="001E0ED8" w:rsidP="006A7C1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E0ED8" w:rsidRPr="00BB0723" w:rsidRDefault="00DA2270" w:rsidP="006A7C1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07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БИК </w:t>
            </w:r>
            <w:r w:rsidRPr="00BB072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банка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1E0ED8" w:rsidRPr="00BB0723" w:rsidRDefault="001E0ED8" w:rsidP="006A7C1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E0ED8" w:rsidRPr="00BB0723" w:rsidRDefault="00DA2270" w:rsidP="006A7C1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0723">
              <w:rPr>
                <w:rFonts w:ascii="Times New Roman" w:eastAsia="Times New Roman" w:hAnsi="Times New Roman" w:cs="Times New Roman"/>
                <w:sz w:val="24"/>
                <w:szCs w:val="24"/>
              </w:rPr>
              <w:t>Коррес-</w:t>
            </w:r>
            <w:r w:rsidRPr="00BB072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пондентский</w:t>
            </w:r>
            <w:r w:rsidRPr="00BB072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счет</w:t>
            </w:r>
            <w:r w:rsidRPr="00BB072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банка</w:t>
            </w:r>
          </w:p>
        </w:tc>
      </w:tr>
      <w:tr w:rsidR="001E0ED8" w:rsidRPr="00BB0723">
        <w:trPr>
          <w:trHeight w:val="191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1E0ED8" w:rsidRPr="00BB0723" w:rsidRDefault="00DA2270" w:rsidP="006A7C1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072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1E0ED8" w:rsidRPr="00BB0723" w:rsidRDefault="00DA2270" w:rsidP="006A7C1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072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1E0ED8" w:rsidRPr="00BB0723" w:rsidRDefault="00DA2270" w:rsidP="006A7C1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072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1E0ED8" w:rsidRPr="00BB0723" w:rsidRDefault="00DA2270" w:rsidP="006A7C1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0723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1E0ED8" w:rsidRPr="00BB0723" w:rsidRDefault="00DA2270" w:rsidP="006A7C1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072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1E0ED8" w:rsidRPr="00BB0723" w:rsidRDefault="00DA2270" w:rsidP="006A7C1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0723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1E0ED8" w:rsidRPr="00BB0723" w:rsidRDefault="00DA2270" w:rsidP="006A7C1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0723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1E0ED8" w:rsidRPr="00BB0723">
        <w:trPr>
          <w:trHeight w:val="337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1E0ED8" w:rsidRPr="00BB0723" w:rsidRDefault="001E0ED8" w:rsidP="006A7C1A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1E0ED8" w:rsidRPr="00BB0723" w:rsidRDefault="001E0ED8" w:rsidP="006A7C1A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1E0ED8" w:rsidRPr="00BB0723" w:rsidRDefault="001E0ED8" w:rsidP="006A7C1A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1E0ED8" w:rsidRPr="00BB0723" w:rsidRDefault="001E0ED8" w:rsidP="006A7C1A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1E0ED8" w:rsidRPr="00BB0723" w:rsidRDefault="001E0ED8" w:rsidP="006A7C1A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1E0ED8" w:rsidRPr="00BB0723" w:rsidRDefault="001E0ED8" w:rsidP="006A7C1A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1E0ED8" w:rsidRPr="00BB0723" w:rsidRDefault="001E0ED8" w:rsidP="006A7C1A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1E0ED8" w:rsidRPr="00BB0723" w:rsidRDefault="001E0ED8" w:rsidP="006A7C1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E0ED8" w:rsidRPr="00BB0723" w:rsidRDefault="00DA2270" w:rsidP="006A7C1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B0723">
        <w:rPr>
          <w:rFonts w:ascii="Times New Roman" w:eastAsia="Times New Roman" w:hAnsi="Times New Roman" w:cs="Times New Roman"/>
          <w:b/>
          <w:sz w:val="24"/>
          <w:szCs w:val="24"/>
        </w:rPr>
        <w:t>Раздел 3. Расшифровка обязательства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/>
      </w:tblPr>
      <w:tblGrid>
        <w:gridCol w:w="519"/>
        <w:gridCol w:w="592"/>
        <w:gridCol w:w="1548"/>
        <w:gridCol w:w="1201"/>
        <w:gridCol w:w="1201"/>
        <w:gridCol w:w="1454"/>
        <w:gridCol w:w="1545"/>
        <w:gridCol w:w="1403"/>
      </w:tblGrid>
      <w:tr w:rsidR="001E0ED8" w:rsidRPr="00BB0723">
        <w:trPr>
          <w:trHeight w:val="660"/>
        </w:trPr>
        <w:tc>
          <w:tcPr>
            <w:tcW w:w="6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0ED8" w:rsidRPr="00BB0723" w:rsidRDefault="00DA2270" w:rsidP="006A7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07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</w:t>
            </w:r>
          </w:p>
          <w:p w:rsidR="001E0ED8" w:rsidRPr="00BB0723" w:rsidRDefault="00DA2270" w:rsidP="006A7C1A">
            <w:pPr>
              <w:tabs>
                <w:tab w:val="right" w:pos="42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0723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:rsidR="001E0ED8" w:rsidRPr="00BB0723" w:rsidRDefault="00DA2270" w:rsidP="006A7C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072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п/п</w:t>
            </w:r>
          </w:p>
        </w:tc>
        <w:tc>
          <w:tcPr>
            <w:tcW w:w="7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E0ED8" w:rsidRPr="00BB0723" w:rsidRDefault="001E0ED8" w:rsidP="006A7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E0ED8" w:rsidRPr="00BB0723" w:rsidRDefault="00DA2270" w:rsidP="006A7C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0723">
              <w:rPr>
                <w:rFonts w:ascii="Times New Roman" w:eastAsia="Times New Roman" w:hAnsi="Times New Roman" w:cs="Times New Roman"/>
                <w:sz w:val="24"/>
                <w:szCs w:val="24"/>
              </w:rPr>
              <w:t>Ко</w:t>
            </w:r>
            <w:r w:rsidRPr="00BB072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 по БК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E0ED8" w:rsidRPr="00BB0723" w:rsidRDefault="001E0ED8" w:rsidP="006A7C1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E0ED8" w:rsidRPr="00BB0723" w:rsidRDefault="00DA2270" w:rsidP="006A7C1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07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Сумма </w:t>
            </w:r>
            <w:r w:rsidRPr="00BB072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обязательства на текущий финансовый год</w:t>
            </w:r>
          </w:p>
          <w:p w:rsidR="001E0ED8" w:rsidRPr="00BB0723" w:rsidRDefault="001E0ED8" w:rsidP="006A7C1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E0ED8" w:rsidRPr="00BB0723" w:rsidRDefault="00DA2270" w:rsidP="006A7C1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072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Сумма обязательства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E0ED8" w:rsidRPr="00BB0723" w:rsidRDefault="00DA2270" w:rsidP="006A7C1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0723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1E0ED8" w:rsidRPr="00BB0723">
        <w:trPr>
          <w:trHeight w:val="660"/>
        </w:trPr>
        <w:tc>
          <w:tcPr>
            <w:tcW w:w="6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0ED8" w:rsidRPr="00BB0723" w:rsidRDefault="001E0ED8" w:rsidP="006A7C1A">
            <w:pPr>
              <w:spacing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E0ED8" w:rsidRPr="00BB0723" w:rsidRDefault="001E0ED8" w:rsidP="006A7C1A">
            <w:pPr>
              <w:spacing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E0ED8" w:rsidRPr="00BB0723" w:rsidRDefault="001E0ED8" w:rsidP="006A7C1A">
            <w:pPr>
              <w:spacing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0ED8" w:rsidRPr="00BB0723" w:rsidRDefault="00DA2270" w:rsidP="006A7C1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0723">
              <w:rPr>
                <w:rFonts w:ascii="Times New Roman" w:eastAsia="Times New Roman" w:hAnsi="Times New Roman" w:cs="Times New Roman"/>
                <w:sz w:val="24"/>
                <w:szCs w:val="24"/>
              </w:rPr>
              <w:t>первый год планового периода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0ED8" w:rsidRPr="00BB0723" w:rsidRDefault="00DA2270" w:rsidP="006A7C1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0723">
              <w:rPr>
                <w:rFonts w:ascii="Times New Roman" w:eastAsia="Times New Roman" w:hAnsi="Times New Roman" w:cs="Times New Roman"/>
                <w:sz w:val="24"/>
                <w:szCs w:val="24"/>
              </w:rPr>
              <w:t>второй год планового периода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0ED8" w:rsidRPr="00BB0723" w:rsidRDefault="00DA2270" w:rsidP="006A7C1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0723">
              <w:rPr>
                <w:rFonts w:ascii="Times New Roman" w:eastAsia="Times New Roman" w:hAnsi="Times New Roman" w:cs="Times New Roman"/>
                <w:sz w:val="24"/>
                <w:szCs w:val="24"/>
              </w:rPr>
              <w:t>третий год после текущего финансового года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0ED8" w:rsidRPr="00BB0723" w:rsidRDefault="00DA2270" w:rsidP="006A7C1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0723"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последующие годы</w:t>
            </w: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0ED8" w:rsidRPr="00BB0723" w:rsidRDefault="001E0ED8" w:rsidP="006A7C1A">
            <w:pPr>
              <w:spacing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E0ED8" w:rsidRPr="00BB0723">
        <w:trPr>
          <w:trHeight w:val="220"/>
        </w:trPr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E0ED8" w:rsidRPr="00BB0723" w:rsidRDefault="00DA2270" w:rsidP="006A7C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072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0ED8" w:rsidRPr="00BB0723" w:rsidRDefault="00DA2270" w:rsidP="006A7C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072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0ED8" w:rsidRPr="00BB0723" w:rsidRDefault="00DA2270" w:rsidP="006A7C1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072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0ED8" w:rsidRPr="00BB0723" w:rsidRDefault="00DA2270" w:rsidP="006A7C1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0723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0ED8" w:rsidRPr="00BB0723" w:rsidRDefault="00DA2270" w:rsidP="006A7C1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072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0ED8" w:rsidRPr="00BB0723" w:rsidRDefault="00DA2270" w:rsidP="006A7C1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0723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0ED8" w:rsidRPr="00BB0723" w:rsidRDefault="00DA2270" w:rsidP="006A7C1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0723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0ED8" w:rsidRPr="00BB0723" w:rsidRDefault="00DA2270" w:rsidP="006A7C1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0723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1E0ED8" w:rsidRPr="00BB0723">
        <w:trPr>
          <w:trHeight w:val="237"/>
        </w:trPr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0ED8" w:rsidRPr="00BB0723" w:rsidRDefault="001E0ED8" w:rsidP="006A7C1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0ED8" w:rsidRPr="00BB0723" w:rsidRDefault="001E0ED8" w:rsidP="006A7C1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0ED8" w:rsidRPr="00BB0723" w:rsidRDefault="001E0ED8" w:rsidP="006A7C1A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0ED8" w:rsidRPr="00BB0723" w:rsidRDefault="001E0ED8" w:rsidP="006A7C1A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0ED8" w:rsidRPr="00BB0723" w:rsidRDefault="001E0ED8" w:rsidP="006A7C1A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0ED8" w:rsidRPr="00BB0723" w:rsidRDefault="001E0ED8" w:rsidP="006A7C1A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0ED8" w:rsidRPr="00BB0723" w:rsidRDefault="001E0ED8" w:rsidP="006A7C1A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0ED8" w:rsidRPr="00BB0723" w:rsidRDefault="001E0ED8" w:rsidP="006A7C1A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1E0ED8" w:rsidRPr="00BB0723" w:rsidRDefault="001E0ED8" w:rsidP="00E32FC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E0ED8" w:rsidRPr="00BB0723" w:rsidRDefault="00DA2270" w:rsidP="00E32F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B0723">
        <w:rPr>
          <w:rFonts w:ascii="Times New Roman" w:eastAsia="Times New Roman" w:hAnsi="Times New Roman" w:cs="Times New Roman"/>
          <w:b/>
          <w:sz w:val="24"/>
          <w:szCs w:val="24"/>
        </w:rPr>
        <w:t>ОТМЕТКА ФИНАНСОВОГО ОРГАНА СМОЛЕНСКОЙ ОБЛАСТИ О ПРИЕМЕ НА УЧЕТ БЮДЖЕТНОГО ОБЯЗАТЕЛЬСТВА</w:t>
      </w:r>
    </w:p>
    <w:p w:rsidR="00E32FC8" w:rsidRDefault="00DA2270" w:rsidP="006A7C1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0723">
        <w:rPr>
          <w:rFonts w:ascii="Times New Roman" w:eastAsia="Times New Roman" w:hAnsi="Times New Roman" w:cs="Times New Roman"/>
          <w:sz w:val="24"/>
          <w:szCs w:val="24"/>
        </w:rPr>
        <w:t xml:space="preserve">Учетный номер обязательства___________________________           </w:t>
      </w:r>
    </w:p>
    <w:p w:rsidR="001E0ED8" w:rsidRPr="00BB0723" w:rsidRDefault="00DA2270" w:rsidP="006A7C1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0723">
        <w:rPr>
          <w:rFonts w:ascii="Times New Roman" w:eastAsia="Times New Roman" w:hAnsi="Times New Roman" w:cs="Times New Roman"/>
          <w:sz w:val="24"/>
          <w:szCs w:val="24"/>
        </w:rPr>
        <w:t xml:space="preserve"> Дата постановки на учет «____» _______ 20__ г.  </w:t>
      </w:r>
    </w:p>
    <w:p w:rsidR="001E0ED8" w:rsidRPr="00BB0723" w:rsidRDefault="00DA2270" w:rsidP="006A7C1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0723">
        <w:rPr>
          <w:rFonts w:ascii="Times New Roman" w:eastAsia="Times New Roman" w:hAnsi="Times New Roman" w:cs="Times New Roman"/>
          <w:sz w:val="24"/>
          <w:szCs w:val="24"/>
        </w:rPr>
        <w:t xml:space="preserve">Примечание _________________________________________________________________________________________                                           </w:t>
      </w:r>
    </w:p>
    <w:p w:rsidR="001E0ED8" w:rsidRPr="00BB0723" w:rsidRDefault="00DA2270" w:rsidP="00E32FC8">
      <w:pPr>
        <w:tabs>
          <w:tab w:val="left" w:pos="699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0723">
        <w:rPr>
          <w:rFonts w:ascii="Times New Roman" w:eastAsia="Times New Roman" w:hAnsi="Times New Roman" w:cs="Times New Roman"/>
          <w:sz w:val="24"/>
          <w:szCs w:val="24"/>
        </w:rPr>
        <w:t>Ответственный исполнитель    ______________      ___________</w:t>
      </w:r>
      <w:r w:rsidR="00E32FC8">
        <w:rPr>
          <w:rFonts w:ascii="Times New Roman" w:eastAsia="Times New Roman" w:hAnsi="Times New Roman" w:cs="Times New Roman"/>
          <w:sz w:val="24"/>
          <w:szCs w:val="24"/>
        </w:rPr>
        <w:tab/>
        <w:t>___________________</w:t>
      </w:r>
    </w:p>
    <w:p w:rsidR="001E0ED8" w:rsidRPr="00BB0723" w:rsidRDefault="00DA2270" w:rsidP="006A7C1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0723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(должность)          </w:t>
      </w:r>
      <w:r w:rsidR="00E32F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B0723">
        <w:rPr>
          <w:rFonts w:ascii="Times New Roman" w:eastAsia="Times New Roman" w:hAnsi="Times New Roman" w:cs="Times New Roman"/>
          <w:sz w:val="24"/>
          <w:szCs w:val="24"/>
        </w:rPr>
        <w:t>(подпись)            (расшифровка подписи)              (телефон)</w:t>
      </w:r>
      <w:r w:rsidR="00E32FC8">
        <w:rPr>
          <w:rFonts w:ascii="Times New Roman" w:eastAsia="Times New Roman" w:hAnsi="Times New Roman" w:cs="Times New Roman"/>
          <w:sz w:val="24"/>
          <w:szCs w:val="24"/>
        </w:rPr>
        <w:t xml:space="preserve"> _________________________</w:t>
      </w:r>
    </w:p>
    <w:p w:rsidR="001E0ED8" w:rsidRPr="00BB0723" w:rsidRDefault="001E0ED8" w:rsidP="006A7C1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Ind w:w="10456" w:type="dxa"/>
        <w:tblCellMar>
          <w:left w:w="10" w:type="dxa"/>
          <w:right w:w="10" w:type="dxa"/>
        </w:tblCellMar>
        <w:tblLook w:val="04A0"/>
      </w:tblPr>
      <w:tblGrid>
        <w:gridCol w:w="222"/>
      </w:tblGrid>
      <w:tr w:rsidR="001E0ED8" w:rsidRPr="00BB0723">
        <w:trPr>
          <w:trHeight w:val="1"/>
        </w:trPr>
        <w:tc>
          <w:tcPr>
            <w:tcW w:w="48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0ED8" w:rsidRPr="00BB0723" w:rsidRDefault="001E0ED8" w:rsidP="006A7C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E0ED8" w:rsidRPr="00BB0723" w:rsidRDefault="001E0ED8" w:rsidP="006A7C1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91797" w:rsidRPr="00BB0723" w:rsidRDefault="00D91797" w:rsidP="006A7C1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91797" w:rsidRPr="00BB0723" w:rsidRDefault="00D91797" w:rsidP="006A7C1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91797" w:rsidRDefault="00D91797" w:rsidP="006A7C1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91797" w:rsidRDefault="00D91797" w:rsidP="006A7C1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91797" w:rsidRDefault="00D91797" w:rsidP="006A7C1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B0723" w:rsidRDefault="00D91797" w:rsidP="006615C2">
      <w:pPr>
        <w:spacing w:after="0" w:line="240" w:lineRule="auto"/>
        <w:ind w:firstLine="34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</w:p>
    <w:p w:rsidR="00BB0723" w:rsidRDefault="00BB0723" w:rsidP="006615C2">
      <w:pPr>
        <w:spacing w:after="0" w:line="240" w:lineRule="auto"/>
        <w:ind w:firstLine="34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B0723" w:rsidRDefault="00BB0723" w:rsidP="006615C2">
      <w:pPr>
        <w:spacing w:after="0" w:line="240" w:lineRule="auto"/>
        <w:ind w:firstLine="34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B0723" w:rsidRDefault="00BB0723" w:rsidP="006615C2">
      <w:pPr>
        <w:spacing w:after="0" w:line="240" w:lineRule="auto"/>
        <w:ind w:firstLine="34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B0723" w:rsidRDefault="00BB0723" w:rsidP="006615C2">
      <w:pPr>
        <w:spacing w:after="0" w:line="240" w:lineRule="auto"/>
        <w:ind w:firstLine="34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B0723" w:rsidRDefault="00BB0723" w:rsidP="006615C2">
      <w:pPr>
        <w:spacing w:after="0" w:line="240" w:lineRule="auto"/>
        <w:ind w:firstLine="34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B0723" w:rsidRDefault="00BB0723" w:rsidP="006615C2">
      <w:pPr>
        <w:spacing w:after="0" w:line="240" w:lineRule="auto"/>
        <w:ind w:firstLine="34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B0723" w:rsidRDefault="00BB0723" w:rsidP="006615C2">
      <w:pPr>
        <w:spacing w:after="0" w:line="240" w:lineRule="auto"/>
        <w:ind w:firstLine="34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B0723" w:rsidRDefault="00BB0723" w:rsidP="006615C2">
      <w:pPr>
        <w:spacing w:after="0" w:line="240" w:lineRule="auto"/>
        <w:ind w:firstLine="34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B0723" w:rsidRDefault="00BB0723" w:rsidP="006615C2">
      <w:pPr>
        <w:spacing w:after="0" w:line="240" w:lineRule="auto"/>
        <w:ind w:firstLine="34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B0723" w:rsidRDefault="00BB0723" w:rsidP="006615C2">
      <w:pPr>
        <w:spacing w:after="0" w:line="240" w:lineRule="auto"/>
        <w:ind w:firstLine="34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B0723" w:rsidRDefault="00BB0723" w:rsidP="006615C2">
      <w:pPr>
        <w:spacing w:after="0" w:line="240" w:lineRule="auto"/>
        <w:ind w:firstLine="34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B0723" w:rsidRDefault="00BB0723" w:rsidP="006615C2">
      <w:pPr>
        <w:spacing w:after="0" w:line="240" w:lineRule="auto"/>
        <w:ind w:firstLine="34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B0723" w:rsidRDefault="00BB0723" w:rsidP="006615C2">
      <w:pPr>
        <w:spacing w:after="0" w:line="240" w:lineRule="auto"/>
        <w:ind w:firstLine="34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B0723" w:rsidRDefault="00BB0723" w:rsidP="006615C2">
      <w:pPr>
        <w:spacing w:after="0" w:line="240" w:lineRule="auto"/>
        <w:ind w:firstLine="34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B0723" w:rsidRDefault="00BB0723" w:rsidP="006615C2">
      <w:pPr>
        <w:spacing w:after="0" w:line="240" w:lineRule="auto"/>
        <w:ind w:firstLine="34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B0723" w:rsidRDefault="00BB0723" w:rsidP="006615C2">
      <w:pPr>
        <w:spacing w:after="0" w:line="240" w:lineRule="auto"/>
        <w:ind w:firstLine="34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A640F" w:rsidRDefault="006A640F" w:rsidP="006615C2">
      <w:pPr>
        <w:spacing w:after="0" w:line="240" w:lineRule="auto"/>
        <w:ind w:firstLine="34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A640F" w:rsidRDefault="006A640F" w:rsidP="006615C2">
      <w:pPr>
        <w:spacing w:after="0" w:line="240" w:lineRule="auto"/>
        <w:ind w:firstLine="34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32FC8" w:rsidRDefault="00E32FC8" w:rsidP="006615C2">
      <w:pPr>
        <w:spacing w:after="0" w:line="240" w:lineRule="auto"/>
        <w:ind w:firstLine="34"/>
        <w:jc w:val="right"/>
        <w:rPr>
          <w:rFonts w:ascii="Times New Roman" w:eastAsia="Times New Roman" w:hAnsi="Times New Roman" w:cs="Times New Roman"/>
        </w:rPr>
      </w:pPr>
    </w:p>
    <w:p w:rsidR="00D91797" w:rsidRPr="00BB0723" w:rsidRDefault="00D91797" w:rsidP="006615C2">
      <w:pPr>
        <w:spacing w:after="0" w:line="240" w:lineRule="auto"/>
        <w:ind w:firstLine="34"/>
        <w:jc w:val="right"/>
        <w:rPr>
          <w:rFonts w:ascii="Times New Roman" w:eastAsia="Times New Roman" w:hAnsi="Times New Roman" w:cs="Times New Roman"/>
        </w:rPr>
      </w:pPr>
      <w:r w:rsidRPr="00BB0723">
        <w:rPr>
          <w:rFonts w:ascii="Times New Roman" w:eastAsia="Times New Roman" w:hAnsi="Times New Roman" w:cs="Times New Roman"/>
        </w:rPr>
        <w:lastRenderedPageBreak/>
        <w:t>Приложение № 1</w:t>
      </w:r>
    </w:p>
    <w:p w:rsidR="006615C2" w:rsidRPr="00BB0723" w:rsidRDefault="00E32FC8" w:rsidP="00E32FC8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</w:t>
      </w:r>
      <w:r w:rsidR="00D91797" w:rsidRPr="00BB0723">
        <w:rPr>
          <w:rFonts w:ascii="Times New Roman" w:eastAsia="Times New Roman" w:hAnsi="Times New Roman" w:cs="Times New Roman"/>
        </w:rPr>
        <w:t xml:space="preserve">к Порядку учета  бюджетных и денежных    </w:t>
      </w:r>
    </w:p>
    <w:p w:rsidR="006615C2" w:rsidRPr="00BB0723" w:rsidRDefault="006615C2" w:rsidP="00E32FC8">
      <w:pPr>
        <w:tabs>
          <w:tab w:val="center" w:pos="4677"/>
          <w:tab w:val="right" w:pos="9355"/>
        </w:tabs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 w:rsidRPr="00BB0723">
        <w:rPr>
          <w:rFonts w:ascii="Times New Roman" w:eastAsia="Times New Roman" w:hAnsi="Times New Roman" w:cs="Times New Roman"/>
        </w:rPr>
        <w:tab/>
        <w:t xml:space="preserve">                                                                         </w:t>
      </w:r>
      <w:r w:rsidR="00BB0723">
        <w:rPr>
          <w:rFonts w:ascii="Times New Roman" w:eastAsia="Times New Roman" w:hAnsi="Times New Roman" w:cs="Times New Roman"/>
        </w:rPr>
        <w:t xml:space="preserve">                                    </w:t>
      </w:r>
      <w:r w:rsidRPr="00BB0723">
        <w:rPr>
          <w:rFonts w:ascii="Times New Roman" w:eastAsia="Times New Roman" w:hAnsi="Times New Roman" w:cs="Times New Roman"/>
        </w:rPr>
        <w:t xml:space="preserve"> </w:t>
      </w:r>
      <w:r w:rsidR="00D91797" w:rsidRPr="00BB0723">
        <w:rPr>
          <w:rFonts w:ascii="Times New Roman" w:eastAsia="Times New Roman" w:hAnsi="Times New Roman" w:cs="Times New Roman"/>
        </w:rPr>
        <w:t xml:space="preserve">обязательств получателей средств </w:t>
      </w:r>
    </w:p>
    <w:p w:rsidR="006615C2" w:rsidRPr="00BB0723" w:rsidRDefault="006615C2" w:rsidP="00E32FC8">
      <w:pPr>
        <w:tabs>
          <w:tab w:val="center" w:pos="4677"/>
          <w:tab w:val="right" w:pos="9355"/>
        </w:tabs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 w:rsidRPr="00BB0723">
        <w:rPr>
          <w:rFonts w:ascii="Times New Roman" w:eastAsia="Times New Roman" w:hAnsi="Times New Roman" w:cs="Times New Roman"/>
        </w:rPr>
        <w:t xml:space="preserve">                                                                      </w:t>
      </w:r>
      <w:r w:rsidR="00BB0723">
        <w:rPr>
          <w:rFonts w:ascii="Times New Roman" w:eastAsia="Times New Roman" w:hAnsi="Times New Roman" w:cs="Times New Roman"/>
        </w:rPr>
        <w:t xml:space="preserve">                                </w:t>
      </w:r>
      <w:r w:rsidR="00D91797" w:rsidRPr="00BB0723">
        <w:rPr>
          <w:rFonts w:ascii="Times New Roman" w:eastAsia="Times New Roman" w:hAnsi="Times New Roman" w:cs="Times New Roman"/>
        </w:rPr>
        <w:t>местного бюджета муниципального</w:t>
      </w:r>
    </w:p>
    <w:p w:rsidR="006615C2" w:rsidRPr="00BB0723" w:rsidRDefault="006615C2" w:rsidP="00E32FC8">
      <w:pPr>
        <w:tabs>
          <w:tab w:val="center" w:pos="4677"/>
          <w:tab w:val="right" w:pos="9355"/>
        </w:tabs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 w:rsidRPr="00BB0723">
        <w:rPr>
          <w:rFonts w:ascii="Times New Roman" w:eastAsia="Times New Roman" w:hAnsi="Times New Roman" w:cs="Times New Roman"/>
        </w:rPr>
        <w:t xml:space="preserve">                                                                           </w:t>
      </w:r>
      <w:r w:rsidR="00D91797" w:rsidRPr="00BB0723">
        <w:rPr>
          <w:rFonts w:ascii="Times New Roman" w:eastAsia="Times New Roman" w:hAnsi="Times New Roman" w:cs="Times New Roman"/>
        </w:rPr>
        <w:t xml:space="preserve"> </w:t>
      </w:r>
      <w:r w:rsidR="00BB0723">
        <w:rPr>
          <w:rFonts w:ascii="Times New Roman" w:eastAsia="Times New Roman" w:hAnsi="Times New Roman" w:cs="Times New Roman"/>
        </w:rPr>
        <w:t xml:space="preserve">                         </w:t>
      </w:r>
      <w:r w:rsidR="00D91797" w:rsidRPr="00BB0723">
        <w:rPr>
          <w:rFonts w:ascii="Times New Roman" w:eastAsia="Times New Roman" w:hAnsi="Times New Roman" w:cs="Times New Roman"/>
        </w:rPr>
        <w:t xml:space="preserve">образования «Угранский район» </w:t>
      </w:r>
    </w:p>
    <w:p w:rsidR="006615C2" w:rsidRPr="00BB0723" w:rsidRDefault="006615C2" w:rsidP="00E32FC8">
      <w:pPr>
        <w:tabs>
          <w:tab w:val="center" w:pos="4677"/>
          <w:tab w:val="right" w:pos="9355"/>
        </w:tabs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 w:rsidRPr="00BB0723">
        <w:rPr>
          <w:rFonts w:ascii="Times New Roman" w:eastAsia="Times New Roman" w:hAnsi="Times New Roman" w:cs="Times New Roman"/>
        </w:rPr>
        <w:t xml:space="preserve">                                                                               </w:t>
      </w:r>
      <w:r w:rsidR="00BB0723">
        <w:rPr>
          <w:rFonts w:ascii="Times New Roman" w:eastAsia="Times New Roman" w:hAnsi="Times New Roman" w:cs="Times New Roman"/>
        </w:rPr>
        <w:t xml:space="preserve">                     </w:t>
      </w:r>
      <w:r w:rsidR="00D91797" w:rsidRPr="00BB0723">
        <w:rPr>
          <w:rFonts w:ascii="Times New Roman" w:eastAsia="Times New Roman" w:hAnsi="Times New Roman" w:cs="Times New Roman"/>
        </w:rPr>
        <w:t>Смоленской области</w:t>
      </w:r>
      <w:r w:rsidR="00BB0723" w:rsidRPr="00BB0723">
        <w:rPr>
          <w:rFonts w:ascii="Times New Roman" w:eastAsia="Times New Roman" w:hAnsi="Times New Roman" w:cs="Times New Roman"/>
        </w:rPr>
        <w:t xml:space="preserve">                                                                </w:t>
      </w:r>
      <w:r w:rsidR="00BB0723">
        <w:rPr>
          <w:rFonts w:ascii="Times New Roman" w:eastAsia="Times New Roman" w:hAnsi="Times New Roman" w:cs="Times New Roman"/>
        </w:rPr>
        <w:t xml:space="preserve">                                   </w:t>
      </w:r>
      <w:r w:rsidR="00BB0723" w:rsidRPr="00BB0723">
        <w:rPr>
          <w:rFonts w:ascii="Times New Roman" w:eastAsia="Times New Roman" w:hAnsi="Times New Roman" w:cs="Times New Roman"/>
        </w:rPr>
        <w:t xml:space="preserve"> </w:t>
      </w:r>
      <w:r w:rsidR="00D91797" w:rsidRPr="00BB0723">
        <w:rPr>
          <w:rFonts w:ascii="Times New Roman" w:eastAsia="Times New Roman" w:hAnsi="Times New Roman" w:cs="Times New Roman"/>
        </w:rPr>
        <w:t xml:space="preserve">и бюджетов сельских поселений </w:t>
      </w:r>
    </w:p>
    <w:p w:rsidR="006615C2" w:rsidRPr="00BB0723" w:rsidRDefault="00BB0723" w:rsidP="00E32FC8">
      <w:pPr>
        <w:tabs>
          <w:tab w:val="center" w:pos="4677"/>
          <w:tab w:val="right" w:pos="9355"/>
        </w:tabs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 w:rsidRPr="00BB0723">
        <w:rPr>
          <w:rFonts w:ascii="Times New Roman" w:eastAsia="Times New Roman" w:hAnsi="Times New Roman" w:cs="Times New Roman"/>
        </w:rPr>
        <w:t xml:space="preserve">                                                               </w:t>
      </w:r>
      <w:r>
        <w:rPr>
          <w:rFonts w:ascii="Times New Roman" w:eastAsia="Times New Roman" w:hAnsi="Times New Roman" w:cs="Times New Roman"/>
        </w:rPr>
        <w:t xml:space="preserve">                                   </w:t>
      </w:r>
      <w:r w:rsidRPr="00BB0723">
        <w:rPr>
          <w:rFonts w:ascii="Times New Roman" w:eastAsia="Times New Roman" w:hAnsi="Times New Roman" w:cs="Times New Roman"/>
        </w:rPr>
        <w:t xml:space="preserve"> </w:t>
      </w:r>
      <w:r w:rsidR="00D91797" w:rsidRPr="00BB0723">
        <w:rPr>
          <w:rFonts w:ascii="Times New Roman" w:eastAsia="Times New Roman" w:hAnsi="Times New Roman" w:cs="Times New Roman"/>
        </w:rPr>
        <w:t xml:space="preserve">Угранского района Смоленской </w:t>
      </w:r>
      <w:r w:rsidRPr="00BB0723">
        <w:rPr>
          <w:rFonts w:ascii="Times New Roman" w:eastAsia="Times New Roman" w:hAnsi="Times New Roman" w:cs="Times New Roman"/>
        </w:rPr>
        <w:t>о</w:t>
      </w:r>
      <w:r w:rsidR="00D91797" w:rsidRPr="00BB0723">
        <w:rPr>
          <w:rFonts w:ascii="Times New Roman" w:eastAsia="Times New Roman" w:hAnsi="Times New Roman" w:cs="Times New Roman"/>
        </w:rPr>
        <w:t>бласти</w:t>
      </w:r>
    </w:p>
    <w:p w:rsidR="00D91797" w:rsidRPr="00BB0723" w:rsidRDefault="00BB0723" w:rsidP="00E32FC8">
      <w:pPr>
        <w:tabs>
          <w:tab w:val="center" w:pos="4677"/>
          <w:tab w:val="right" w:pos="9355"/>
        </w:tabs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 w:rsidRPr="00BB0723">
        <w:rPr>
          <w:rFonts w:ascii="Times New Roman" w:eastAsia="Times New Roman" w:hAnsi="Times New Roman" w:cs="Times New Roman"/>
        </w:rPr>
        <w:t xml:space="preserve">                                                             </w:t>
      </w:r>
      <w:r>
        <w:rPr>
          <w:rFonts w:ascii="Times New Roman" w:eastAsia="Times New Roman" w:hAnsi="Times New Roman" w:cs="Times New Roman"/>
        </w:rPr>
        <w:t xml:space="preserve">                                 </w:t>
      </w:r>
      <w:r w:rsidRPr="00BB0723">
        <w:rPr>
          <w:rFonts w:ascii="Times New Roman" w:eastAsia="Times New Roman" w:hAnsi="Times New Roman" w:cs="Times New Roman"/>
        </w:rPr>
        <w:t xml:space="preserve"> </w:t>
      </w:r>
      <w:r w:rsidR="00D91797" w:rsidRPr="00BB0723">
        <w:rPr>
          <w:rFonts w:ascii="Times New Roman" w:eastAsia="Times New Roman" w:hAnsi="Times New Roman" w:cs="Times New Roman"/>
        </w:rPr>
        <w:t>Форма</w:t>
      </w:r>
    </w:p>
    <w:p w:rsidR="00D91797" w:rsidRDefault="00D91797" w:rsidP="006615C2">
      <w:pPr>
        <w:tabs>
          <w:tab w:val="left" w:pos="699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91797" w:rsidRDefault="00D91797" w:rsidP="00D917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E0ED8" w:rsidRPr="00BB0723" w:rsidRDefault="00DA2270" w:rsidP="00D917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B0723">
        <w:rPr>
          <w:rFonts w:ascii="Times New Roman" w:eastAsia="Times New Roman" w:hAnsi="Times New Roman" w:cs="Times New Roman"/>
          <w:b/>
          <w:sz w:val="24"/>
          <w:szCs w:val="24"/>
        </w:rPr>
        <w:t>АКТ</w:t>
      </w:r>
    </w:p>
    <w:p w:rsidR="001E0ED8" w:rsidRPr="00BB0723" w:rsidRDefault="00DA2270" w:rsidP="00D9179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B0723">
        <w:rPr>
          <w:rFonts w:ascii="Times New Roman" w:eastAsia="Times New Roman" w:hAnsi="Times New Roman" w:cs="Times New Roman"/>
          <w:sz w:val="24"/>
          <w:szCs w:val="24"/>
        </w:rPr>
        <w:t>приемки-передачи принятых на учет бюджетных обязательств</w:t>
      </w:r>
    </w:p>
    <w:p w:rsidR="001E0ED8" w:rsidRPr="00BB0723" w:rsidRDefault="00DA2270" w:rsidP="00D9179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B0723">
        <w:rPr>
          <w:rFonts w:ascii="Times New Roman" w:eastAsia="Times New Roman" w:hAnsi="Times New Roman" w:cs="Times New Roman"/>
          <w:sz w:val="24"/>
          <w:szCs w:val="24"/>
        </w:rPr>
        <w:t>при реорганизации (ликвидации) получателя средств</w:t>
      </w:r>
    </w:p>
    <w:p w:rsidR="001E0ED8" w:rsidRPr="00BB0723" w:rsidRDefault="00DA2270" w:rsidP="00D9179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B0723">
        <w:rPr>
          <w:rFonts w:ascii="Times New Roman" w:eastAsia="Times New Roman" w:hAnsi="Times New Roman" w:cs="Times New Roman"/>
          <w:sz w:val="24"/>
          <w:szCs w:val="24"/>
        </w:rPr>
        <w:t>на «__» ______ 20__ года</w:t>
      </w:r>
    </w:p>
    <w:p w:rsidR="001E0ED8" w:rsidRPr="00BB0723" w:rsidRDefault="001E0ED8" w:rsidP="00E32FC8">
      <w:pPr>
        <w:spacing w:after="0" w:line="240" w:lineRule="auto"/>
        <w:jc w:val="both"/>
        <w:rPr>
          <w:rFonts w:ascii="Times New Roman" w:eastAsia="Courier New" w:hAnsi="Times New Roman" w:cs="Times New Roman"/>
          <w:sz w:val="24"/>
          <w:szCs w:val="24"/>
        </w:rPr>
      </w:pPr>
    </w:p>
    <w:p w:rsidR="001E0ED8" w:rsidRPr="00BB0723" w:rsidRDefault="00DA2270" w:rsidP="00E32FC8">
      <w:pPr>
        <w:spacing w:after="0" w:line="240" w:lineRule="auto"/>
        <w:rPr>
          <w:rFonts w:ascii="Times New Roman" w:eastAsia="Courier New" w:hAnsi="Times New Roman" w:cs="Times New Roman"/>
          <w:sz w:val="24"/>
          <w:szCs w:val="24"/>
        </w:rPr>
      </w:pPr>
      <w:r w:rsidRPr="00BB0723">
        <w:rPr>
          <w:rFonts w:ascii="Times New Roman" w:eastAsia="Times New Roman" w:hAnsi="Times New Roman" w:cs="Times New Roman"/>
          <w:sz w:val="24"/>
          <w:szCs w:val="24"/>
        </w:rPr>
        <w:t>Наименование финансового органа Смоленской области_______________________________________________________________________</w:t>
      </w:r>
      <w:r w:rsidRPr="00BB0723">
        <w:rPr>
          <w:rFonts w:ascii="Times New Roman" w:eastAsia="Courier New" w:hAnsi="Times New Roman" w:cs="Times New Roman"/>
          <w:sz w:val="24"/>
          <w:szCs w:val="24"/>
        </w:rPr>
        <w:t xml:space="preserve">                                                                 </w:t>
      </w:r>
    </w:p>
    <w:p w:rsidR="001E0ED8" w:rsidRPr="00BB0723" w:rsidRDefault="00DA2270" w:rsidP="00E32F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B0723">
        <w:rPr>
          <w:rFonts w:ascii="Times New Roman" w:eastAsia="Times New Roman" w:hAnsi="Times New Roman" w:cs="Times New Roman"/>
          <w:sz w:val="24"/>
          <w:szCs w:val="24"/>
        </w:rPr>
        <w:t xml:space="preserve">Получатель средств, передающий обязательства    </w:t>
      </w:r>
      <w:r w:rsidR="00E32FC8">
        <w:rPr>
          <w:rFonts w:ascii="Times New Roman" w:eastAsia="Times New Roman" w:hAnsi="Times New Roman" w:cs="Times New Roman"/>
          <w:sz w:val="24"/>
          <w:szCs w:val="24"/>
        </w:rPr>
        <w:t>_________________</w:t>
      </w:r>
      <w:r w:rsidRPr="00BB0723">
        <w:rPr>
          <w:rFonts w:ascii="Times New Roman" w:eastAsia="Times New Roman" w:hAnsi="Times New Roman" w:cs="Times New Roman"/>
          <w:sz w:val="24"/>
          <w:szCs w:val="24"/>
        </w:rPr>
        <w:t xml:space="preserve">_________________ </w:t>
      </w:r>
    </w:p>
    <w:p w:rsidR="001E0ED8" w:rsidRPr="00BB0723" w:rsidRDefault="00DA2270" w:rsidP="00E32F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B0723">
        <w:rPr>
          <w:rFonts w:ascii="Times New Roman" w:eastAsia="Times New Roman" w:hAnsi="Times New Roman" w:cs="Times New Roman"/>
          <w:sz w:val="24"/>
          <w:szCs w:val="24"/>
        </w:rPr>
        <w:t xml:space="preserve">Номер лицевого счета получателя средств, передающего обязательства _________________________________________________________________________________________     </w:t>
      </w:r>
    </w:p>
    <w:p w:rsidR="001E0ED8" w:rsidRPr="00BB0723" w:rsidRDefault="00DA2270" w:rsidP="00E32F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B0723">
        <w:rPr>
          <w:rFonts w:ascii="Times New Roman" w:eastAsia="Times New Roman" w:hAnsi="Times New Roman" w:cs="Times New Roman"/>
          <w:sz w:val="24"/>
          <w:szCs w:val="24"/>
        </w:rPr>
        <w:t xml:space="preserve">Получатель средств, принимающий обязательства   </w:t>
      </w:r>
      <w:r w:rsidR="00E32FC8">
        <w:rPr>
          <w:rFonts w:ascii="Times New Roman" w:eastAsia="Times New Roman" w:hAnsi="Times New Roman" w:cs="Times New Roman"/>
          <w:sz w:val="24"/>
          <w:szCs w:val="24"/>
        </w:rPr>
        <w:t>________________________________</w:t>
      </w:r>
      <w:r w:rsidRPr="00BB0723">
        <w:rPr>
          <w:rFonts w:ascii="Times New Roman" w:eastAsia="Times New Roman" w:hAnsi="Times New Roman" w:cs="Times New Roman"/>
          <w:sz w:val="24"/>
          <w:szCs w:val="24"/>
        </w:rPr>
        <w:t xml:space="preserve">     ______________________________________________</w:t>
      </w:r>
      <w:r w:rsidR="00E32FC8">
        <w:rPr>
          <w:rFonts w:ascii="Times New Roman" w:eastAsia="Times New Roman" w:hAnsi="Times New Roman" w:cs="Times New Roman"/>
          <w:sz w:val="24"/>
          <w:szCs w:val="24"/>
        </w:rPr>
        <w:t>______________________________</w:t>
      </w:r>
      <w:r w:rsidRPr="00BB0723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</w:t>
      </w:r>
    </w:p>
    <w:p w:rsidR="001E0ED8" w:rsidRPr="00BB0723" w:rsidRDefault="00DA2270" w:rsidP="00E32F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B0723">
        <w:rPr>
          <w:rFonts w:ascii="Times New Roman" w:eastAsia="Times New Roman" w:hAnsi="Times New Roman" w:cs="Times New Roman"/>
          <w:sz w:val="24"/>
          <w:szCs w:val="24"/>
        </w:rPr>
        <w:t xml:space="preserve">Номер лицевого счета получателя средств, принимающего обязательства </w:t>
      </w:r>
      <w:r w:rsidR="00E32FC8">
        <w:rPr>
          <w:rFonts w:ascii="Times New Roman" w:eastAsia="Times New Roman" w:hAnsi="Times New Roman" w:cs="Times New Roman"/>
          <w:sz w:val="24"/>
          <w:szCs w:val="24"/>
        </w:rPr>
        <w:t>______</w:t>
      </w:r>
      <w:r w:rsidRPr="00BB0723">
        <w:rPr>
          <w:rFonts w:ascii="Times New Roman" w:eastAsia="Times New Roman" w:hAnsi="Times New Roman" w:cs="Times New Roman"/>
          <w:sz w:val="24"/>
          <w:szCs w:val="24"/>
        </w:rPr>
        <w:t xml:space="preserve">_______    </w:t>
      </w:r>
    </w:p>
    <w:p w:rsidR="001E0ED8" w:rsidRPr="00BB0723" w:rsidRDefault="00DA2270" w:rsidP="00E32F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B0723">
        <w:rPr>
          <w:rFonts w:ascii="Times New Roman" w:eastAsia="Times New Roman" w:hAnsi="Times New Roman" w:cs="Times New Roman"/>
          <w:sz w:val="24"/>
          <w:szCs w:val="24"/>
        </w:rPr>
        <w:t>Основание для передачи обязательств ______________________________________________________________________________________________________________________</w:t>
      </w:r>
    </w:p>
    <w:p w:rsidR="001E0ED8" w:rsidRPr="00BB0723" w:rsidRDefault="00DA2270" w:rsidP="006A7C1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0723">
        <w:rPr>
          <w:rFonts w:ascii="Times New Roman" w:eastAsia="Times New Roman" w:hAnsi="Times New Roman" w:cs="Times New Roman"/>
          <w:sz w:val="24"/>
          <w:szCs w:val="24"/>
        </w:rPr>
        <w:t xml:space="preserve">Единица измерения: руб.                                   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/>
      </w:tblPr>
      <w:tblGrid>
        <w:gridCol w:w="1177"/>
        <w:gridCol w:w="1231"/>
        <w:gridCol w:w="1219"/>
        <w:gridCol w:w="688"/>
        <w:gridCol w:w="948"/>
        <w:gridCol w:w="726"/>
        <w:gridCol w:w="692"/>
        <w:gridCol w:w="683"/>
        <w:gridCol w:w="935"/>
        <w:gridCol w:w="1174"/>
      </w:tblGrid>
      <w:tr w:rsidR="001E0ED8" w:rsidRPr="00BB0723">
        <w:trPr>
          <w:trHeight w:val="1"/>
        </w:trPr>
        <w:tc>
          <w:tcPr>
            <w:tcW w:w="32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E0ED8" w:rsidRPr="00BB0723" w:rsidRDefault="00DA2270" w:rsidP="006A7C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0723">
              <w:rPr>
                <w:rFonts w:ascii="Times New Roman" w:eastAsia="Times New Roman" w:hAnsi="Times New Roman" w:cs="Times New Roman"/>
                <w:sz w:val="24"/>
                <w:szCs w:val="24"/>
              </w:rPr>
              <w:t>Учетный номер бюджетного обязательства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E0ED8" w:rsidRPr="00BB0723" w:rsidRDefault="00DA2270" w:rsidP="006A7C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0723">
              <w:rPr>
                <w:rFonts w:ascii="Times New Roman" w:eastAsia="Times New Roman" w:hAnsi="Times New Roman" w:cs="Times New Roman"/>
                <w:sz w:val="24"/>
                <w:szCs w:val="24"/>
              </w:rPr>
              <w:t>Код по БК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E0ED8" w:rsidRPr="00BB0723" w:rsidRDefault="00DA2270" w:rsidP="006A7C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0723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обязательства на текущий финансовый год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E0ED8" w:rsidRPr="00BB0723" w:rsidRDefault="00DA2270" w:rsidP="006A7C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0723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обязательства на плановый</w:t>
            </w:r>
            <w:r w:rsidRPr="00BB072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 период</w:t>
            </w:r>
          </w:p>
        </w:tc>
        <w:tc>
          <w:tcPr>
            <w:tcW w:w="34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E0ED8" w:rsidRPr="00BB0723" w:rsidRDefault="00DA2270" w:rsidP="006A7C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0723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обязательства</w:t>
            </w:r>
          </w:p>
        </w:tc>
      </w:tr>
      <w:tr w:rsidR="001E0ED8" w:rsidRPr="00BB0723">
        <w:trPr>
          <w:trHeight w:val="1"/>
        </w:trPr>
        <w:tc>
          <w:tcPr>
            <w:tcW w:w="32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0ED8" w:rsidRPr="00BB0723" w:rsidRDefault="001E0ED8" w:rsidP="006A7C1A">
            <w:pPr>
              <w:spacing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E0ED8" w:rsidRPr="00BB0723" w:rsidRDefault="00DA2270" w:rsidP="006A7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0723">
              <w:rPr>
                <w:rFonts w:ascii="Times New Roman" w:eastAsia="Times New Roman" w:hAnsi="Times New Roman" w:cs="Times New Roman"/>
                <w:sz w:val="24"/>
                <w:szCs w:val="24"/>
              </w:rPr>
              <w:t>обязательства,</w:t>
            </w:r>
          </w:p>
          <w:p w:rsidR="001E0ED8" w:rsidRPr="00BB0723" w:rsidRDefault="00DA2270" w:rsidP="006A7C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07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передаваемого  </w:t>
            </w:r>
            <w:r w:rsidRPr="00BB072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 получателем средств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E0ED8" w:rsidRPr="00BB0723" w:rsidRDefault="00DA2270" w:rsidP="006A7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0723">
              <w:rPr>
                <w:rFonts w:ascii="Times New Roman" w:eastAsia="Times New Roman" w:hAnsi="Times New Roman" w:cs="Times New Roman"/>
                <w:sz w:val="24"/>
                <w:szCs w:val="24"/>
              </w:rPr>
              <w:t>обязательства,</w:t>
            </w:r>
          </w:p>
          <w:p w:rsidR="001E0ED8" w:rsidRPr="00BB0723" w:rsidRDefault="00DA2270" w:rsidP="006A7C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07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принимаемого </w:t>
            </w:r>
            <w:r w:rsidRPr="00BB072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получателем средств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E0ED8" w:rsidRPr="00BB0723" w:rsidRDefault="00DA2270" w:rsidP="006A7C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0723">
              <w:rPr>
                <w:rFonts w:ascii="Times New Roman" w:eastAsia="Times New Roman" w:hAnsi="Times New Roman" w:cs="Times New Roman"/>
                <w:sz w:val="24"/>
                <w:szCs w:val="24"/>
              </w:rPr>
              <w:t>учтено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E0ED8" w:rsidRPr="00BB0723" w:rsidRDefault="00DA2270" w:rsidP="006A7C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0723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исполнено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E0ED8" w:rsidRPr="00BB0723" w:rsidRDefault="001E0ED8" w:rsidP="006A7C1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E0ED8" w:rsidRPr="00BB0723" w:rsidRDefault="00DA2270" w:rsidP="006A7C1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07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первый </w:t>
            </w:r>
            <w:r w:rsidRPr="00BB072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год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E0ED8" w:rsidRPr="00BB0723" w:rsidRDefault="001E0ED8" w:rsidP="006A7C1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E0ED8" w:rsidRPr="00BB0723" w:rsidRDefault="00DA2270" w:rsidP="006A7C1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07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второй </w:t>
            </w:r>
            <w:r w:rsidRPr="00BB072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год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E0ED8" w:rsidRPr="00BB0723" w:rsidRDefault="001E0ED8" w:rsidP="006A7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E0ED8" w:rsidRPr="00BB0723" w:rsidRDefault="00DA2270" w:rsidP="006A7C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0723">
              <w:rPr>
                <w:rFonts w:ascii="Times New Roman" w:eastAsia="Times New Roman" w:hAnsi="Times New Roman" w:cs="Times New Roman"/>
                <w:sz w:val="24"/>
                <w:szCs w:val="24"/>
              </w:rPr>
              <w:t>третий год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E0ED8" w:rsidRPr="00BB0723" w:rsidRDefault="001E0ED8" w:rsidP="006A7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E0ED8" w:rsidRPr="00BB0723" w:rsidRDefault="00DA2270" w:rsidP="006A7C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0723">
              <w:rPr>
                <w:rFonts w:ascii="Times New Roman" w:eastAsia="Times New Roman" w:hAnsi="Times New Roman" w:cs="Times New Roman"/>
                <w:sz w:val="24"/>
                <w:szCs w:val="24"/>
              </w:rPr>
              <w:t>четвертый год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E0ED8" w:rsidRPr="00BB0723" w:rsidRDefault="001E0ED8" w:rsidP="006A7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E0ED8" w:rsidRPr="00BB0723" w:rsidRDefault="00DA2270" w:rsidP="006A7C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0723"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последующие годы</w:t>
            </w:r>
          </w:p>
        </w:tc>
      </w:tr>
      <w:tr w:rsidR="001E0ED8" w:rsidRPr="00BB0723">
        <w:trPr>
          <w:trHeight w:val="1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0ED8" w:rsidRPr="00BB0723" w:rsidRDefault="001E0ED8" w:rsidP="006A7C1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0ED8" w:rsidRPr="00BB0723" w:rsidRDefault="001E0ED8" w:rsidP="006A7C1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0ED8" w:rsidRPr="00BB0723" w:rsidRDefault="001E0ED8" w:rsidP="006A7C1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0ED8" w:rsidRPr="00BB0723" w:rsidRDefault="001E0ED8" w:rsidP="006A7C1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0ED8" w:rsidRPr="00BB0723" w:rsidRDefault="001E0ED8" w:rsidP="006A7C1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0ED8" w:rsidRPr="00BB0723" w:rsidRDefault="001E0ED8" w:rsidP="006A7C1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0ED8" w:rsidRPr="00BB0723" w:rsidRDefault="001E0ED8" w:rsidP="006A7C1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0ED8" w:rsidRPr="00BB0723" w:rsidRDefault="001E0ED8" w:rsidP="006A7C1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0ED8" w:rsidRPr="00BB0723" w:rsidRDefault="001E0ED8" w:rsidP="006A7C1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0ED8" w:rsidRPr="00BB0723" w:rsidRDefault="001E0ED8" w:rsidP="006A7C1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E0ED8" w:rsidRPr="00BB0723">
        <w:trPr>
          <w:trHeight w:val="1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0ED8" w:rsidRPr="00BB0723" w:rsidRDefault="001E0ED8" w:rsidP="006A7C1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0ED8" w:rsidRPr="00BB0723" w:rsidRDefault="001E0ED8" w:rsidP="006A7C1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0ED8" w:rsidRPr="00BB0723" w:rsidRDefault="001E0ED8" w:rsidP="006A7C1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0ED8" w:rsidRPr="00BB0723" w:rsidRDefault="001E0ED8" w:rsidP="006A7C1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0ED8" w:rsidRPr="00BB0723" w:rsidRDefault="001E0ED8" w:rsidP="006A7C1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0ED8" w:rsidRPr="00BB0723" w:rsidRDefault="001E0ED8" w:rsidP="006A7C1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0ED8" w:rsidRPr="00BB0723" w:rsidRDefault="001E0ED8" w:rsidP="006A7C1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0ED8" w:rsidRPr="00BB0723" w:rsidRDefault="001E0ED8" w:rsidP="006A7C1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0ED8" w:rsidRPr="00BB0723" w:rsidRDefault="001E0ED8" w:rsidP="006A7C1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0ED8" w:rsidRPr="00BB0723" w:rsidRDefault="001E0ED8" w:rsidP="006A7C1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E0ED8" w:rsidRPr="00BB0723">
        <w:trPr>
          <w:trHeight w:val="1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0ED8" w:rsidRPr="00BB0723" w:rsidRDefault="001E0ED8" w:rsidP="006A7C1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0ED8" w:rsidRPr="00BB0723" w:rsidRDefault="001E0ED8" w:rsidP="006A7C1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0ED8" w:rsidRPr="00BB0723" w:rsidRDefault="001E0ED8" w:rsidP="006A7C1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0ED8" w:rsidRPr="00BB0723" w:rsidRDefault="001E0ED8" w:rsidP="006A7C1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0ED8" w:rsidRPr="00BB0723" w:rsidRDefault="001E0ED8" w:rsidP="006A7C1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0ED8" w:rsidRPr="00BB0723" w:rsidRDefault="001E0ED8" w:rsidP="006A7C1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0ED8" w:rsidRPr="00BB0723" w:rsidRDefault="001E0ED8" w:rsidP="006A7C1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0ED8" w:rsidRPr="00BB0723" w:rsidRDefault="001E0ED8" w:rsidP="006A7C1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0ED8" w:rsidRPr="00BB0723" w:rsidRDefault="001E0ED8" w:rsidP="006A7C1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0ED8" w:rsidRPr="00BB0723" w:rsidRDefault="001E0ED8" w:rsidP="006A7C1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1E0ED8" w:rsidRPr="00BB0723" w:rsidRDefault="001E0ED8" w:rsidP="006A7C1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E0ED8" w:rsidRPr="00BB0723" w:rsidRDefault="00DA2270" w:rsidP="00E32F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B0723">
        <w:rPr>
          <w:rFonts w:ascii="Times New Roman" w:eastAsia="Times New Roman" w:hAnsi="Times New Roman" w:cs="Times New Roman"/>
          <w:sz w:val="24"/>
          <w:szCs w:val="24"/>
        </w:rPr>
        <w:t>Передающая</w:t>
      </w:r>
      <w:r w:rsidR="00E32F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91797" w:rsidRPr="00BB072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B0723">
        <w:rPr>
          <w:rFonts w:ascii="Times New Roman" w:eastAsia="Times New Roman" w:hAnsi="Times New Roman" w:cs="Times New Roman"/>
          <w:sz w:val="24"/>
          <w:szCs w:val="24"/>
        </w:rPr>
        <w:t>сторона:                                                                                                                                                                                Принимающая сторона:</w:t>
      </w:r>
    </w:p>
    <w:p w:rsidR="001E0ED8" w:rsidRPr="00BB0723" w:rsidRDefault="001E0ED8" w:rsidP="006A7C1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32FC8" w:rsidRDefault="00DA2270" w:rsidP="006A7C1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0723">
        <w:rPr>
          <w:rFonts w:ascii="Times New Roman" w:eastAsia="Times New Roman" w:hAnsi="Times New Roman" w:cs="Times New Roman"/>
          <w:sz w:val="24"/>
          <w:szCs w:val="24"/>
        </w:rPr>
        <w:t xml:space="preserve">Руководитель            ___________ </w:t>
      </w:r>
      <w:r w:rsidR="00E32FC8">
        <w:rPr>
          <w:rFonts w:ascii="Times New Roman" w:eastAsia="Times New Roman" w:hAnsi="Times New Roman" w:cs="Times New Roman"/>
          <w:sz w:val="24"/>
          <w:szCs w:val="24"/>
        </w:rPr>
        <w:t xml:space="preserve">           ___</w:t>
      </w:r>
      <w:r w:rsidRPr="00BB0723">
        <w:rPr>
          <w:rFonts w:ascii="Times New Roman" w:eastAsia="Times New Roman" w:hAnsi="Times New Roman" w:cs="Times New Roman"/>
          <w:sz w:val="24"/>
          <w:szCs w:val="24"/>
        </w:rPr>
        <w:t xml:space="preserve">______ </w:t>
      </w:r>
      <w:r w:rsidR="00E32FC8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</w:t>
      </w:r>
      <w:r w:rsidRPr="00BB0723">
        <w:rPr>
          <w:rFonts w:ascii="Times New Roman" w:eastAsia="Times New Roman" w:hAnsi="Times New Roman" w:cs="Times New Roman"/>
          <w:sz w:val="24"/>
          <w:szCs w:val="24"/>
        </w:rPr>
        <w:t>_____</w:t>
      </w:r>
      <w:r w:rsidR="00E32FC8">
        <w:rPr>
          <w:rFonts w:ascii="Times New Roman" w:eastAsia="Times New Roman" w:hAnsi="Times New Roman" w:cs="Times New Roman"/>
          <w:sz w:val="24"/>
          <w:szCs w:val="24"/>
        </w:rPr>
        <w:t>_____</w:t>
      </w:r>
      <w:r w:rsidRPr="00BB0723">
        <w:rPr>
          <w:rFonts w:ascii="Times New Roman" w:eastAsia="Times New Roman" w:hAnsi="Times New Roman" w:cs="Times New Roman"/>
          <w:sz w:val="24"/>
          <w:szCs w:val="24"/>
        </w:rPr>
        <w:t xml:space="preserve">_____    </w:t>
      </w:r>
    </w:p>
    <w:p w:rsidR="00E32FC8" w:rsidRDefault="00E32FC8" w:rsidP="006A7C1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0723">
        <w:rPr>
          <w:rFonts w:ascii="Times New Roman" w:eastAsia="Times New Roman" w:hAnsi="Times New Roman" w:cs="Times New Roman"/>
          <w:sz w:val="24"/>
          <w:szCs w:val="24"/>
        </w:rPr>
        <w:t xml:space="preserve">(уполномоченное        (должность)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 w:rsidRPr="00BB0723">
        <w:rPr>
          <w:rFonts w:ascii="Times New Roman" w:eastAsia="Times New Roman" w:hAnsi="Times New Roman" w:cs="Times New Roman"/>
          <w:sz w:val="24"/>
          <w:szCs w:val="24"/>
        </w:rPr>
        <w:t xml:space="preserve">(подпись)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</w:t>
      </w:r>
      <w:r w:rsidRPr="00BB0723">
        <w:rPr>
          <w:rFonts w:ascii="Times New Roman" w:eastAsia="Times New Roman" w:hAnsi="Times New Roman" w:cs="Times New Roman"/>
          <w:sz w:val="24"/>
          <w:szCs w:val="24"/>
        </w:rPr>
        <w:t>(расшифровка подписи)</w:t>
      </w:r>
    </w:p>
    <w:p w:rsidR="00E32FC8" w:rsidRDefault="00E32FC8" w:rsidP="006A7C1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лицо)</w:t>
      </w:r>
    </w:p>
    <w:p w:rsidR="00EA53A0" w:rsidRDefault="00EA53A0" w:rsidP="006A7C1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A53A0" w:rsidRDefault="00EA53A0" w:rsidP="006A7C1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0723">
        <w:rPr>
          <w:rFonts w:ascii="Times New Roman" w:eastAsia="Times New Roman" w:hAnsi="Times New Roman" w:cs="Times New Roman"/>
          <w:sz w:val="24"/>
          <w:szCs w:val="24"/>
        </w:rPr>
        <w:t xml:space="preserve">Главный  бухгалтер     ___________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Pr="00BB072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Pr="00BB072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___</w:t>
      </w:r>
      <w:r w:rsidRPr="00BB0723">
        <w:rPr>
          <w:rFonts w:ascii="Times New Roman" w:eastAsia="Times New Roman" w:hAnsi="Times New Roman" w:cs="Times New Roman"/>
          <w:sz w:val="24"/>
          <w:szCs w:val="24"/>
        </w:rPr>
        <w:t xml:space="preserve">_______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</w:t>
      </w:r>
      <w:r w:rsidRPr="00BB0723">
        <w:rPr>
          <w:rFonts w:ascii="Times New Roman" w:eastAsia="Times New Roman" w:hAnsi="Times New Roman" w:cs="Times New Roman"/>
          <w:sz w:val="24"/>
          <w:szCs w:val="24"/>
        </w:rPr>
        <w:t xml:space="preserve">________________                                                                                       </w:t>
      </w:r>
    </w:p>
    <w:p w:rsidR="00EA53A0" w:rsidRDefault="00EA53A0" w:rsidP="006A7C1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</w:t>
      </w:r>
      <w:r w:rsidRPr="00BB0723">
        <w:rPr>
          <w:rFonts w:ascii="Times New Roman" w:eastAsia="Times New Roman" w:hAnsi="Times New Roman" w:cs="Times New Roman"/>
          <w:sz w:val="24"/>
          <w:szCs w:val="24"/>
        </w:rPr>
        <w:t xml:space="preserve">уполномоченное           (должность)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</w:t>
      </w:r>
      <w:r w:rsidRPr="00BB0723">
        <w:rPr>
          <w:rFonts w:ascii="Times New Roman" w:eastAsia="Times New Roman" w:hAnsi="Times New Roman" w:cs="Times New Roman"/>
          <w:sz w:val="24"/>
          <w:szCs w:val="24"/>
        </w:rPr>
        <w:t xml:space="preserve">(подпись)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</w:t>
      </w:r>
      <w:r w:rsidRPr="00BB0723">
        <w:rPr>
          <w:rFonts w:ascii="Times New Roman" w:eastAsia="Times New Roman" w:hAnsi="Times New Roman" w:cs="Times New Roman"/>
          <w:sz w:val="24"/>
          <w:szCs w:val="24"/>
        </w:rPr>
        <w:t xml:space="preserve">(расшифровка  подписи)         </w:t>
      </w:r>
    </w:p>
    <w:p w:rsidR="00EA53A0" w:rsidRDefault="00EA53A0" w:rsidP="006A7C1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лицо)</w:t>
      </w:r>
    </w:p>
    <w:p w:rsidR="00EA53A0" w:rsidRDefault="00EA53A0" w:rsidP="006A7C1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A53A0" w:rsidRDefault="00EA53A0" w:rsidP="006A7C1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0723">
        <w:rPr>
          <w:rFonts w:ascii="Times New Roman" w:eastAsia="Times New Roman" w:hAnsi="Times New Roman" w:cs="Times New Roman"/>
          <w:sz w:val="24"/>
          <w:szCs w:val="24"/>
        </w:rPr>
        <w:t xml:space="preserve">«____» _____________ 20__ года                                                                                                                                                                 </w:t>
      </w:r>
    </w:p>
    <w:p w:rsidR="00EA53A0" w:rsidRDefault="00EA53A0" w:rsidP="006A7C1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A53A0" w:rsidRDefault="00EA53A0" w:rsidP="006A7C1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М.П.</w:t>
      </w:r>
    </w:p>
    <w:p w:rsidR="00EA53A0" w:rsidRDefault="00EA53A0" w:rsidP="006A7C1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0723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</w:t>
      </w:r>
    </w:p>
    <w:p w:rsidR="001E0ED8" w:rsidRPr="00BB0723" w:rsidRDefault="00DA2270" w:rsidP="006A7C1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0723">
        <w:rPr>
          <w:rFonts w:ascii="Times New Roman" w:eastAsia="Times New Roman" w:hAnsi="Times New Roman" w:cs="Times New Roman"/>
          <w:sz w:val="24"/>
          <w:szCs w:val="24"/>
        </w:rPr>
        <w:t xml:space="preserve"> Руководитель          </w:t>
      </w:r>
      <w:r w:rsidR="00EA53A0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BB0723">
        <w:rPr>
          <w:rFonts w:ascii="Times New Roman" w:eastAsia="Times New Roman" w:hAnsi="Times New Roman" w:cs="Times New Roman"/>
          <w:sz w:val="24"/>
          <w:szCs w:val="24"/>
        </w:rPr>
        <w:t>___________</w:t>
      </w:r>
      <w:r w:rsidR="00E32FC8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EA53A0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Pr="00BB0723">
        <w:rPr>
          <w:rFonts w:ascii="Times New Roman" w:eastAsia="Times New Roman" w:hAnsi="Times New Roman" w:cs="Times New Roman"/>
          <w:sz w:val="24"/>
          <w:szCs w:val="24"/>
        </w:rPr>
        <w:t xml:space="preserve"> _________ </w:t>
      </w:r>
      <w:r w:rsidR="00E32FC8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</w:t>
      </w:r>
      <w:r w:rsidRPr="00BB0723">
        <w:rPr>
          <w:rFonts w:ascii="Times New Roman" w:eastAsia="Times New Roman" w:hAnsi="Times New Roman" w:cs="Times New Roman"/>
          <w:sz w:val="24"/>
          <w:szCs w:val="24"/>
        </w:rPr>
        <w:t>_____________</w:t>
      </w:r>
    </w:p>
    <w:p w:rsidR="001E0ED8" w:rsidRPr="00BB0723" w:rsidRDefault="00DA2270" w:rsidP="006A7C1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0723">
        <w:rPr>
          <w:rFonts w:ascii="Times New Roman" w:eastAsia="Times New Roman" w:hAnsi="Times New Roman" w:cs="Times New Roman"/>
          <w:sz w:val="24"/>
          <w:szCs w:val="24"/>
        </w:rPr>
        <w:t xml:space="preserve">(уполномоченное     </w:t>
      </w:r>
      <w:r w:rsidR="00EA53A0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Pr="00BB0723">
        <w:rPr>
          <w:rFonts w:ascii="Times New Roman" w:eastAsia="Times New Roman" w:hAnsi="Times New Roman" w:cs="Times New Roman"/>
          <w:sz w:val="24"/>
          <w:szCs w:val="24"/>
        </w:rPr>
        <w:t xml:space="preserve">(должность) </w:t>
      </w:r>
      <w:r w:rsidR="00E32FC8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="00EA53A0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Pr="00BB0723">
        <w:rPr>
          <w:rFonts w:ascii="Times New Roman" w:eastAsia="Times New Roman" w:hAnsi="Times New Roman" w:cs="Times New Roman"/>
          <w:sz w:val="24"/>
          <w:szCs w:val="24"/>
        </w:rPr>
        <w:t xml:space="preserve">(подпись) </w:t>
      </w:r>
      <w:r w:rsidR="00EA53A0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</w:t>
      </w:r>
      <w:r w:rsidRPr="00BB0723">
        <w:rPr>
          <w:rFonts w:ascii="Times New Roman" w:eastAsia="Times New Roman" w:hAnsi="Times New Roman" w:cs="Times New Roman"/>
          <w:sz w:val="24"/>
          <w:szCs w:val="24"/>
        </w:rPr>
        <w:t>(расшифровка подписи)</w:t>
      </w:r>
    </w:p>
    <w:p w:rsidR="001E0ED8" w:rsidRPr="00BB0723" w:rsidRDefault="00DA2270" w:rsidP="006A7C1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0723">
        <w:rPr>
          <w:rFonts w:ascii="Times New Roman" w:eastAsia="Times New Roman" w:hAnsi="Times New Roman" w:cs="Times New Roman"/>
          <w:sz w:val="24"/>
          <w:szCs w:val="24"/>
        </w:rPr>
        <w:t xml:space="preserve">лицо)                                                                                                                                                                                                              </w:t>
      </w:r>
    </w:p>
    <w:p w:rsidR="00EA53A0" w:rsidRDefault="00EA53A0" w:rsidP="006A7C1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E0ED8" w:rsidRPr="00BB0723" w:rsidRDefault="00DA2270" w:rsidP="006A7C1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0723">
        <w:rPr>
          <w:rFonts w:ascii="Times New Roman" w:eastAsia="Times New Roman" w:hAnsi="Times New Roman" w:cs="Times New Roman"/>
          <w:sz w:val="24"/>
          <w:szCs w:val="24"/>
        </w:rPr>
        <w:t xml:space="preserve">Главный бухгалтер    </w:t>
      </w:r>
      <w:r w:rsidR="00EA53A0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BB0723">
        <w:rPr>
          <w:rFonts w:ascii="Times New Roman" w:eastAsia="Times New Roman" w:hAnsi="Times New Roman" w:cs="Times New Roman"/>
          <w:sz w:val="24"/>
          <w:szCs w:val="24"/>
        </w:rPr>
        <w:t xml:space="preserve"> ________ </w:t>
      </w:r>
      <w:r w:rsidR="00EA53A0">
        <w:rPr>
          <w:rFonts w:ascii="Times New Roman" w:eastAsia="Times New Roman" w:hAnsi="Times New Roman" w:cs="Times New Roman"/>
          <w:sz w:val="24"/>
          <w:szCs w:val="24"/>
        </w:rPr>
        <w:t xml:space="preserve">           _______</w:t>
      </w:r>
      <w:r w:rsidRPr="00BB0723">
        <w:rPr>
          <w:rFonts w:ascii="Times New Roman" w:eastAsia="Times New Roman" w:hAnsi="Times New Roman" w:cs="Times New Roman"/>
          <w:sz w:val="24"/>
          <w:szCs w:val="24"/>
        </w:rPr>
        <w:t xml:space="preserve">_____ </w:t>
      </w:r>
      <w:r w:rsidR="00EA53A0">
        <w:rPr>
          <w:rFonts w:ascii="Times New Roman" w:eastAsia="Times New Roman" w:hAnsi="Times New Roman" w:cs="Times New Roman"/>
          <w:sz w:val="24"/>
          <w:szCs w:val="24"/>
        </w:rPr>
        <w:t xml:space="preserve">                    </w:t>
      </w:r>
      <w:r w:rsidRPr="00BB0723">
        <w:rPr>
          <w:rFonts w:ascii="Times New Roman" w:eastAsia="Times New Roman" w:hAnsi="Times New Roman" w:cs="Times New Roman"/>
          <w:sz w:val="24"/>
          <w:szCs w:val="24"/>
        </w:rPr>
        <w:t>____________________</w:t>
      </w:r>
    </w:p>
    <w:p w:rsidR="00EA53A0" w:rsidRPr="00BB0723" w:rsidRDefault="00DA2270" w:rsidP="00EA53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B0723">
        <w:rPr>
          <w:rFonts w:ascii="Times New Roman" w:eastAsia="Times New Roman" w:hAnsi="Times New Roman" w:cs="Times New Roman"/>
          <w:sz w:val="24"/>
          <w:szCs w:val="24"/>
        </w:rPr>
        <w:t>(уполномоченное</w:t>
      </w:r>
      <w:r w:rsidR="00EA53A0">
        <w:rPr>
          <w:rFonts w:ascii="Times New Roman" w:eastAsia="Times New Roman" w:hAnsi="Times New Roman" w:cs="Times New Roman"/>
          <w:sz w:val="24"/>
          <w:szCs w:val="24"/>
        </w:rPr>
        <w:t xml:space="preserve">        (</w:t>
      </w:r>
      <w:r w:rsidRPr="00BB0723">
        <w:rPr>
          <w:rFonts w:ascii="Times New Roman" w:eastAsia="Times New Roman" w:hAnsi="Times New Roman" w:cs="Times New Roman"/>
          <w:sz w:val="24"/>
          <w:szCs w:val="24"/>
        </w:rPr>
        <w:t xml:space="preserve">должность) </w:t>
      </w:r>
      <w:r w:rsidR="00EA53A0"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Pr="00BB0723">
        <w:rPr>
          <w:rFonts w:ascii="Times New Roman" w:eastAsia="Times New Roman" w:hAnsi="Times New Roman" w:cs="Times New Roman"/>
          <w:sz w:val="24"/>
          <w:szCs w:val="24"/>
        </w:rPr>
        <w:t>(подпись)</w:t>
      </w:r>
      <w:r w:rsidR="00EA53A0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</w:t>
      </w:r>
      <w:r w:rsidRPr="00BB0723">
        <w:rPr>
          <w:rFonts w:ascii="Times New Roman" w:eastAsia="Times New Roman" w:hAnsi="Times New Roman" w:cs="Times New Roman"/>
          <w:sz w:val="24"/>
          <w:szCs w:val="24"/>
        </w:rPr>
        <w:t xml:space="preserve">(расшифровка  подписи)                                                                                             </w:t>
      </w:r>
    </w:p>
    <w:p w:rsidR="001E0ED8" w:rsidRPr="00BB0723" w:rsidRDefault="00DA2270" w:rsidP="006A7C1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0723">
        <w:rPr>
          <w:rFonts w:ascii="Times New Roman" w:eastAsia="Times New Roman" w:hAnsi="Times New Roman" w:cs="Times New Roman"/>
          <w:sz w:val="24"/>
          <w:szCs w:val="24"/>
        </w:rPr>
        <w:t>лицо)</w:t>
      </w:r>
    </w:p>
    <w:p w:rsidR="001E0ED8" w:rsidRPr="00BB0723" w:rsidRDefault="001E0ED8" w:rsidP="006A7C1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E0ED8" w:rsidRPr="00BB0723" w:rsidRDefault="00DA2270" w:rsidP="00EA53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B0723">
        <w:rPr>
          <w:rFonts w:ascii="Times New Roman" w:eastAsia="Times New Roman" w:hAnsi="Times New Roman" w:cs="Times New Roman"/>
          <w:sz w:val="24"/>
          <w:szCs w:val="24"/>
        </w:rPr>
        <w:t xml:space="preserve">«____» _____________ 20__ года                                                                                                                                                                 </w:t>
      </w:r>
    </w:p>
    <w:p w:rsidR="001E0ED8" w:rsidRPr="00BB0723" w:rsidRDefault="001E0ED8" w:rsidP="006A7C1A">
      <w:pPr>
        <w:spacing w:after="0" w:line="240" w:lineRule="auto"/>
        <w:jc w:val="both"/>
        <w:rPr>
          <w:rFonts w:ascii="Times New Roman" w:eastAsia="Courier New" w:hAnsi="Times New Roman" w:cs="Times New Roman"/>
          <w:sz w:val="24"/>
          <w:szCs w:val="24"/>
        </w:rPr>
      </w:pPr>
    </w:p>
    <w:p w:rsidR="001E0ED8" w:rsidRPr="00BB0723" w:rsidRDefault="001E0ED8" w:rsidP="006A7C1A">
      <w:pPr>
        <w:spacing w:after="0" w:line="240" w:lineRule="auto"/>
        <w:jc w:val="both"/>
        <w:rPr>
          <w:rFonts w:ascii="Times New Roman" w:eastAsia="Courier New" w:hAnsi="Times New Roman" w:cs="Times New Roman"/>
          <w:sz w:val="24"/>
          <w:szCs w:val="24"/>
        </w:rPr>
      </w:pPr>
    </w:p>
    <w:p w:rsidR="00D91797" w:rsidRPr="00BB0723" w:rsidRDefault="00D91797" w:rsidP="006A7C1A">
      <w:pPr>
        <w:spacing w:after="0" w:line="240" w:lineRule="auto"/>
        <w:jc w:val="both"/>
        <w:rPr>
          <w:rFonts w:ascii="Times New Roman" w:eastAsia="Courier New" w:hAnsi="Times New Roman" w:cs="Times New Roman"/>
          <w:sz w:val="24"/>
          <w:szCs w:val="24"/>
        </w:rPr>
      </w:pPr>
    </w:p>
    <w:p w:rsidR="00D91797" w:rsidRPr="00BB0723" w:rsidRDefault="00D91797" w:rsidP="006A7C1A">
      <w:pPr>
        <w:spacing w:after="0" w:line="240" w:lineRule="auto"/>
        <w:jc w:val="both"/>
        <w:rPr>
          <w:rFonts w:ascii="Times New Roman" w:eastAsia="Courier New" w:hAnsi="Times New Roman" w:cs="Times New Roman"/>
          <w:sz w:val="24"/>
          <w:szCs w:val="24"/>
        </w:rPr>
      </w:pPr>
    </w:p>
    <w:p w:rsidR="00D91797" w:rsidRPr="00BB0723" w:rsidRDefault="00D91797" w:rsidP="006A7C1A">
      <w:pPr>
        <w:spacing w:after="0" w:line="240" w:lineRule="auto"/>
        <w:jc w:val="both"/>
        <w:rPr>
          <w:rFonts w:ascii="Times New Roman" w:eastAsia="Courier New" w:hAnsi="Times New Roman" w:cs="Times New Roman"/>
          <w:sz w:val="24"/>
          <w:szCs w:val="24"/>
        </w:rPr>
      </w:pPr>
    </w:p>
    <w:p w:rsidR="00D91797" w:rsidRDefault="00D91797" w:rsidP="006A7C1A">
      <w:pPr>
        <w:spacing w:after="0" w:line="240" w:lineRule="auto"/>
        <w:jc w:val="both"/>
        <w:rPr>
          <w:rFonts w:ascii="Times New Roman" w:eastAsia="Courier New" w:hAnsi="Times New Roman" w:cs="Times New Roman"/>
          <w:sz w:val="28"/>
          <w:szCs w:val="28"/>
        </w:rPr>
      </w:pPr>
    </w:p>
    <w:p w:rsidR="00D91797" w:rsidRDefault="00D91797" w:rsidP="006A7C1A">
      <w:pPr>
        <w:spacing w:after="0" w:line="240" w:lineRule="auto"/>
        <w:jc w:val="both"/>
        <w:rPr>
          <w:rFonts w:ascii="Times New Roman" w:eastAsia="Courier New" w:hAnsi="Times New Roman" w:cs="Times New Roman"/>
          <w:sz w:val="28"/>
          <w:szCs w:val="28"/>
        </w:rPr>
      </w:pPr>
    </w:p>
    <w:p w:rsidR="00D91797" w:rsidRDefault="00D91797" w:rsidP="006A7C1A">
      <w:pPr>
        <w:spacing w:after="0" w:line="240" w:lineRule="auto"/>
        <w:jc w:val="both"/>
        <w:rPr>
          <w:rFonts w:ascii="Times New Roman" w:eastAsia="Courier New" w:hAnsi="Times New Roman" w:cs="Times New Roman"/>
          <w:sz w:val="28"/>
          <w:szCs w:val="28"/>
        </w:rPr>
      </w:pPr>
    </w:p>
    <w:p w:rsidR="00D91797" w:rsidRDefault="00D91797" w:rsidP="006A7C1A">
      <w:pPr>
        <w:spacing w:after="0" w:line="240" w:lineRule="auto"/>
        <w:jc w:val="both"/>
        <w:rPr>
          <w:rFonts w:ascii="Times New Roman" w:eastAsia="Courier New" w:hAnsi="Times New Roman" w:cs="Times New Roman"/>
          <w:sz w:val="28"/>
          <w:szCs w:val="28"/>
        </w:rPr>
      </w:pPr>
    </w:p>
    <w:p w:rsidR="00D91797" w:rsidRDefault="00D91797" w:rsidP="006A7C1A">
      <w:pPr>
        <w:spacing w:after="0" w:line="240" w:lineRule="auto"/>
        <w:jc w:val="both"/>
        <w:rPr>
          <w:rFonts w:ascii="Times New Roman" w:eastAsia="Courier New" w:hAnsi="Times New Roman" w:cs="Times New Roman"/>
          <w:sz w:val="28"/>
          <w:szCs w:val="28"/>
        </w:rPr>
      </w:pPr>
    </w:p>
    <w:p w:rsidR="00D91797" w:rsidRDefault="00D91797" w:rsidP="006A7C1A">
      <w:pPr>
        <w:spacing w:after="0" w:line="240" w:lineRule="auto"/>
        <w:jc w:val="both"/>
        <w:rPr>
          <w:rFonts w:ascii="Times New Roman" w:eastAsia="Courier New" w:hAnsi="Times New Roman" w:cs="Times New Roman"/>
          <w:sz w:val="28"/>
          <w:szCs w:val="28"/>
        </w:rPr>
      </w:pPr>
    </w:p>
    <w:p w:rsidR="00D91797" w:rsidRDefault="00D91797" w:rsidP="006A7C1A">
      <w:pPr>
        <w:spacing w:after="0" w:line="240" w:lineRule="auto"/>
        <w:jc w:val="both"/>
        <w:rPr>
          <w:rFonts w:ascii="Times New Roman" w:eastAsia="Courier New" w:hAnsi="Times New Roman" w:cs="Times New Roman"/>
          <w:sz w:val="28"/>
          <w:szCs w:val="28"/>
        </w:rPr>
      </w:pPr>
    </w:p>
    <w:p w:rsidR="00BB0723" w:rsidRDefault="00BB0723" w:rsidP="006A7C1A">
      <w:pPr>
        <w:spacing w:after="0" w:line="240" w:lineRule="auto"/>
        <w:jc w:val="both"/>
        <w:rPr>
          <w:rFonts w:ascii="Times New Roman" w:eastAsia="Courier New" w:hAnsi="Times New Roman" w:cs="Times New Roman"/>
          <w:sz w:val="28"/>
          <w:szCs w:val="28"/>
        </w:rPr>
      </w:pPr>
    </w:p>
    <w:p w:rsidR="00BB0723" w:rsidRDefault="00BB0723" w:rsidP="006A7C1A">
      <w:pPr>
        <w:spacing w:after="0" w:line="240" w:lineRule="auto"/>
        <w:jc w:val="both"/>
        <w:rPr>
          <w:rFonts w:ascii="Times New Roman" w:eastAsia="Courier New" w:hAnsi="Times New Roman" w:cs="Times New Roman"/>
          <w:sz w:val="28"/>
          <w:szCs w:val="28"/>
        </w:rPr>
      </w:pPr>
    </w:p>
    <w:p w:rsidR="00BB0723" w:rsidRDefault="00BB0723" w:rsidP="006A7C1A">
      <w:pPr>
        <w:spacing w:after="0" w:line="240" w:lineRule="auto"/>
        <w:jc w:val="both"/>
        <w:rPr>
          <w:rFonts w:ascii="Times New Roman" w:eastAsia="Courier New" w:hAnsi="Times New Roman" w:cs="Times New Roman"/>
          <w:sz w:val="28"/>
          <w:szCs w:val="28"/>
        </w:rPr>
      </w:pPr>
    </w:p>
    <w:p w:rsidR="00BB0723" w:rsidRDefault="00BB0723" w:rsidP="006A7C1A">
      <w:pPr>
        <w:spacing w:after="0" w:line="240" w:lineRule="auto"/>
        <w:jc w:val="both"/>
        <w:rPr>
          <w:rFonts w:ascii="Times New Roman" w:eastAsia="Courier New" w:hAnsi="Times New Roman" w:cs="Times New Roman"/>
          <w:sz w:val="28"/>
          <w:szCs w:val="28"/>
        </w:rPr>
      </w:pPr>
    </w:p>
    <w:p w:rsidR="00BB0723" w:rsidRDefault="00BB0723" w:rsidP="006A7C1A">
      <w:pPr>
        <w:spacing w:after="0" w:line="240" w:lineRule="auto"/>
        <w:jc w:val="both"/>
        <w:rPr>
          <w:rFonts w:ascii="Times New Roman" w:eastAsia="Courier New" w:hAnsi="Times New Roman" w:cs="Times New Roman"/>
          <w:sz w:val="28"/>
          <w:szCs w:val="28"/>
        </w:rPr>
      </w:pPr>
    </w:p>
    <w:p w:rsidR="00BB0723" w:rsidRDefault="00BB0723" w:rsidP="006A7C1A">
      <w:pPr>
        <w:spacing w:after="0" w:line="240" w:lineRule="auto"/>
        <w:jc w:val="both"/>
        <w:rPr>
          <w:rFonts w:ascii="Times New Roman" w:eastAsia="Courier New" w:hAnsi="Times New Roman" w:cs="Times New Roman"/>
          <w:sz w:val="28"/>
          <w:szCs w:val="28"/>
        </w:rPr>
      </w:pPr>
    </w:p>
    <w:p w:rsidR="00BB0723" w:rsidRDefault="00BB0723" w:rsidP="006A7C1A">
      <w:pPr>
        <w:spacing w:after="0" w:line="240" w:lineRule="auto"/>
        <w:jc w:val="both"/>
        <w:rPr>
          <w:rFonts w:ascii="Times New Roman" w:eastAsia="Courier New" w:hAnsi="Times New Roman" w:cs="Times New Roman"/>
          <w:sz w:val="28"/>
          <w:szCs w:val="28"/>
        </w:rPr>
      </w:pPr>
    </w:p>
    <w:p w:rsidR="00BB0723" w:rsidRDefault="00BB0723" w:rsidP="006A7C1A">
      <w:pPr>
        <w:spacing w:after="0" w:line="240" w:lineRule="auto"/>
        <w:jc w:val="both"/>
        <w:rPr>
          <w:rFonts w:ascii="Times New Roman" w:eastAsia="Courier New" w:hAnsi="Times New Roman" w:cs="Times New Roman"/>
          <w:sz w:val="28"/>
          <w:szCs w:val="28"/>
        </w:rPr>
      </w:pPr>
    </w:p>
    <w:p w:rsidR="00BB0723" w:rsidRDefault="00BB0723" w:rsidP="006A7C1A">
      <w:pPr>
        <w:spacing w:after="0" w:line="240" w:lineRule="auto"/>
        <w:jc w:val="both"/>
        <w:rPr>
          <w:rFonts w:ascii="Times New Roman" w:eastAsia="Courier New" w:hAnsi="Times New Roman" w:cs="Times New Roman"/>
          <w:sz w:val="28"/>
          <w:szCs w:val="28"/>
        </w:rPr>
      </w:pPr>
    </w:p>
    <w:p w:rsidR="00BB0723" w:rsidRDefault="00BB0723" w:rsidP="006A7C1A">
      <w:pPr>
        <w:spacing w:after="0" w:line="240" w:lineRule="auto"/>
        <w:jc w:val="both"/>
        <w:rPr>
          <w:rFonts w:ascii="Times New Roman" w:eastAsia="Courier New" w:hAnsi="Times New Roman" w:cs="Times New Roman"/>
          <w:sz w:val="28"/>
          <w:szCs w:val="28"/>
        </w:rPr>
      </w:pPr>
    </w:p>
    <w:p w:rsidR="00D91797" w:rsidRDefault="00D91797" w:rsidP="006A7C1A">
      <w:pPr>
        <w:spacing w:after="0" w:line="240" w:lineRule="auto"/>
        <w:jc w:val="both"/>
        <w:rPr>
          <w:rFonts w:ascii="Times New Roman" w:eastAsia="Courier New" w:hAnsi="Times New Roman" w:cs="Times New Roman"/>
          <w:sz w:val="28"/>
          <w:szCs w:val="28"/>
        </w:rPr>
      </w:pPr>
    </w:p>
    <w:p w:rsidR="00D91797" w:rsidRDefault="00D91797" w:rsidP="006A7C1A">
      <w:pPr>
        <w:spacing w:after="0" w:line="240" w:lineRule="auto"/>
        <w:jc w:val="both"/>
        <w:rPr>
          <w:rFonts w:ascii="Times New Roman" w:eastAsia="Courier New" w:hAnsi="Times New Roman" w:cs="Times New Roman"/>
          <w:sz w:val="28"/>
          <w:szCs w:val="28"/>
        </w:rPr>
      </w:pPr>
    </w:p>
    <w:p w:rsidR="00D91797" w:rsidRDefault="00D91797" w:rsidP="006A7C1A">
      <w:pPr>
        <w:spacing w:after="0" w:line="240" w:lineRule="auto"/>
        <w:jc w:val="both"/>
        <w:rPr>
          <w:rFonts w:ascii="Times New Roman" w:eastAsia="Courier New" w:hAnsi="Times New Roman" w:cs="Times New Roman"/>
          <w:sz w:val="28"/>
          <w:szCs w:val="28"/>
        </w:rPr>
      </w:pPr>
    </w:p>
    <w:p w:rsidR="00D91797" w:rsidRPr="006A7C1A" w:rsidRDefault="00D91797" w:rsidP="00D9179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</w:t>
      </w:r>
      <w:r w:rsidRPr="006A7C1A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</w:t>
      </w:r>
    </w:p>
    <w:p w:rsidR="00D91797" w:rsidRDefault="00D91797" w:rsidP="00D9179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A53A0" w:rsidRDefault="00EA53A0" w:rsidP="00D9179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A53A0" w:rsidRDefault="00EA53A0" w:rsidP="00D9179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A53A0" w:rsidRPr="006A7C1A" w:rsidRDefault="00EA53A0" w:rsidP="00D9179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91797" w:rsidRPr="00BB0723" w:rsidRDefault="00D91797" w:rsidP="00D91797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 w:rsidRPr="00BB0723">
        <w:rPr>
          <w:rFonts w:ascii="Times New Roman" w:eastAsia="Times New Roman" w:hAnsi="Times New Roman" w:cs="Times New Roman"/>
        </w:rPr>
        <w:lastRenderedPageBreak/>
        <w:t>Приложение № 4</w:t>
      </w:r>
    </w:p>
    <w:p w:rsidR="00D91797" w:rsidRPr="00BB0723" w:rsidRDefault="00D91797" w:rsidP="00D91797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 w:rsidRPr="00BB0723">
        <w:rPr>
          <w:rFonts w:ascii="Times New Roman" w:eastAsia="Times New Roman" w:hAnsi="Times New Roman" w:cs="Times New Roman"/>
        </w:rPr>
        <w:t xml:space="preserve">к Порядку учета  бюджетных </w:t>
      </w:r>
    </w:p>
    <w:p w:rsidR="00D91797" w:rsidRPr="00BB0723" w:rsidRDefault="00D91797" w:rsidP="00D91797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 w:rsidRPr="00BB0723">
        <w:rPr>
          <w:rFonts w:ascii="Times New Roman" w:eastAsia="Times New Roman" w:hAnsi="Times New Roman" w:cs="Times New Roman"/>
        </w:rPr>
        <w:t>и денежных обязательств получателей</w:t>
      </w:r>
    </w:p>
    <w:p w:rsidR="00D91797" w:rsidRPr="00BB0723" w:rsidRDefault="00D91797" w:rsidP="00D91797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 w:rsidRPr="00BB0723">
        <w:rPr>
          <w:rFonts w:ascii="Times New Roman" w:eastAsia="Times New Roman" w:hAnsi="Times New Roman" w:cs="Times New Roman"/>
        </w:rPr>
        <w:t xml:space="preserve">средств местного бюджета </w:t>
      </w:r>
    </w:p>
    <w:p w:rsidR="00D91797" w:rsidRPr="00BB0723" w:rsidRDefault="00D91797" w:rsidP="00D91797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 w:rsidRPr="00BB0723">
        <w:rPr>
          <w:rFonts w:ascii="Times New Roman" w:eastAsia="Times New Roman" w:hAnsi="Times New Roman" w:cs="Times New Roman"/>
        </w:rPr>
        <w:t xml:space="preserve">муниципального образования </w:t>
      </w:r>
    </w:p>
    <w:p w:rsidR="00D91797" w:rsidRPr="00BB0723" w:rsidRDefault="00D91797" w:rsidP="00D91797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 w:rsidRPr="00BB0723">
        <w:rPr>
          <w:rFonts w:ascii="Times New Roman" w:eastAsia="Times New Roman" w:hAnsi="Times New Roman" w:cs="Times New Roman"/>
        </w:rPr>
        <w:t>«</w:t>
      </w:r>
      <w:r w:rsidR="00BB0723" w:rsidRPr="00BB0723">
        <w:rPr>
          <w:rFonts w:ascii="Times New Roman" w:eastAsia="Times New Roman" w:hAnsi="Times New Roman" w:cs="Times New Roman"/>
        </w:rPr>
        <w:t>Угран</w:t>
      </w:r>
      <w:r w:rsidRPr="00BB0723">
        <w:rPr>
          <w:rFonts w:ascii="Times New Roman" w:eastAsia="Times New Roman" w:hAnsi="Times New Roman" w:cs="Times New Roman"/>
        </w:rPr>
        <w:t xml:space="preserve">ский район» Смоленской области </w:t>
      </w:r>
    </w:p>
    <w:p w:rsidR="00D91797" w:rsidRPr="00BB0723" w:rsidRDefault="006A640F" w:rsidP="006A640F">
      <w:pPr>
        <w:tabs>
          <w:tab w:val="left" w:pos="5580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</w:r>
      <w:r w:rsidR="00D91797" w:rsidRPr="00BB0723">
        <w:rPr>
          <w:rFonts w:ascii="Times New Roman" w:eastAsia="Times New Roman" w:hAnsi="Times New Roman" w:cs="Times New Roman"/>
        </w:rPr>
        <w:t xml:space="preserve">и бюджетов сельских поселений </w:t>
      </w:r>
      <w:r>
        <w:rPr>
          <w:rFonts w:ascii="Times New Roman" w:eastAsia="Times New Roman" w:hAnsi="Times New Roman" w:cs="Times New Roman"/>
        </w:rPr>
        <w:t xml:space="preserve">                            </w:t>
      </w:r>
    </w:p>
    <w:p w:rsidR="00D91797" w:rsidRPr="00BB0723" w:rsidRDefault="006A640F" w:rsidP="006A640F">
      <w:pPr>
        <w:tabs>
          <w:tab w:val="left" w:pos="5550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  <w:t>Угранског</w:t>
      </w:r>
      <w:r w:rsidRPr="00BB0723">
        <w:rPr>
          <w:rFonts w:ascii="Times New Roman" w:eastAsia="Times New Roman" w:hAnsi="Times New Roman" w:cs="Times New Roman"/>
        </w:rPr>
        <w:t>о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ab/>
      </w:r>
      <w:r w:rsidR="00D91797" w:rsidRPr="00BB0723">
        <w:rPr>
          <w:rFonts w:ascii="Times New Roman" w:eastAsia="Times New Roman" w:hAnsi="Times New Roman" w:cs="Times New Roman"/>
        </w:rPr>
        <w:t xml:space="preserve"> района Смоленской области</w:t>
      </w:r>
    </w:p>
    <w:p w:rsidR="00BB0723" w:rsidRPr="00BB0723" w:rsidRDefault="00BB0723" w:rsidP="00BB07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B0723">
        <w:rPr>
          <w:rFonts w:ascii="Times New Roman" w:eastAsia="Times New Roman" w:hAnsi="Times New Roman" w:cs="Times New Roman"/>
        </w:rPr>
        <w:t xml:space="preserve">                                               </w:t>
      </w:r>
      <w:r>
        <w:rPr>
          <w:rFonts w:ascii="Times New Roman" w:eastAsia="Times New Roman" w:hAnsi="Times New Roman" w:cs="Times New Roman"/>
        </w:rPr>
        <w:t xml:space="preserve">                                  </w:t>
      </w:r>
      <w:r w:rsidRPr="00BB0723">
        <w:rPr>
          <w:rFonts w:ascii="Times New Roman" w:eastAsia="Times New Roman" w:hAnsi="Times New Roman" w:cs="Times New Roman"/>
        </w:rPr>
        <w:t xml:space="preserve"> </w:t>
      </w:r>
      <w:r w:rsidR="00D91797" w:rsidRPr="00BB0723">
        <w:rPr>
          <w:rFonts w:ascii="Times New Roman" w:eastAsia="Times New Roman" w:hAnsi="Times New Roman" w:cs="Times New Roman"/>
        </w:rPr>
        <w:t>Форма</w:t>
      </w:r>
      <w:r w:rsidR="00DA2270" w:rsidRPr="00BB0723">
        <w:rPr>
          <w:rFonts w:ascii="Times New Roman" w:eastAsia="Times New Roman" w:hAnsi="Times New Roman" w:cs="Times New Roman"/>
          <w:b/>
        </w:rPr>
        <w:br/>
      </w:r>
    </w:p>
    <w:p w:rsidR="001E0ED8" w:rsidRPr="00BB0723" w:rsidRDefault="00DA2270" w:rsidP="00BB07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B0723">
        <w:rPr>
          <w:rFonts w:ascii="Times New Roman" w:eastAsia="Times New Roman" w:hAnsi="Times New Roman" w:cs="Times New Roman"/>
          <w:b/>
          <w:sz w:val="24"/>
          <w:szCs w:val="24"/>
        </w:rPr>
        <w:t>СПРАВКА</w:t>
      </w:r>
    </w:p>
    <w:p w:rsidR="001E0ED8" w:rsidRPr="00BB0723" w:rsidRDefault="00DA2270" w:rsidP="00BB07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B0723">
        <w:rPr>
          <w:rFonts w:ascii="Times New Roman" w:eastAsia="Times New Roman" w:hAnsi="Times New Roman" w:cs="Times New Roman"/>
          <w:b/>
          <w:sz w:val="24"/>
          <w:szCs w:val="24"/>
        </w:rPr>
        <w:t>об исполнении принятых на учет бюджетных обязательств</w:t>
      </w:r>
    </w:p>
    <w:p w:rsidR="001E0ED8" w:rsidRPr="00BB0723" w:rsidRDefault="00DA2270" w:rsidP="006A7C1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0723">
        <w:rPr>
          <w:rFonts w:ascii="Times New Roman" w:eastAsia="Times New Roman" w:hAnsi="Times New Roman" w:cs="Times New Roman"/>
          <w:sz w:val="24"/>
          <w:szCs w:val="24"/>
        </w:rPr>
        <w:t>на «____» _______ 20__ г.</w:t>
      </w:r>
    </w:p>
    <w:p w:rsidR="001E0ED8" w:rsidRPr="00BB0723" w:rsidRDefault="001E0ED8" w:rsidP="006A7C1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E0ED8" w:rsidRPr="00BB0723" w:rsidRDefault="00DA2270" w:rsidP="00EA53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B0723">
        <w:rPr>
          <w:rFonts w:ascii="Times New Roman" w:eastAsia="Times New Roman" w:hAnsi="Times New Roman" w:cs="Times New Roman"/>
          <w:sz w:val="24"/>
          <w:szCs w:val="24"/>
        </w:rPr>
        <w:t>Наименование финансового органа Смоленской области _____________________________________________________________________________</w:t>
      </w:r>
    </w:p>
    <w:p w:rsidR="001E0ED8" w:rsidRPr="00BB0723" w:rsidRDefault="00DA2270" w:rsidP="00EA53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B0723">
        <w:rPr>
          <w:rFonts w:ascii="Times New Roman" w:eastAsia="Times New Roman" w:hAnsi="Times New Roman" w:cs="Times New Roman"/>
          <w:sz w:val="24"/>
          <w:szCs w:val="24"/>
        </w:rPr>
        <w:t xml:space="preserve">Получатель средств _______________________________________________________________________________________________________________________________  </w:t>
      </w:r>
    </w:p>
    <w:p w:rsidR="001E0ED8" w:rsidRPr="00BB0723" w:rsidRDefault="00DA2270" w:rsidP="00EA53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B0723">
        <w:rPr>
          <w:rFonts w:ascii="Times New Roman" w:eastAsia="Times New Roman" w:hAnsi="Times New Roman" w:cs="Times New Roman"/>
          <w:sz w:val="24"/>
          <w:szCs w:val="24"/>
        </w:rPr>
        <w:t xml:space="preserve">Главный распорядитель (распорядитель) бюджетных средств _____________________________________________________________________________                                                                    </w:t>
      </w:r>
    </w:p>
    <w:p w:rsidR="001E0ED8" w:rsidRPr="00BB0723" w:rsidRDefault="00DA2270" w:rsidP="00EA53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B0723">
        <w:rPr>
          <w:rFonts w:ascii="Times New Roman" w:eastAsia="Times New Roman" w:hAnsi="Times New Roman" w:cs="Times New Roman"/>
          <w:sz w:val="24"/>
          <w:szCs w:val="24"/>
        </w:rPr>
        <w:t>Номер лицевого счета получателя средств _____________________________________________________________________________</w:t>
      </w:r>
    </w:p>
    <w:p w:rsidR="001E0ED8" w:rsidRPr="00BB0723" w:rsidRDefault="00DA2270" w:rsidP="00EA53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B0723">
        <w:rPr>
          <w:rFonts w:ascii="Times New Roman" w:eastAsia="Times New Roman" w:hAnsi="Times New Roman" w:cs="Times New Roman"/>
          <w:sz w:val="24"/>
          <w:szCs w:val="24"/>
        </w:rPr>
        <w:t xml:space="preserve">Наименование бюджета  ____________________________________________________________________________________________________________________________                                                                                </w:t>
      </w:r>
    </w:p>
    <w:p w:rsidR="001E0ED8" w:rsidRPr="00BB0723" w:rsidRDefault="00DA2270" w:rsidP="006A7C1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0723">
        <w:rPr>
          <w:rFonts w:ascii="Times New Roman" w:eastAsia="Times New Roman" w:hAnsi="Times New Roman" w:cs="Times New Roman"/>
          <w:sz w:val="24"/>
          <w:szCs w:val="24"/>
        </w:rPr>
        <w:t>Периодичность: месячная</w:t>
      </w:r>
    </w:p>
    <w:p w:rsidR="001E0ED8" w:rsidRPr="00BB0723" w:rsidRDefault="00DA2270" w:rsidP="006A7C1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0723">
        <w:rPr>
          <w:rFonts w:ascii="Times New Roman" w:eastAsia="Times New Roman" w:hAnsi="Times New Roman" w:cs="Times New Roman"/>
          <w:sz w:val="24"/>
          <w:szCs w:val="24"/>
        </w:rPr>
        <w:t xml:space="preserve">Единица измерения: руб.                                                                                                     </w:t>
      </w:r>
    </w:p>
    <w:tbl>
      <w:tblPr>
        <w:tblW w:w="9517" w:type="dxa"/>
        <w:tblInd w:w="75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516"/>
        <w:gridCol w:w="836"/>
        <w:gridCol w:w="488"/>
        <w:gridCol w:w="475"/>
        <w:gridCol w:w="839"/>
        <w:gridCol w:w="488"/>
        <w:gridCol w:w="475"/>
        <w:gridCol w:w="1252"/>
        <w:gridCol w:w="1421"/>
        <w:gridCol w:w="1137"/>
        <w:gridCol w:w="704"/>
        <w:gridCol w:w="861"/>
        <w:gridCol w:w="25"/>
      </w:tblGrid>
      <w:tr w:rsidR="001E0ED8" w:rsidRPr="00BB0723" w:rsidTr="00062F37">
        <w:trPr>
          <w:gridAfter w:val="1"/>
          <w:wAfter w:w="20" w:type="dxa"/>
          <w:trHeight w:val="1"/>
        </w:trPr>
        <w:tc>
          <w:tcPr>
            <w:tcW w:w="5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1E0ED8" w:rsidRPr="00BB0723" w:rsidRDefault="001E0ED8" w:rsidP="006A7C1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E0ED8" w:rsidRPr="00BB0723" w:rsidRDefault="001E0ED8" w:rsidP="006A7C1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E0ED8" w:rsidRPr="00BB0723" w:rsidRDefault="001E0ED8" w:rsidP="006A7C1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E0ED8" w:rsidRPr="00BB0723" w:rsidRDefault="00DA2270" w:rsidP="006A7C1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0723">
              <w:rPr>
                <w:rFonts w:ascii="Times New Roman" w:eastAsia="Times New Roman" w:hAnsi="Times New Roman" w:cs="Times New Roman"/>
                <w:sz w:val="24"/>
                <w:szCs w:val="24"/>
              </w:rPr>
              <w:t>Код по</w:t>
            </w:r>
            <w:r w:rsidRPr="00BB072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   БК</w:t>
            </w:r>
          </w:p>
        </w:tc>
        <w:tc>
          <w:tcPr>
            <w:tcW w:w="18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1E0ED8" w:rsidRPr="00BB0723" w:rsidRDefault="001E0ED8" w:rsidP="006A7C1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E0ED8" w:rsidRPr="00BB0723" w:rsidRDefault="00DA2270" w:rsidP="006A7C1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07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Лимиты бюджетных </w:t>
            </w:r>
            <w:r w:rsidRPr="00BB072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  обязательств (бюджетные ассигнования)  </w:t>
            </w:r>
            <w:r w:rsidRPr="00BB072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8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1E0ED8" w:rsidRPr="00BB0723" w:rsidRDefault="001E0ED8" w:rsidP="006A7C1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E0ED8" w:rsidRPr="00BB0723" w:rsidRDefault="00DA2270" w:rsidP="006A7C1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07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Принятые на учет </w:t>
            </w:r>
            <w:r w:rsidRPr="00BB072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    бюджетные    </w:t>
            </w:r>
            <w:r w:rsidRPr="00BB072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  обязательства</w:t>
            </w:r>
          </w:p>
        </w:tc>
        <w:tc>
          <w:tcPr>
            <w:tcW w:w="12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1E0ED8" w:rsidRPr="00BB0723" w:rsidRDefault="001E0ED8" w:rsidP="006A7C1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E0ED8" w:rsidRPr="00BB0723" w:rsidRDefault="00DA2270" w:rsidP="006A7C1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0723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Исполненные</w:t>
            </w:r>
            <w:r w:rsidRPr="00BB072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бюджетные  </w:t>
            </w:r>
            <w:r w:rsidRPr="00BB072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обязательства </w:t>
            </w:r>
          </w:p>
          <w:p w:rsidR="001E0ED8" w:rsidRPr="00BB0723" w:rsidRDefault="00DA2270" w:rsidP="006A7C1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07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текущего </w:t>
            </w:r>
          </w:p>
          <w:p w:rsidR="001E0ED8" w:rsidRPr="00BB0723" w:rsidRDefault="00DA2270" w:rsidP="006A7C1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0723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финансового года</w:t>
            </w:r>
          </w:p>
        </w:tc>
        <w:tc>
          <w:tcPr>
            <w:tcW w:w="14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1E0ED8" w:rsidRPr="00BB0723" w:rsidRDefault="001E0ED8" w:rsidP="006A7C1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E0ED8" w:rsidRPr="00BB0723" w:rsidRDefault="00DA2270" w:rsidP="006A7C1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07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Неисполненные  </w:t>
            </w:r>
            <w:r w:rsidRPr="00BB072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бюджетные </w:t>
            </w:r>
          </w:p>
          <w:p w:rsidR="001E0ED8" w:rsidRPr="00BB0723" w:rsidRDefault="00DA2270" w:rsidP="006A7C1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07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обязательства </w:t>
            </w:r>
          </w:p>
          <w:p w:rsidR="001E0ED8" w:rsidRPr="00BB0723" w:rsidRDefault="00DA2270" w:rsidP="006A7C1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07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текущего </w:t>
            </w:r>
          </w:p>
          <w:p w:rsidR="001E0ED8" w:rsidRPr="00BB0723" w:rsidRDefault="00DA2270" w:rsidP="006A7C1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07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финансового года      </w:t>
            </w:r>
            <w:r w:rsidRPr="00BB072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(гр. 5 - гр. 8)</w:t>
            </w:r>
          </w:p>
        </w:tc>
        <w:tc>
          <w:tcPr>
            <w:tcW w:w="27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1E0ED8" w:rsidRPr="00BB0723" w:rsidRDefault="001E0ED8" w:rsidP="006A7C1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E0ED8" w:rsidRPr="00BB0723" w:rsidRDefault="00DA2270" w:rsidP="006A7C1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0723">
              <w:rPr>
                <w:rFonts w:ascii="Times New Roman" w:eastAsia="Times New Roman" w:hAnsi="Times New Roman" w:cs="Times New Roman"/>
                <w:sz w:val="24"/>
                <w:szCs w:val="24"/>
              </w:rPr>
              <w:t>Свободный остаток лимитов</w:t>
            </w:r>
            <w:r w:rsidRPr="00BB072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  бюджетных обязательств</w:t>
            </w:r>
          </w:p>
        </w:tc>
      </w:tr>
      <w:tr w:rsidR="001E0ED8" w:rsidRPr="00BB0723" w:rsidTr="00062F37">
        <w:trPr>
          <w:gridAfter w:val="1"/>
          <w:wAfter w:w="20" w:type="dxa"/>
          <w:trHeight w:val="1"/>
        </w:trPr>
        <w:tc>
          <w:tcPr>
            <w:tcW w:w="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1E0ED8" w:rsidRPr="00BB0723" w:rsidRDefault="001E0ED8" w:rsidP="006A7C1A">
            <w:pPr>
              <w:spacing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37" w:type="dxa"/>
            <w:vMerge w:val="restart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1E0ED8" w:rsidRPr="00BB0723" w:rsidRDefault="00DA2270" w:rsidP="006A7C1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0723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  <w:r w:rsidRPr="00BB072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финан- </w:t>
            </w:r>
            <w:r w:rsidRPr="00BB072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совый  </w:t>
            </w:r>
            <w:r w:rsidRPr="00BB072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год</w:t>
            </w:r>
          </w:p>
        </w:tc>
        <w:tc>
          <w:tcPr>
            <w:tcW w:w="963" w:type="dxa"/>
            <w:gridSpan w:val="2"/>
            <w:vMerge w:val="restart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1E0ED8" w:rsidRPr="00BB0723" w:rsidRDefault="00DA2270" w:rsidP="006A7C1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07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плановый </w:t>
            </w:r>
            <w:r w:rsidRPr="00BB072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 период</w:t>
            </w:r>
          </w:p>
        </w:tc>
        <w:tc>
          <w:tcPr>
            <w:tcW w:w="839" w:type="dxa"/>
            <w:vMerge w:val="restart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1E0ED8" w:rsidRPr="00BB0723" w:rsidRDefault="00DA2270" w:rsidP="006A7C1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0723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  <w:r w:rsidRPr="00BB072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финан- </w:t>
            </w:r>
            <w:r w:rsidRPr="00BB072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совый  </w:t>
            </w:r>
            <w:r w:rsidRPr="00BB072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год</w:t>
            </w:r>
          </w:p>
        </w:tc>
        <w:tc>
          <w:tcPr>
            <w:tcW w:w="963" w:type="dxa"/>
            <w:gridSpan w:val="2"/>
            <w:vMerge w:val="restart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1E0ED8" w:rsidRPr="00BB0723" w:rsidRDefault="00DA2270" w:rsidP="006A7C1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07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плановый </w:t>
            </w:r>
            <w:r w:rsidRPr="00BB072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 период</w:t>
            </w:r>
          </w:p>
        </w:tc>
        <w:tc>
          <w:tcPr>
            <w:tcW w:w="12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1E0ED8" w:rsidRPr="00BB0723" w:rsidRDefault="001E0ED8" w:rsidP="006A7C1A">
            <w:pPr>
              <w:spacing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1E0ED8" w:rsidRPr="00BB0723" w:rsidRDefault="001E0ED8" w:rsidP="006A7C1A">
            <w:pPr>
              <w:spacing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vMerge w:val="restart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1E0ED8" w:rsidRPr="00BB0723" w:rsidRDefault="00DA2270" w:rsidP="006A7C1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07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текущий </w:t>
            </w:r>
            <w:r w:rsidRPr="00BB072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финансовый год </w:t>
            </w:r>
            <w:r w:rsidRPr="00BB072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(гр. 2 -</w:t>
            </w:r>
            <w:r w:rsidRPr="00BB072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гр. 5)</w:t>
            </w:r>
          </w:p>
        </w:tc>
        <w:tc>
          <w:tcPr>
            <w:tcW w:w="1565" w:type="dxa"/>
            <w:gridSpan w:val="2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1E0ED8" w:rsidRPr="00BB0723" w:rsidRDefault="00DA2270" w:rsidP="006A7C1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0723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плановый период</w:t>
            </w:r>
          </w:p>
        </w:tc>
      </w:tr>
      <w:tr w:rsidR="001E0ED8" w:rsidRPr="00BB0723" w:rsidTr="00062F37">
        <w:trPr>
          <w:gridAfter w:val="1"/>
          <w:wAfter w:w="20" w:type="dxa"/>
          <w:trHeight w:val="442"/>
        </w:trPr>
        <w:tc>
          <w:tcPr>
            <w:tcW w:w="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1E0ED8" w:rsidRPr="00BB0723" w:rsidRDefault="001E0ED8" w:rsidP="006A7C1A">
            <w:pPr>
              <w:spacing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37" w:type="dxa"/>
            <w:vMerge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1E0ED8" w:rsidRPr="00BB0723" w:rsidRDefault="001E0ED8" w:rsidP="006A7C1A">
            <w:pPr>
              <w:spacing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  <w:gridSpan w:val="2"/>
            <w:vMerge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1E0ED8" w:rsidRPr="00BB0723" w:rsidRDefault="001E0ED8" w:rsidP="006A7C1A">
            <w:pPr>
              <w:spacing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  <w:vMerge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1E0ED8" w:rsidRPr="00BB0723" w:rsidRDefault="001E0ED8" w:rsidP="006A7C1A">
            <w:pPr>
              <w:spacing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  <w:gridSpan w:val="2"/>
            <w:vMerge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1E0ED8" w:rsidRPr="00BB0723" w:rsidRDefault="001E0ED8" w:rsidP="006A7C1A">
            <w:pPr>
              <w:spacing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1E0ED8" w:rsidRPr="00BB0723" w:rsidRDefault="001E0ED8" w:rsidP="006A7C1A">
            <w:pPr>
              <w:spacing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1E0ED8" w:rsidRPr="00BB0723" w:rsidRDefault="001E0ED8" w:rsidP="006A7C1A">
            <w:pPr>
              <w:spacing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vMerge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1E0ED8" w:rsidRPr="00BB0723" w:rsidRDefault="001E0ED8" w:rsidP="006A7C1A">
            <w:pPr>
              <w:spacing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4" w:type="dxa"/>
            <w:vMerge w:val="restart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1E0ED8" w:rsidRPr="00BB0723" w:rsidRDefault="00DA2270" w:rsidP="006A7C1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07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первый  </w:t>
            </w:r>
            <w:r w:rsidRPr="00BB072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   год   </w:t>
            </w:r>
            <w:r w:rsidRPr="00BB072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(гр. 3 - </w:t>
            </w:r>
            <w:r w:rsidRPr="00BB072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 гр. 6)</w:t>
            </w:r>
          </w:p>
        </w:tc>
        <w:tc>
          <w:tcPr>
            <w:tcW w:w="861" w:type="dxa"/>
            <w:vMerge w:val="restart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1E0ED8" w:rsidRPr="00BB0723" w:rsidRDefault="00DA2270" w:rsidP="006A7C1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0723">
              <w:rPr>
                <w:rFonts w:ascii="Times New Roman" w:eastAsia="Times New Roman" w:hAnsi="Times New Roman" w:cs="Times New Roman"/>
                <w:sz w:val="24"/>
                <w:szCs w:val="24"/>
              </w:rPr>
              <w:t>второй</w:t>
            </w:r>
            <w:r w:rsidRPr="00BB072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  год</w:t>
            </w:r>
            <w:r w:rsidRPr="00BB072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(гр. 4 -</w:t>
            </w:r>
            <w:r w:rsidRPr="00BB072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 гр. 7)</w:t>
            </w:r>
          </w:p>
        </w:tc>
      </w:tr>
      <w:tr w:rsidR="001E0ED8" w:rsidRPr="00BB0723" w:rsidTr="00062F37">
        <w:trPr>
          <w:gridAfter w:val="1"/>
          <w:wAfter w:w="20" w:type="dxa"/>
          <w:trHeight w:val="1"/>
        </w:trPr>
        <w:tc>
          <w:tcPr>
            <w:tcW w:w="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1E0ED8" w:rsidRPr="00BB0723" w:rsidRDefault="001E0ED8" w:rsidP="006A7C1A">
            <w:pPr>
              <w:spacing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37" w:type="dxa"/>
            <w:vMerge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1E0ED8" w:rsidRPr="00BB0723" w:rsidRDefault="001E0ED8" w:rsidP="006A7C1A">
            <w:pPr>
              <w:spacing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8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1E0ED8" w:rsidRPr="00BB0723" w:rsidRDefault="00DA2270" w:rsidP="006A7C1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0723">
              <w:rPr>
                <w:rFonts w:ascii="Times New Roman" w:eastAsia="Times New Roman" w:hAnsi="Times New Roman" w:cs="Times New Roman"/>
                <w:sz w:val="24"/>
                <w:szCs w:val="24"/>
              </w:rPr>
              <w:t>пер-</w:t>
            </w:r>
            <w:r w:rsidRPr="00BB072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вый </w:t>
            </w:r>
            <w:r w:rsidRPr="00BB072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год</w:t>
            </w:r>
          </w:p>
        </w:tc>
        <w:tc>
          <w:tcPr>
            <w:tcW w:w="475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1E0ED8" w:rsidRPr="00BB0723" w:rsidRDefault="00DA2270" w:rsidP="006A7C1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0723">
              <w:rPr>
                <w:rFonts w:ascii="Times New Roman" w:eastAsia="Times New Roman" w:hAnsi="Times New Roman" w:cs="Times New Roman"/>
                <w:sz w:val="24"/>
                <w:szCs w:val="24"/>
              </w:rPr>
              <w:t>вто-</w:t>
            </w:r>
            <w:r w:rsidRPr="00BB072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рой </w:t>
            </w:r>
            <w:r w:rsidRPr="00BB072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год</w:t>
            </w:r>
          </w:p>
        </w:tc>
        <w:tc>
          <w:tcPr>
            <w:tcW w:w="839" w:type="dxa"/>
            <w:vMerge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1E0ED8" w:rsidRPr="00BB0723" w:rsidRDefault="001E0ED8" w:rsidP="006A7C1A">
            <w:pPr>
              <w:spacing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8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1E0ED8" w:rsidRPr="00BB0723" w:rsidRDefault="00DA2270" w:rsidP="006A7C1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0723">
              <w:rPr>
                <w:rFonts w:ascii="Times New Roman" w:eastAsia="Times New Roman" w:hAnsi="Times New Roman" w:cs="Times New Roman"/>
                <w:sz w:val="24"/>
                <w:szCs w:val="24"/>
              </w:rPr>
              <w:t>пер-</w:t>
            </w:r>
            <w:r w:rsidRPr="00BB072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вый </w:t>
            </w:r>
            <w:r w:rsidRPr="00BB072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год</w:t>
            </w:r>
          </w:p>
        </w:tc>
        <w:tc>
          <w:tcPr>
            <w:tcW w:w="475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1E0ED8" w:rsidRPr="00BB0723" w:rsidRDefault="00DA2270" w:rsidP="006A7C1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0723">
              <w:rPr>
                <w:rFonts w:ascii="Times New Roman" w:eastAsia="Times New Roman" w:hAnsi="Times New Roman" w:cs="Times New Roman"/>
                <w:sz w:val="24"/>
                <w:szCs w:val="24"/>
              </w:rPr>
              <w:t>вто-</w:t>
            </w:r>
            <w:r w:rsidRPr="00BB072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рой </w:t>
            </w:r>
            <w:r w:rsidRPr="00BB072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год</w:t>
            </w:r>
          </w:p>
        </w:tc>
        <w:tc>
          <w:tcPr>
            <w:tcW w:w="12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1E0ED8" w:rsidRPr="00BB0723" w:rsidRDefault="001E0ED8" w:rsidP="006A7C1A">
            <w:pPr>
              <w:spacing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1E0ED8" w:rsidRPr="00BB0723" w:rsidRDefault="001E0ED8" w:rsidP="006A7C1A">
            <w:pPr>
              <w:spacing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vMerge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1E0ED8" w:rsidRPr="00BB0723" w:rsidRDefault="001E0ED8" w:rsidP="006A7C1A">
            <w:pPr>
              <w:spacing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4" w:type="dxa"/>
            <w:vMerge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1E0ED8" w:rsidRPr="00BB0723" w:rsidRDefault="001E0ED8" w:rsidP="006A7C1A">
            <w:pPr>
              <w:spacing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1" w:type="dxa"/>
            <w:vMerge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1E0ED8" w:rsidRPr="00BB0723" w:rsidRDefault="001E0ED8" w:rsidP="006A7C1A">
            <w:pPr>
              <w:spacing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E0ED8" w:rsidRPr="00BB0723" w:rsidTr="00062F37">
        <w:trPr>
          <w:trHeight w:val="1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E0ED8" w:rsidRPr="00BB0723" w:rsidRDefault="00DA2270" w:rsidP="006A7C1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072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7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E0ED8" w:rsidRPr="00BB0723" w:rsidRDefault="00DA2270" w:rsidP="006A7C1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072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8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E0ED8" w:rsidRPr="00BB0723" w:rsidRDefault="00DA2270" w:rsidP="006A7C1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072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5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E0ED8" w:rsidRPr="00BB0723" w:rsidRDefault="00DA2270" w:rsidP="006A7C1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0723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39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E0ED8" w:rsidRPr="00BB0723" w:rsidRDefault="00DA2270" w:rsidP="006A7C1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072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88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E0ED8" w:rsidRPr="00BB0723" w:rsidRDefault="00DA2270" w:rsidP="006A7C1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0723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75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E0ED8" w:rsidRPr="00BB0723" w:rsidRDefault="00DA2270" w:rsidP="006A7C1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0723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53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E0ED8" w:rsidRPr="00BB0723" w:rsidRDefault="00DA2270" w:rsidP="006A7C1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0723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22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E0ED8" w:rsidRPr="00BB0723" w:rsidRDefault="00DA2270" w:rsidP="006A7C1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0723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8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E0ED8" w:rsidRPr="00BB0723" w:rsidRDefault="00DA2270" w:rsidP="006A7C1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0723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4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E0ED8" w:rsidRPr="00BB0723" w:rsidRDefault="00DA2270" w:rsidP="006A7C1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0723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61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1E0ED8" w:rsidRPr="00BB0723" w:rsidRDefault="00DA2270" w:rsidP="00062F37">
            <w:pPr>
              <w:spacing w:after="0"/>
              <w:ind w:left="-142" w:right="21"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723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0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1E0ED8" w:rsidRPr="00BB0723" w:rsidRDefault="001E0ED8" w:rsidP="00062F37">
            <w:pPr>
              <w:spacing w:after="0"/>
              <w:ind w:left="-142" w:right="21" w:firstLine="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E0ED8" w:rsidRPr="00BB0723" w:rsidTr="00062F37">
        <w:trPr>
          <w:trHeight w:val="1"/>
        </w:trPr>
        <w:tc>
          <w:tcPr>
            <w:tcW w:w="517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E0ED8" w:rsidRPr="00BB0723" w:rsidRDefault="001E0ED8" w:rsidP="006A7C1A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37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E0ED8" w:rsidRPr="00BB0723" w:rsidRDefault="001E0ED8" w:rsidP="006A7C1A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8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E0ED8" w:rsidRPr="00BB0723" w:rsidRDefault="001E0ED8" w:rsidP="006A7C1A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5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E0ED8" w:rsidRPr="00BB0723" w:rsidRDefault="001E0ED8" w:rsidP="006A7C1A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E0ED8" w:rsidRPr="00BB0723" w:rsidRDefault="001E0ED8" w:rsidP="006A7C1A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8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E0ED8" w:rsidRPr="00BB0723" w:rsidRDefault="001E0ED8" w:rsidP="006A7C1A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5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E0ED8" w:rsidRPr="00BB0723" w:rsidRDefault="001E0ED8" w:rsidP="006A7C1A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E0ED8" w:rsidRPr="00BB0723" w:rsidRDefault="001E0ED8" w:rsidP="006A7C1A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E0ED8" w:rsidRPr="00BB0723" w:rsidRDefault="001E0ED8" w:rsidP="006A7C1A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E0ED8" w:rsidRPr="00BB0723" w:rsidRDefault="001E0ED8" w:rsidP="006A7C1A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4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E0ED8" w:rsidRPr="00BB0723" w:rsidRDefault="001E0ED8" w:rsidP="006A7C1A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1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1E0ED8" w:rsidRPr="00BB0723" w:rsidRDefault="001E0ED8" w:rsidP="00062F37">
            <w:pPr>
              <w:spacing w:after="0"/>
              <w:ind w:left="-142" w:right="21" w:firstLine="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1E0ED8" w:rsidRPr="00BB0723" w:rsidRDefault="001E0ED8" w:rsidP="00062F37">
            <w:pPr>
              <w:spacing w:after="0"/>
              <w:ind w:left="-142" w:right="21"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0ED8" w:rsidRPr="00BB0723" w:rsidTr="00062F37">
        <w:trPr>
          <w:trHeight w:val="1"/>
        </w:trPr>
        <w:tc>
          <w:tcPr>
            <w:tcW w:w="517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E0ED8" w:rsidRPr="00BB0723" w:rsidRDefault="001E0ED8" w:rsidP="006A7C1A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37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E0ED8" w:rsidRPr="00BB0723" w:rsidRDefault="001E0ED8" w:rsidP="006A7C1A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8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E0ED8" w:rsidRPr="00BB0723" w:rsidRDefault="001E0ED8" w:rsidP="006A7C1A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5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E0ED8" w:rsidRPr="00BB0723" w:rsidRDefault="001E0ED8" w:rsidP="006A7C1A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E0ED8" w:rsidRPr="00BB0723" w:rsidRDefault="001E0ED8" w:rsidP="006A7C1A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8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E0ED8" w:rsidRPr="00BB0723" w:rsidRDefault="001E0ED8" w:rsidP="006A7C1A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5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E0ED8" w:rsidRPr="00BB0723" w:rsidRDefault="001E0ED8" w:rsidP="006A7C1A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E0ED8" w:rsidRPr="00BB0723" w:rsidRDefault="001E0ED8" w:rsidP="006A7C1A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E0ED8" w:rsidRPr="00BB0723" w:rsidRDefault="001E0ED8" w:rsidP="006A7C1A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E0ED8" w:rsidRPr="00BB0723" w:rsidRDefault="001E0ED8" w:rsidP="006A7C1A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4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E0ED8" w:rsidRPr="00BB0723" w:rsidRDefault="001E0ED8" w:rsidP="006A7C1A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1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1E0ED8" w:rsidRPr="00BB0723" w:rsidRDefault="001E0ED8" w:rsidP="00062F37">
            <w:pPr>
              <w:spacing w:after="0"/>
              <w:ind w:left="-142" w:right="21" w:firstLine="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1E0ED8" w:rsidRPr="00BB0723" w:rsidRDefault="001E0ED8" w:rsidP="00062F37">
            <w:pPr>
              <w:spacing w:after="0"/>
              <w:ind w:left="-142" w:right="21"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0ED8" w:rsidRPr="00BB0723" w:rsidTr="00062F37">
        <w:trPr>
          <w:trHeight w:val="354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E0ED8" w:rsidRPr="00BB0723" w:rsidRDefault="00DA2270" w:rsidP="006A7C1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07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Итог</w:t>
            </w:r>
            <w:r w:rsidRPr="00BB072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 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E0ED8" w:rsidRPr="00BB0723" w:rsidRDefault="001E0ED8" w:rsidP="006A7C1A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E0ED8" w:rsidRPr="00BB0723" w:rsidRDefault="001E0ED8" w:rsidP="006A7C1A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E0ED8" w:rsidRPr="00BB0723" w:rsidRDefault="001E0ED8" w:rsidP="006A7C1A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E0ED8" w:rsidRPr="00BB0723" w:rsidRDefault="001E0ED8" w:rsidP="006A7C1A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E0ED8" w:rsidRPr="00BB0723" w:rsidRDefault="001E0ED8" w:rsidP="006A7C1A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E0ED8" w:rsidRPr="00BB0723" w:rsidRDefault="001E0ED8" w:rsidP="006A7C1A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E0ED8" w:rsidRPr="00BB0723" w:rsidRDefault="001E0ED8" w:rsidP="006A7C1A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E0ED8" w:rsidRPr="00BB0723" w:rsidRDefault="001E0ED8" w:rsidP="006A7C1A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E0ED8" w:rsidRPr="00BB0723" w:rsidRDefault="001E0ED8" w:rsidP="006A7C1A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E0ED8" w:rsidRPr="00BB0723" w:rsidRDefault="001E0ED8" w:rsidP="006A7C1A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E0ED8" w:rsidRPr="00BB0723" w:rsidRDefault="001E0ED8" w:rsidP="006A7C1A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1E0ED8" w:rsidRPr="00BB0723" w:rsidRDefault="00DA2270" w:rsidP="006A7C1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07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1E0ED8" w:rsidRPr="00BB0723" w:rsidRDefault="001E0ED8" w:rsidP="006A7C1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A53A0" w:rsidRPr="00BB0723" w:rsidRDefault="00DA2270" w:rsidP="00EA53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0723">
        <w:rPr>
          <w:rFonts w:ascii="Times New Roman" w:eastAsia="Times New Roman" w:hAnsi="Times New Roman" w:cs="Times New Roman"/>
          <w:sz w:val="24"/>
          <w:szCs w:val="24"/>
        </w:rPr>
        <w:t xml:space="preserve">Ответственный исполнитель    ____________      _________          ______________________                        </w:t>
      </w:r>
    </w:p>
    <w:p w:rsidR="001E0ED8" w:rsidRPr="00BB0723" w:rsidRDefault="00EA53A0" w:rsidP="006A7C1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</w:t>
      </w:r>
      <w:r w:rsidR="00DA2270" w:rsidRPr="00BB0723">
        <w:rPr>
          <w:rFonts w:ascii="Times New Roman" w:eastAsia="Times New Roman" w:hAnsi="Times New Roman" w:cs="Times New Roman"/>
          <w:sz w:val="24"/>
          <w:szCs w:val="24"/>
        </w:rPr>
        <w:t>(должность)          (подпись)         (расшифровка   подписи)                         (телефон)</w:t>
      </w:r>
    </w:p>
    <w:p w:rsidR="001E0ED8" w:rsidRPr="00BB0723" w:rsidRDefault="00DA2270" w:rsidP="006A7C1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0723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</w:t>
      </w:r>
    </w:p>
    <w:p w:rsidR="001E0ED8" w:rsidRPr="00BB0723" w:rsidRDefault="00DA2270" w:rsidP="006A7C1A">
      <w:pPr>
        <w:spacing w:after="0" w:line="240" w:lineRule="auto"/>
        <w:jc w:val="both"/>
        <w:rPr>
          <w:rFonts w:ascii="Times New Roman" w:eastAsia="Courier New" w:hAnsi="Times New Roman" w:cs="Times New Roman"/>
          <w:sz w:val="28"/>
          <w:szCs w:val="28"/>
        </w:rPr>
      </w:pPr>
      <w:r w:rsidRPr="00BB0723">
        <w:rPr>
          <w:rFonts w:ascii="Times New Roman" w:eastAsia="Times New Roman" w:hAnsi="Times New Roman" w:cs="Times New Roman"/>
          <w:sz w:val="24"/>
          <w:szCs w:val="24"/>
        </w:rPr>
        <w:t xml:space="preserve">«__» _______ 20__ г.                      </w:t>
      </w:r>
      <w:r w:rsidRPr="00BB0723"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</w:p>
    <w:p w:rsidR="001E0ED8" w:rsidRPr="00BB0723" w:rsidRDefault="001E0ED8" w:rsidP="006A7C1A">
      <w:pPr>
        <w:spacing w:after="0" w:line="240" w:lineRule="auto"/>
        <w:jc w:val="both"/>
        <w:rPr>
          <w:rFonts w:ascii="Times New Roman" w:eastAsia="Arial" w:hAnsi="Times New Roman" w:cs="Times New Roman"/>
          <w:b/>
          <w:sz w:val="24"/>
          <w:szCs w:val="24"/>
        </w:rPr>
      </w:pPr>
    </w:p>
    <w:sectPr w:rsidR="001E0ED8" w:rsidRPr="00BB0723" w:rsidSect="00EB21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A6B3E" w:rsidRDefault="00DA6B3E" w:rsidP="00D91797">
      <w:pPr>
        <w:spacing w:after="0" w:line="240" w:lineRule="auto"/>
      </w:pPr>
      <w:r>
        <w:separator/>
      </w:r>
    </w:p>
  </w:endnote>
  <w:endnote w:type="continuationSeparator" w:id="1">
    <w:p w:rsidR="00DA6B3E" w:rsidRDefault="00DA6B3E" w:rsidP="00D917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A6B3E" w:rsidRDefault="00DA6B3E" w:rsidP="00D91797">
      <w:pPr>
        <w:spacing w:after="0" w:line="240" w:lineRule="auto"/>
      </w:pPr>
      <w:r>
        <w:separator/>
      </w:r>
    </w:p>
  </w:footnote>
  <w:footnote w:type="continuationSeparator" w:id="1">
    <w:p w:rsidR="00DA6B3E" w:rsidRDefault="00DA6B3E" w:rsidP="00D917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75130C"/>
    <w:multiLevelType w:val="multilevel"/>
    <w:tmpl w:val="AF28264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5BD0757"/>
    <w:multiLevelType w:val="multilevel"/>
    <w:tmpl w:val="A112A37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71F5264"/>
    <w:multiLevelType w:val="multilevel"/>
    <w:tmpl w:val="0A1E834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82B7AAE"/>
    <w:multiLevelType w:val="multilevel"/>
    <w:tmpl w:val="7136ACD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9B97A73"/>
    <w:multiLevelType w:val="multilevel"/>
    <w:tmpl w:val="AC7463E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86A672B"/>
    <w:multiLevelType w:val="multilevel"/>
    <w:tmpl w:val="58262FC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5"/>
  </w:num>
  <w:num w:numId="5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E0ED8"/>
    <w:rsid w:val="00062F37"/>
    <w:rsid w:val="000D7565"/>
    <w:rsid w:val="001E0ED8"/>
    <w:rsid w:val="002D76C7"/>
    <w:rsid w:val="002F17D8"/>
    <w:rsid w:val="00411D5C"/>
    <w:rsid w:val="006615C2"/>
    <w:rsid w:val="006A640F"/>
    <w:rsid w:val="006A7C1A"/>
    <w:rsid w:val="006E5971"/>
    <w:rsid w:val="008237DC"/>
    <w:rsid w:val="009A4557"/>
    <w:rsid w:val="00A72837"/>
    <w:rsid w:val="00AA0083"/>
    <w:rsid w:val="00BB0723"/>
    <w:rsid w:val="00CE4A87"/>
    <w:rsid w:val="00D91797"/>
    <w:rsid w:val="00DA2270"/>
    <w:rsid w:val="00DA36F5"/>
    <w:rsid w:val="00DA6B3E"/>
    <w:rsid w:val="00DF2051"/>
    <w:rsid w:val="00E1151D"/>
    <w:rsid w:val="00E32FC8"/>
    <w:rsid w:val="00EA53A0"/>
    <w:rsid w:val="00EB2170"/>
    <w:rsid w:val="00F03FBB"/>
    <w:rsid w:val="00F51B3C"/>
    <w:rsid w:val="00FD59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21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D917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91797"/>
  </w:style>
  <w:style w:type="paragraph" w:styleId="a5">
    <w:name w:val="footer"/>
    <w:basedOn w:val="a"/>
    <w:link w:val="a6"/>
    <w:uiPriority w:val="99"/>
    <w:semiHidden/>
    <w:unhideWhenUsed/>
    <w:rsid w:val="00D917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91797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17</Pages>
  <Words>4773</Words>
  <Characters>27211</Characters>
  <Application>Microsoft Office Word</Application>
  <DocSecurity>0</DocSecurity>
  <Lines>226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ПК</cp:lastModifiedBy>
  <cp:revision>7</cp:revision>
  <cp:lastPrinted>2022-03-23T12:12:00Z</cp:lastPrinted>
  <dcterms:created xsi:type="dcterms:W3CDTF">2022-03-23T08:48:00Z</dcterms:created>
  <dcterms:modified xsi:type="dcterms:W3CDTF">2022-03-23T12:15:00Z</dcterms:modified>
</cp:coreProperties>
</file>