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28F" w:rsidRDefault="009C328F" w:rsidP="009D0BC3">
      <w:pPr>
        <w:ind w:left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8.5pt;height:65.25pt;visibility:visible">
            <v:imagedata r:id="rId4" o:title=""/>
          </v:shape>
        </w:pict>
      </w:r>
    </w:p>
    <w:p w:rsidR="009C328F" w:rsidRDefault="009C328F" w:rsidP="009D0BC3">
      <w:pPr>
        <w:ind w:left="0"/>
        <w:jc w:val="center"/>
        <w:rPr>
          <w:sz w:val="28"/>
          <w:szCs w:val="28"/>
        </w:rPr>
      </w:pPr>
    </w:p>
    <w:p w:rsidR="009C328F" w:rsidRDefault="009C328F" w:rsidP="009D0BC3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C328F" w:rsidRDefault="009C328F" w:rsidP="009D0BC3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9C328F" w:rsidRDefault="009C328F" w:rsidP="009D0BC3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«УГРАНСКИЙ  РАЙОН»  СМОЛЕНСКОЙ  ОБЛАСТИ</w:t>
      </w:r>
    </w:p>
    <w:p w:rsidR="009C328F" w:rsidRDefault="009C328F" w:rsidP="009D0BC3">
      <w:pPr>
        <w:ind w:left="0"/>
        <w:jc w:val="center"/>
        <w:rPr>
          <w:b/>
          <w:sz w:val="28"/>
          <w:szCs w:val="28"/>
        </w:rPr>
      </w:pPr>
    </w:p>
    <w:p w:rsidR="009C328F" w:rsidRDefault="009C328F" w:rsidP="009D0BC3">
      <w:pPr>
        <w:ind w:left="0"/>
        <w:jc w:val="center"/>
        <w:rPr>
          <w:b/>
          <w:sz w:val="28"/>
          <w:szCs w:val="28"/>
        </w:rPr>
      </w:pPr>
    </w:p>
    <w:p w:rsidR="009C328F" w:rsidRDefault="009C328F" w:rsidP="009D0BC3">
      <w:pPr>
        <w:ind w:left="0"/>
        <w:jc w:val="center"/>
        <w:rPr>
          <w:b/>
          <w:sz w:val="28"/>
          <w:szCs w:val="28"/>
        </w:rPr>
      </w:pPr>
    </w:p>
    <w:p w:rsidR="009C328F" w:rsidRDefault="009C328F" w:rsidP="009D0BC3">
      <w:pPr>
        <w:ind w:left="0"/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П О С Т А Н О В Л Е Н И Е</w:t>
      </w:r>
    </w:p>
    <w:p w:rsidR="009C328F" w:rsidRDefault="009C328F" w:rsidP="009D0BC3">
      <w:pPr>
        <w:ind w:left="0"/>
        <w:jc w:val="center"/>
        <w:rPr>
          <w:b/>
          <w:sz w:val="28"/>
          <w:szCs w:val="28"/>
        </w:rPr>
      </w:pPr>
    </w:p>
    <w:p w:rsidR="009C328F" w:rsidRDefault="009C328F" w:rsidP="009D0BC3">
      <w:pPr>
        <w:ind w:left="0"/>
        <w:jc w:val="center"/>
        <w:rPr>
          <w:b/>
          <w:sz w:val="28"/>
          <w:szCs w:val="28"/>
        </w:rPr>
      </w:pPr>
    </w:p>
    <w:p w:rsidR="009C328F" w:rsidRDefault="009C328F" w:rsidP="009D0BC3">
      <w:pPr>
        <w:ind w:left="0"/>
        <w:jc w:val="left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  <w:u w:val="single"/>
        </w:rPr>
        <w:t>23.07.2019</w:t>
      </w:r>
      <w:r>
        <w:rPr>
          <w:sz w:val="28"/>
          <w:szCs w:val="28"/>
        </w:rPr>
        <w:t xml:space="preserve">  № </w:t>
      </w:r>
      <w:r w:rsidRPr="00854F97">
        <w:rPr>
          <w:sz w:val="28"/>
          <w:szCs w:val="28"/>
          <w:u w:val="single"/>
        </w:rPr>
        <w:t>278</w:t>
      </w:r>
    </w:p>
    <w:p w:rsidR="009C328F" w:rsidRDefault="009C328F" w:rsidP="009D0BC3">
      <w:pPr>
        <w:ind w:left="0"/>
        <w:jc w:val="left"/>
        <w:rPr>
          <w:sz w:val="28"/>
          <w:szCs w:val="28"/>
        </w:rPr>
      </w:pPr>
    </w:p>
    <w:p w:rsidR="009C328F" w:rsidRDefault="009C328F" w:rsidP="009D0BC3">
      <w:pPr>
        <w:ind w:left="0"/>
        <w:jc w:val="lef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</w:tblGrid>
      <w:tr w:rsidR="009C328F" w:rsidTr="007F569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C328F" w:rsidRDefault="009C328F" w:rsidP="009369F6">
            <w:pPr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 постановление Администрации муниципального образования «Угранский район» Смоленской области «О создании административной комиссии муниципального образования «Угранский район» Смоленской области, утверждении её состава и регламента» от 09.07.2018 г. №228</w:t>
            </w:r>
          </w:p>
        </w:tc>
      </w:tr>
    </w:tbl>
    <w:p w:rsidR="009C328F" w:rsidRDefault="009C328F" w:rsidP="009D0BC3">
      <w:pPr>
        <w:ind w:left="0"/>
        <w:jc w:val="left"/>
        <w:rPr>
          <w:sz w:val="28"/>
          <w:szCs w:val="28"/>
        </w:rPr>
      </w:pPr>
    </w:p>
    <w:p w:rsidR="009C328F" w:rsidRDefault="009C328F" w:rsidP="009D0BC3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связи с кадровыми изменениями Администрация муниципального образования «Угранский район» Смоленской области</w:t>
      </w:r>
    </w:p>
    <w:p w:rsidR="009C328F" w:rsidRDefault="009C328F" w:rsidP="009D0BC3">
      <w:pPr>
        <w:ind w:left="0" w:firstLine="709"/>
        <w:jc w:val="left"/>
        <w:rPr>
          <w:sz w:val="28"/>
          <w:szCs w:val="28"/>
        </w:rPr>
      </w:pPr>
    </w:p>
    <w:p w:rsidR="009C328F" w:rsidRDefault="009C328F" w:rsidP="009D0BC3">
      <w:pPr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9C328F" w:rsidRDefault="009C328F" w:rsidP="009D0BC3">
      <w:pPr>
        <w:ind w:left="0" w:firstLine="709"/>
        <w:jc w:val="left"/>
        <w:rPr>
          <w:sz w:val="28"/>
          <w:szCs w:val="28"/>
        </w:rPr>
      </w:pPr>
    </w:p>
    <w:p w:rsidR="009C328F" w:rsidRDefault="009C328F" w:rsidP="009D0BC3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Внести в Приложение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№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1 постановления Администрации муниципального образования «Угранский район» Смоленской области от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09.07.2018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года №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228 «О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создании административной комиссии муниципального образования «Угранский район» Смоленской области, утверждении её состава и регламента» следующие изменения:</w:t>
      </w:r>
    </w:p>
    <w:p w:rsidR="009C328F" w:rsidRDefault="009C328F" w:rsidP="007F569B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1.1.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Вывести из состава административной комиссии муниципального образования «Угранский район» Смоленской области (далее – Комиссия) ведущего специалиста, ответственного секретаря Комиссии Финошенкову Ирину Михайловну.</w:t>
      </w:r>
    </w:p>
    <w:p w:rsidR="009C328F" w:rsidRDefault="009C328F" w:rsidP="009D0BC3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1.2.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Ввести в состав Комиссии ведущего специалиста</w:t>
      </w:r>
      <w:r w:rsidRPr="00460B4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муниципального образования «Угранский район» Смоленской области Голованову Ольгу Ивановну – ответственного секретаря Комиссии.</w:t>
      </w:r>
    </w:p>
    <w:p w:rsidR="009C328F" w:rsidRDefault="009C328F" w:rsidP="009D0BC3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1.3.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Вывести из состава Комиссии главного редактора СОГУП «Редакция газеты «Искра» Свириденкову Галину Николаевну – члена Комиссии.</w:t>
      </w:r>
    </w:p>
    <w:p w:rsidR="009C328F" w:rsidRDefault="009C328F" w:rsidP="009D0BC3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1.4.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Вывести из состава Комиссии управляющего делами Администрации муниципального образования «Угранский район» Смоленской области Баринову Наталью Викторовну – члена Комиссии.</w:t>
      </w:r>
    </w:p>
    <w:p w:rsidR="009C328F" w:rsidRDefault="009C328F" w:rsidP="009D0BC3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1.5.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Ввести в состав Комиссии главного специалиста по вопросам муниципальной службы и кадрам Администрации муниципального образования «Угранский район» Смоленской области» Сырокоренскую Светлану Владимировну – члена Комиссии.</w:t>
      </w:r>
    </w:p>
    <w:p w:rsidR="009C328F" w:rsidRDefault="009C328F" w:rsidP="009D0BC3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1.6.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Ввести в состав Комиссии ведущего специалиста отдела экономики Администрации муниципального образования «Угранский район» Смоленской области» Старостину Ирину Ивановну – члена Комиссии.</w:t>
      </w:r>
    </w:p>
    <w:p w:rsidR="009C328F" w:rsidRDefault="009C328F" w:rsidP="009D0BC3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1.7.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Ввести в состав Комиссии менеджера отдела экономики Администрации муниципального образования «Угранский район» Смоленской области Жердеву Марину Игоревну – члена Комиссии.</w:t>
      </w:r>
    </w:p>
    <w:p w:rsidR="009C328F" w:rsidRDefault="009C328F" w:rsidP="009D0BC3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Утвердить состав Комиссии согласно Приложению №</w:t>
      </w:r>
      <w:r w:rsidRPr="007F569B">
        <w:rPr>
          <w:sz w:val="28"/>
          <w:szCs w:val="28"/>
        </w:rPr>
        <w:t> </w:t>
      </w:r>
      <w:r>
        <w:rPr>
          <w:sz w:val="28"/>
          <w:szCs w:val="28"/>
        </w:rPr>
        <w:t>1.</w:t>
      </w:r>
    </w:p>
    <w:p w:rsidR="009C328F" w:rsidRDefault="009C328F" w:rsidP="00D35F7B">
      <w:pPr>
        <w:ind w:right="57" w:firstLine="669"/>
        <w:rPr>
          <w:sz w:val="28"/>
        </w:rPr>
      </w:pPr>
      <w:r>
        <w:rPr>
          <w:sz w:val="28"/>
        </w:rPr>
        <w:t>3.</w:t>
      </w:r>
      <w:r>
        <w:rPr>
          <w:sz w:val="28"/>
          <w:szCs w:val="28"/>
        </w:rPr>
        <w:t> </w:t>
      </w:r>
      <w:r>
        <w:rPr>
          <w:sz w:val="28"/>
        </w:rPr>
        <w:t>Настоящее постановление подлежит официальному обнародованию на</w:t>
      </w:r>
      <w:r>
        <w:rPr>
          <w:sz w:val="28"/>
          <w:szCs w:val="28"/>
        </w:rPr>
        <w:t> </w:t>
      </w:r>
      <w:r>
        <w:rPr>
          <w:sz w:val="28"/>
        </w:rPr>
        <w:t>официальном сайте муниципального образования «Угранский район» Смоленской области и опубликованию в газете «Искра».</w:t>
      </w:r>
    </w:p>
    <w:p w:rsidR="009C328F" w:rsidRDefault="009C328F" w:rsidP="00D35F7B">
      <w:pPr>
        <w:ind w:right="57" w:firstLine="669"/>
        <w:rPr>
          <w:sz w:val="28"/>
        </w:rPr>
      </w:pPr>
      <w:r>
        <w:rPr>
          <w:sz w:val="28"/>
        </w:rPr>
        <w:t>4.</w:t>
      </w:r>
      <w:r>
        <w:rPr>
          <w:sz w:val="28"/>
          <w:szCs w:val="28"/>
        </w:rPr>
        <w:t> </w:t>
      </w:r>
      <w:r>
        <w:rPr>
          <w:sz w:val="28"/>
        </w:rPr>
        <w:t>Контроль исполнения настоящего постановления возложить на</w:t>
      </w:r>
      <w:r>
        <w:rPr>
          <w:sz w:val="28"/>
          <w:szCs w:val="28"/>
        </w:rPr>
        <w:t> ведущего специалиста</w:t>
      </w:r>
      <w:r w:rsidRPr="00460B4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муниципального образования «Угранский район» Смоленской области Голованову Ольгу Ивановну</w:t>
      </w:r>
      <w:r>
        <w:rPr>
          <w:sz w:val="28"/>
        </w:rPr>
        <w:t>.</w:t>
      </w:r>
    </w:p>
    <w:p w:rsidR="009C328F" w:rsidRDefault="009C328F" w:rsidP="009D0BC3">
      <w:pPr>
        <w:ind w:left="0" w:firstLine="709"/>
        <w:rPr>
          <w:sz w:val="28"/>
          <w:szCs w:val="28"/>
        </w:rPr>
      </w:pPr>
    </w:p>
    <w:p w:rsidR="009C328F" w:rsidRDefault="009C328F" w:rsidP="009D0BC3">
      <w:pPr>
        <w:ind w:left="0" w:firstLine="709"/>
        <w:rPr>
          <w:sz w:val="28"/>
          <w:szCs w:val="28"/>
        </w:rPr>
      </w:pPr>
    </w:p>
    <w:p w:rsidR="009C328F" w:rsidRDefault="009C328F" w:rsidP="009D0BC3">
      <w:pPr>
        <w:ind w:left="0" w:firstLine="709"/>
        <w:rPr>
          <w:sz w:val="28"/>
          <w:szCs w:val="28"/>
        </w:rPr>
      </w:pPr>
    </w:p>
    <w:p w:rsidR="009C328F" w:rsidRDefault="009C328F" w:rsidP="009D0BC3">
      <w:pPr>
        <w:ind w:left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образования </w:t>
      </w:r>
    </w:p>
    <w:p w:rsidR="009C328F" w:rsidRDefault="009C328F" w:rsidP="009D0BC3">
      <w:pPr>
        <w:ind w:left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«Угранский район» Смоленской области                                    Н.С. Шишигина</w:t>
      </w:r>
    </w:p>
    <w:p w:rsidR="009C328F" w:rsidRDefault="009C328F" w:rsidP="009D0BC3">
      <w:pPr>
        <w:ind w:left="0"/>
        <w:jc w:val="left"/>
      </w:pPr>
    </w:p>
    <w:p w:rsidR="009C328F" w:rsidRDefault="009C328F" w:rsidP="009D0BC3">
      <w:pPr>
        <w:ind w:left="0"/>
        <w:jc w:val="left"/>
      </w:pPr>
    </w:p>
    <w:p w:rsidR="009C328F" w:rsidRDefault="009C328F" w:rsidP="009D0BC3">
      <w:pPr>
        <w:ind w:left="0"/>
        <w:jc w:val="left"/>
      </w:pPr>
    </w:p>
    <w:p w:rsidR="009C328F" w:rsidRDefault="009C328F" w:rsidP="009D0BC3">
      <w:pPr>
        <w:ind w:left="0"/>
        <w:jc w:val="left"/>
      </w:pPr>
    </w:p>
    <w:p w:rsidR="009C328F" w:rsidRDefault="009C328F" w:rsidP="009D0BC3">
      <w:pPr>
        <w:ind w:left="0"/>
        <w:jc w:val="left"/>
      </w:pPr>
    </w:p>
    <w:p w:rsidR="009C328F" w:rsidRDefault="009C328F" w:rsidP="009D0BC3">
      <w:pPr>
        <w:ind w:left="0"/>
        <w:jc w:val="left"/>
      </w:pPr>
    </w:p>
    <w:p w:rsidR="009C328F" w:rsidRDefault="009C328F" w:rsidP="009D0BC3">
      <w:pPr>
        <w:ind w:left="0"/>
        <w:jc w:val="left"/>
      </w:pPr>
    </w:p>
    <w:p w:rsidR="009C328F" w:rsidRDefault="009C328F" w:rsidP="009D0BC3">
      <w:pPr>
        <w:ind w:left="0"/>
        <w:jc w:val="left"/>
      </w:pPr>
    </w:p>
    <w:p w:rsidR="009C328F" w:rsidRDefault="009C328F" w:rsidP="009D0BC3">
      <w:pPr>
        <w:ind w:left="0"/>
        <w:jc w:val="left"/>
      </w:pPr>
    </w:p>
    <w:p w:rsidR="009C328F" w:rsidRDefault="009C328F" w:rsidP="009D0BC3">
      <w:pPr>
        <w:ind w:left="0"/>
        <w:jc w:val="left"/>
      </w:pPr>
    </w:p>
    <w:p w:rsidR="009C328F" w:rsidRDefault="009C328F" w:rsidP="009D0BC3">
      <w:pPr>
        <w:ind w:left="0"/>
        <w:jc w:val="left"/>
      </w:pPr>
    </w:p>
    <w:p w:rsidR="009C328F" w:rsidRDefault="009C328F" w:rsidP="009D0BC3">
      <w:pPr>
        <w:ind w:left="0"/>
        <w:jc w:val="left"/>
      </w:pPr>
    </w:p>
    <w:p w:rsidR="009C328F" w:rsidRDefault="009C328F" w:rsidP="009D0BC3">
      <w:pPr>
        <w:ind w:left="0"/>
        <w:jc w:val="left"/>
      </w:pPr>
    </w:p>
    <w:p w:rsidR="009C328F" w:rsidRDefault="009C328F" w:rsidP="009D0BC3">
      <w:pPr>
        <w:ind w:left="0"/>
        <w:jc w:val="left"/>
      </w:pPr>
    </w:p>
    <w:p w:rsidR="009C328F" w:rsidRDefault="009C328F" w:rsidP="009D0BC3">
      <w:pPr>
        <w:ind w:left="0"/>
        <w:jc w:val="left"/>
      </w:pPr>
    </w:p>
    <w:p w:rsidR="009C328F" w:rsidRDefault="009C328F" w:rsidP="009D0BC3">
      <w:pPr>
        <w:ind w:left="0"/>
        <w:jc w:val="left"/>
      </w:pPr>
    </w:p>
    <w:p w:rsidR="009C328F" w:rsidRDefault="009C328F" w:rsidP="009D0BC3">
      <w:pPr>
        <w:ind w:left="0"/>
        <w:jc w:val="left"/>
      </w:pPr>
    </w:p>
    <w:p w:rsidR="009C328F" w:rsidRDefault="009C328F" w:rsidP="009D0BC3">
      <w:pPr>
        <w:ind w:left="0"/>
        <w:jc w:val="left"/>
      </w:pPr>
    </w:p>
    <w:p w:rsidR="009C328F" w:rsidRDefault="009C328F" w:rsidP="009D0BC3">
      <w:pPr>
        <w:ind w:left="0"/>
        <w:jc w:val="left"/>
      </w:pPr>
    </w:p>
    <w:p w:rsidR="009C328F" w:rsidRDefault="009C328F" w:rsidP="009D0BC3">
      <w:pPr>
        <w:ind w:left="0"/>
        <w:jc w:val="left"/>
      </w:pPr>
    </w:p>
    <w:p w:rsidR="009C328F" w:rsidRDefault="009C328F" w:rsidP="007F569B">
      <w:pPr>
        <w:ind w:firstLine="5670"/>
        <w:jc w:val="center"/>
        <w:rPr>
          <w:sz w:val="26"/>
          <w:szCs w:val="26"/>
        </w:rPr>
      </w:pPr>
    </w:p>
    <w:p w:rsidR="009C328F" w:rsidRDefault="009C328F" w:rsidP="007F569B">
      <w:pPr>
        <w:ind w:firstLine="5670"/>
        <w:jc w:val="center"/>
        <w:rPr>
          <w:sz w:val="26"/>
          <w:szCs w:val="26"/>
        </w:rPr>
      </w:pPr>
    </w:p>
    <w:p w:rsidR="009C328F" w:rsidRPr="00160794" w:rsidRDefault="009C328F" w:rsidP="007F569B">
      <w:pPr>
        <w:ind w:firstLine="5670"/>
        <w:jc w:val="center"/>
        <w:rPr>
          <w:sz w:val="26"/>
          <w:szCs w:val="26"/>
        </w:rPr>
      </w:pPr>
      <w:r w:rsidRPr="00160794">
        <w:rPr>
          <w:sz w:val="26"/>
          <w:szCs w:val="26"/>
        </w:rPr>
        <w:t>Приложение №1</w:t>
      </w:r>
    </w:p>
    <w:p w:rsidR="009C328F" w:rsidRPr="00160794" w:rsidRDefault="009C328F" w:rsidP="007F569B">
      <w:pPr>
        <w:ind w:left="5670"/>
        <w:rPr>
          <w:sz w:val="26"/>
          <w:szCs w:val="26"/>
        </w:rPr>
      </w:pPr>
      <w:r w:rsidRPr="00160794">
        <w:rPr>
          <w:sz w:val="26"/>
          <w:szCs w:val="26"/>
        </w:rPr>
        <w:t>к постановлению Администрации муниципального образования «Угранский район» Смоленской области от _____________ № ____</w:t>
      </w:r>
    </w:p>
    <w:p w:rsidR="009C328F" w:rsidRPr="00AB522D" w:rsidRDefault="009C328F" w:rsidP="007F569B">
      <w:pPr>
        <w:ind w:left="6237"/>
        <w:rPr>
          <w:sz w:val="28"/>
          <w:szCs w:val="28"/>
        </w:rPr>
      </w:pPr>
    </w:p>
    <w:p w:rsidR="009C328F" w:rsidRPr="00536E35" w:rsidRDefault="009C328F" w:rsidP="007F569B">
      <w:pPr>
        <w:ind w:firstLine="709"/>
        <w:jc w:val="center"/>
        <w:rPr>
          <w:sz w:val="28"/>
          <w:szCs w:val="28"/>
        </w:rPr>
      </w:pPr>
    </w:p>
    <w:p w:rsidR="009C328F" w:rsidRDefault="009C328F" w:rsidP="001E13BA">
      <w:pPr>
        <w:ind w:left="0"/>
        <w:jc w:val="center"/>
        <w:rPr>
          <w:b/>
          <w:sz w:val="32"/>
          <w:szCs w:val="32"/>
        </w:rPr>
      </w:pPr>
      <w:r w:rsidRPr="00B77491">
        <w:rPr>
          <w:b/>
          <w:sz w:val="32"/>
          <w:szCs w:val="32"/>
        </w:rPr>
        <w:t>С О С Т А В</w:t>
      </w:r>
    </w:p>
    <w:p w:rsidR="009C328F" w:rsidRDefault="009C328F" w:rsidP="001E13BA">
      <w:pPr>
        <w:ind w:left="0"/>
        <w:jc w:val="center"/>
        <w:rPr>
          <w:b/>
          <w:sz w:val="28"/>
          <w:szCs w:val="28"/>
        </w:rPr>
      </w:pPr>
      <w:r w:rsidRPr="00B77491">
        <w:rPr>
          <w:b/>
          <w:sz w:val="28"/>
          <w:szCs w:val="28"/>
        </w:rPr>
        <w:t>административной комиссии при Администрации муниципального</w:t>
      </w:r>
      <w:r>
        <w:rPr>
          <w:b/>
          <w:sz w:val="28"/>
          <w:szCs w:val="28"/>
        </w:rPr>
        <w:t xml:space="preserve"> </w:t>
      </w:r>
      <w:r w:rsidRPr="00B77491">
        <w:rPr>
          <w:b/>
          <w:sz w:val="28"/>
          <w:szCs w:val="28"/>
        </w:rPr>
        <w:t>образования «Угранский район» Смоленской области</w:t>
      </w:r>
    </w:p>
    <w:p w:rsidR="009C328F" w:rsidRPr="00536E35" w:rsidRDefault="009C328F" w:rsidP="001E13BA">
      <w:pPr>
        <w:ind w:left="0"/>
        <w:jc w:val="center"/>
        <w:rPr>
          <w:sz w:val="28"/>
          <w:szCs w:val="28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6804"/>
      </w:tblGrid>
      <w:tr w:rsidR="009C328F" w:rsidRPr="00160794" w:rsidTr="00160794">
        <w:tc>
          <w:tcPr>
            <w:tcW w:w="3119" w:type="dxa"/>
          </w:tcPr>
          <w:p w:rsidR="009C328F" w:rsidRPr="00160794" w:rsidRDefault="009C328F" w:rsidP="001E13BA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 xml:space="preserve">Чупинин </w:t>
            </w:r>
          </w:p>
          <w:p w:rsidR="009C328F" w:rsidRPr="00160794" w:rsidRDefault="009C328F" w:rsidP="001E13BA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Олег Викторович</w:t>
            </w:r>
          </w:p>
        </w:tc>
        <w:tc>
          <w:tcPr>
            <w:tcW w:w="6804" w:type="dxa"/>
          </w:tcPr>
          <w:p w:rsidR="009C328F" w:rsidRPr="00160794" w:rsidRDefault="009C328F" w:rsidP="001E13BA">
            <w:pPr>
              <w:pStyle w:val="BodyText"/>
              <w:ind w:right="141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– заместитель Главы муниципального образования «Угранский район» Смоленской области, председатель комиссии;</w:t>
            </w:r>
          </w:p>
          <w:p w:rsidR="009C328F" w:rsidRPr="00160794" w:rsidRDefault="009C328F" w:rsidP="001E13BA">
            <w:pPr>
              <w:pStyle w:val="BodyText"/>
              <w:ind w:right="141"/>
              <w:rPr>
                <w:sz w:val="26"/>
                <w:szCs w:val="26"/>
              </w:rPr>
            </w:pPr>
          </w:p>
        </w:tc>
      </w:tr>
      <w:tr w:rsidR="009C328F" w:rsidRPr="00160794" w:rsidTr="00160794">
        <w:tc>
          <w:tcPr>
            <w:tcW w:w="3119" w:type="dxa"/>
          </w:tcPr>
          <w:p w:rsidR="009C328F" w:rsidRPr="00160794" w:rsidRDefault="009C328F" w:rsidP="007F569B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Мартынов</w:t>
            </w:r>
          </w:p>
          <w:p w:rsidR="009C328F" w:rsidRPr="00160794" w:rsidRDefault="009C328F" w:rsidP="007F569B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Геннадий Михайлович</w:t>
            </w:r>
          </w:p>
        </w:tc>
        <w:tc>
          <w:tcPr>
            <w:tcW w:w="6804" w:type="dxa"/>
          </w:tcPr>
          <w:p w:rsidR="009C328F" w:rsidRPr="00160794" w:rsidRDefault="009C328F" w:rsidP="001E13BA">
            <w:pPr>
              <w:ind w:left="0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– начальник Пункта полиции по Угранскому району межмуниципального отдела МВД России «Вяземский», майор полиции, заместитель председателя комиссии;</w:t>
            </w:r>
          </w:p>
          <w:p w:rsidR="009C328F" w:rsidRPr="00160794" w:rsidRDefault="009C328F" w:rsidP="001E13BA">
            <w:pPr>
              <w:pStyle w:val="BodyText"/>
              <w:ind w:right="141"/>
              <w:rPr>
                <w:sz w:val="26"/>
                <w:szCs w:val="26"/>
              </w:rPr>
            </w:pPr>
          </w:p>
        </w:tc>
      </w:tr>
      <w:tr w:rsidR="009C328F" w:rsidRPr="00160794" w:rsidTr="00160794">
        <w:tc>
          <w:tcPr>
            <w:tcW w:w="3119" w:type="dxa"/>
          </w:tcPr>
          <w:p w:rsidR="009C328F" w:rsidRPr="00160794" w:rsidRDefault="009C328F" w:rsidP="007F569B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 xml:space="preserve">Голованова </w:t>
            </w:r>
          </w:p>
          <w:p w:rsidR="009C328F" w:rsidRPr="00160794" w:rsidRDefault="009C328F" w:rsidP="007F569B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Ольга Ивановна</w:t>
            </w:r>
          </w:p>
        </w:tc>
        <w:tc>
          <w:tcPr>
            <w:tcW w:w="6804" w:type="dxa"/>
          </w:tcPr>
          <w:p w:rsidR="009C328F" w:rsidRPr="00160794" w:rsidRDefault="009C328F" w:rsidP="00536E35">
            <w:pPr>
              <w:pStyle w:val="BodyText"/>
              <w:ind w:right="141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– ведущий специалист Администрации муниципального образования «Угранский район» Смоленской области, ответственный секретарь комиссии</w:t>
            </w:r>
          </w:p>
        </w:tc>
      </w:tr>
      <w:tr w:rsidR="009C328F" w:rsidRPr="00160794" w:rsidTr="00160794">
        <w:trPr>
          <w:trHeight w:val="516"/>
        </w:trPr>
        <w:tc>
          <w:tcPr>
            <w:tcW w:w="9923" w:type="dxa"/>
            <w:gridSpan w:val="2"/>
            <w:vAlign w:val="center"/>
          </w:tcPr>
          <w:p w:rsidR="009C328F" w:rsidRPr="00160794" w:rsidRDefault="009C328F" w:rsidP="005B2AFE">
            <w:pPr>
              <w:pStyle w:val="BodyText"/>
              <w:ind w:right="141"/>
              <w:jc w:val="center"/>
              <w:rPr>
                <w:sz w:val="26"/>
                <w:szCs w:val="26"/>
              </w:rPr>
            </w:pPr>
            <w:r w:rsidRPr="00160794">
              <w:rPr>
                <w:b/>
                <w:sz w:val="26"/>
                <w:szCs w:val="26"/>
              </w:rPr>
              <w:t>Члены комиссии:</w:t>
            </w:r>
          </w:p>
        </w:tc>
      </w:tr>
      <w:tr w:rsidR="009C328F" w:rsidRPr="00160794" w:rsidTr="00160794">
        <w:tc>
          <w:tcPr>
            <w:tcW w:w="3119" w:type="dxa"/>
          </w:tcPr>
          <w:p w:rsidR="009C328F" w:rsidRPr="00160794" w:rsidRDefault="009C328F" w:rsidP="00A13FFC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Артемова</w:t>
            </w:r>
          </w:p>
          <w:p w:rsidR="009C328F" w:rsidRPr="00160794" w:rsidRDefault="009C328F" w:rsidP="00A13FFC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Виктория Александровна</w:t>
            </w:r>
          </w:p>
        </w:tc>
        <w:tc>
          <w:tcPr>
            <w:tcW w:w="6804" w:type="dxa"/>
          </w:tcPr>
          <w:p w:rsidR="009C328F" w:rsidRPr="00160794" w:rsidRDefault="009C328F" w:rsidP="00536E35">
            <w:pPr>
              <w:ind w:left="0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– главный специалист сектора сельского хозяйства и продовольствия Администрации муниципального образования «Угранский район» Смоленской области;</w:t>
            </w:r>
          </w:p>
          <w:p w:rsidR="009C328F" w:rsidRPr="00160794" w:rsidRDefault="009C328F" w:rsidP="00536E35">
            <w:pPr>
              <w:ind w:left="0"/>
              <w:rPr>
                <w:sz w:val="26"/>
                <w:szCs w:val="26"/>
              </w:rPr>
            </w:pPr>
          </w:p>
        </w:tc>
      </w:tr>
      <w:tr w:rsidR="009C328F" w:rsidRPr="00160794" w:rsidTr="00160794">
        <w:tc>
          <w:tcPr>
            <w:tcW w:w="3119" w:type="dxa"/>
          </w:tcPr>
          <w:p w:rsidR="009C328F" w:rsidRPr="00160794" w:rsidRDefault="009C328F" w:rsidP="007F569B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Жердева</w:t>
            </w:r>
          </w:p>
          <w:p w:rsidR="009C328F" w:rsidRPr="00160794" w:rsidRDefault="009C328F" w:rsidP="00C13261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Марина Игоревна</w:t>
            </w:r>
          </w:p>
        </w:tc>
        <w:tc>
          <w:tcPr>
            <w:tcW w:w="6804" w:type="dxa"/>
          </w:tcPr>
          <w:p w:rsidR="009C328F" w:rsidRPr="00160794" w:rsidRDefault="009C328F" w:rsidP="00C13261">
            <w:pPr>
              <w:ind w:left="0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– менеджер отдела экономики Администрации муниципального образования «Угранский район» Смоленской области;</w:t>
            </w:r>
          </w:p>
          <w:p w:rsidR="009C328F" w:rsidRPr="00160794" w:rsidRDefault="009C328F" w:rsidP="00C13261">
            <w:pPr>
              <w:pStyle w:val="BodyText"/>
              <w:ind w:right="141"/>
              <w:rPr>
                <w:sz w:val="26"/>
                <w:szCs w:val="26"/>
              </w:rPr>
            </w:pPr>
          </w:p>
        </w:tc>
      </w:tr>
      <w:tr w:rsidR="009C328F" w:rsidRPr="00160794" w:rsidTr="00160794">
        <w:tc>
          <w:tcPr>
            <w:tcW w:w="3119" w:type="dxa"/>
          </w:tcPr>
          <w:p w:rsidR="009C328F" w:rsidRPr="00160794" w:rsidRDefault="009C328F" w:rsidP="00A13FFC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Морозова</w:t>
            </w:r>
          </w:p>
          <w:p w:rsidR="009C328F" w:rsidRPr="00160794" w:rsidRDefault="009C328F" w:rsidP="00A13FFC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Галина Николаевна</w:t>
            </w:r>
          </w:p>
        </w:tc>
        <w:tc>
          <w:tcPr>
            <w:tcW w:w="6804" w:type="dxa"/>
          </w:tcPr>
          <w:p w:rsidR="009C328F" w:rsidRPr="00160794" w:rsidRDefault="009C328F" w:rsidP="000E7949">
            <w:pPr>
              <w:ind w:left="0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– начальник отдела по строительству, транспорту, связи, энергетике и ЖКХ Администрации муниципального образования «Угранский район» Смоленской области;</w:t>
            </w:r>
          </w:p>
          <w:p w:rsidR="009C328F" w:rsidRPr="00160794" w:rsidRDefault="009C328F" w:rsidP="000E7949">
            <w:pPr>
              <w:pStyle w:val="BodyText"/>
              <w:rPr>
                <w:sz w:val="26"/>
                <w:szCs w:val="26"/>
              </w:rPr>
            </w:pPr>
          </w:p>
        </w:tc>
      </w:tr>
      <w:tr w:rsidR="009C328F" w:rsidRPr="00160794" w:rsidTr="00160794">
        <w:tc>
          <w:tcPr>
            <w:tcW w:w="3119" w:type="dxa"/>
          </w:tcPr>
          <w:p w:rsidR="009C328F" w:rsidRPr="00160794" w:rsidRDefault="009C328F" w:rsidP="003C56BC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Старостина</w:t>
            </w:r>
          </w:p>
          <w:p w:rsidR="009C328F" w:rsidRPr="00160794" w:rsidRDefault="009C328F" w:rsidP="003C56BC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Ирина Ивановна</w:t>
            </w:r>
          </w:p>
        </w:tc>
        <w:tc>
          <w:tcPr>
            <w:tcW w:w="6804" w:type="dxa"/>
          </w:tcPr>
          <w:p w:rsidR="009C328F" w:rsidRPr="00160794" w:rsidRDefault="009C328F" w:rsidP="000E7949">
            <w:pPr>
              <w:ind w:left="0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– ведущий специалист отдела экономики Администрации муниципального образования «Угранский район» Смоленской области</w:t>
            </w:r>
            <w:r>
              <w:rPr>
                <w:sz w:val="26"/>
                <w:szCs w:val="26"/>
              </w:rPr>
              <w:t>;</w:t>
            </w:r>
          </w:p>
          <w:p w:rsidR="009C328F" w:rsidRPr="00160794" w:rsidRDefault="009C328F" w:rsidP="000E7949">
            <w:pPr>
              <w:pStyle w:val="BodyText"/>
              <w:ind w:right="141"/>
              <w:rPr>
                <w:sz w:val="26"/>
                <w:szCs w:val="26"/>
              </w:rPr>
            </w:pPr>
          </w:p>
        </w:tc>
      </w:tr>
      <w:tr w:rsidR="009C328F" w:rsidRPr="00160794" w:rsidTr="00160794">
        <w:tc>
          <w:tcPr>
            <w:tcW w:w="3119" w:type="dxa"/>
          </w:tcPr>
          <w:p w:rsidR="009C328F" w:rsidRPr="00160794" w:rsidRDefault="009C328F" w:rsidP="007F569B">
            <w:pPr>
              <w:pStyle w:val="BodyText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Сырокоренская</w:t>
            </w:r>
          </w:p>
          <w:p w:rsidR="009C328F" w:rsidRPr="00160794" w:rsidRDefault="009C328F" w:rsidP="007F569B">
            <w:pPr>
              <w:pStyle w:val="BodyText"/>
              <w:rPr>
                <w:bCs/>
                <w:sz w:val="26"/>
                <w:szCs w:val="26"/>
                <w:shd w:val="clear" w:color="auto" w:fill="FFFFFF"/>
              </w:rPr>
            </w:pPr>
            <w:r w:rsidRPr="00160794">
              <w:rPr>
                <w:sz w:val="26"/>
                <w:szCs w:val="26"/>
              </w:rPr>
              <w:t>Светлана Владимировна</w:t>
            </w:r>
          </w:p>
        </w:tc>
        <w:tc>
          <w:tcPr>
            <w:tcW w:w="6804" w:type="dxa"/>
          </w:tcPr>
          <w:p w:rsidR="009C328F" w:rsidRPr="00160794" w:rsidRDefault="009C328F" w:rsidP="000E7949">
            <w:pPr>
              <w:ind w:left="0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– главный специалист по вопросам муниципальной службы и кадрам Администрации муниципального образования «Угранский район» Смоленской области»</w:t>
            </w:r>
            <w:r>
              <w:rPr>
                <w:sz w:val="26"/>
                <w:szCs w:val="26"/>
              </w:rPr>
              <w:t>;</w:t>
            </w:r>
          </w:p>
          <w:p w:rsidR="009C328F" w:rsidRPr="00160794" w:rsidRDefault="009C328F" w:rsidP="000E7949">
            <w:pPr>
              <w:pStyle w:val="BodyText"/>
              <w:rPr>
                <w:sz w:val="26"/>
                <w:szCs w:val="26"/>
              </w:rPr>
            </w:pPr>
          </w:p>
        </w:tc>
      </w:tr>
      <w:tr w:rsidR="009C328F" w:rsidRPr="00160794" w:rsidTr="00160794">
        <w:tc>
          <w:tcPr>
            <w:tcW w:w="3119" w:type="dxa"/>
          </w:tcPr>
          <w:p w:rsidR="009C328F" w:rsidRPr="00160794" w:rsidRDefault="009C328F" w:rsidP="006D5A92">
            <w:pPr>
              <w:pStyle w:val="BodyText"/>
              <w:ind w:right="284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Шавалдина</w:t>
            </w:r>
          </w:p>
          <w:p w:rsidR="009C328F" w:rsidRPr="00160794" w:rsidRDefault="009C328F" w:rsidP="006D5A92">
            <w:pPr>
              <w:pStyle w:val="BodyText"/>
              <w:ind w:right="284"/>
              <w:rPr>
                <w:bCs/>
                <w:sz w:val="26"/>
                <w:szCs w:val="26"/>
                <w:shd w:val="clear" w:color="auto" w:fill="FFFFFF"/>
              </w:rPr>
            </w:pPr>
            <w:r w:rsidRPr="00160794">
              <w:rPr>
                <w:sz w:val="26"/>
                <w:szCs w:val="26"/>
              </w:rPr>
              <w:t>Жанна Ивановна</w:t>
            </w:r>
          </w:p>
        </w:tc>
        <w:tc>
          <w:tcPr>
            <w:tcW w:w="6804" w:type="dxa"/>
          </w:tcPr>
          <w:p w:rsidR="009C328F" w:rsidRPr="00160794" w:rsidRDefault="009C328F" w:rsidP="000E7949">
            <w:pPr>
              <w:ind w:left="0"/>
              <w:rPr>
                <w:sz w:val="26"/>
                <w:szCs w:val="26"/>
              </w:rPr>
            </w:pPr>
            <w:r w:rsidRPr="00160794">
              <w:rPr>
                <w:sz w:val="26"/>
                <w:szCs w:val="26"/>
              </w:rPr>
              <w:t>– начальник отдела экономики Администрации муниципального образования «Угранский район» Смоленской области</w:t>
            </w:r>
          </w:p>
        </w:tc>
      </w:tr>
    </w:tbl>
    <w:p w:rsidR="009C328F" w:rsidRPr="00D35F7B" w:rsidRDefault="009C328F" w:rsidP="007F569B">
      <w:pPr>
        <w:shd w:val="clear" w:color="auto" w:fill="FFFFFF"/>
        <w:ind w:firstLine="720"/>
        <w:textAlignment w:val="baseline"/>
        <w:outlineLvl w:val="2"/>
        <w:rPr>
          <w:sz w:val="12"/>
          <w:szCs w:val="12"/>
        </w:rPr>
      </w:pPr>
    </w:p>
    <w:sectPr w:rsidR="009C328F" w:rsidRPr="00D35F7B" w:rsidSect="00C26F21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0BC3"/>
    <w:rsid w:val="00035F1C"/>
    <w:rsid w:val="000B0374"/>
    <w:rsid w:val="000E7949"/>
    <w:rsid w:val="000F57BA"/>
    <w:rsid w:val="00112982"/>
    <w:rsid w:val="0011365F"/>
    <w:rsid w:val="0012119F"/>
    <w:rsid w:val="00160794"/>
    <w:rsid w:val="001D5ADA"/>
    <w:rsid w:val="001E13BA"/>
    <w:rsid w:val="001E3A20"/>
    <w:rsid w:val="0022578C"/>
    <w:rsid w:val="0024241D"/>
    <w:rsid w:val="00305565"/>
    <w:rsid w:val="003503BA"/>
    <w:rsid w:val="00392D3C"/>
    <w:rsid w:val="003B7682"/>
    <w:rsid w:val="003C56BC"/>
    <w:rsid w:val="003D4188"/>
    <w:rsid w:val="003E29ED"/>
    <w:rsid w:val="00460B41"/>
    <w:rsid w:val="00496A54"/>
    <w:rsid w:val="004D0845"/>
    <w:rsid w:val="004D79A4"/>
    <w:rsid w:val="00511A66"/>
    <w:rsid w:val="00512C1B"/>
    <w:rsid w:val="00536E35"/>
    <w:rsid w:val="005370BA"/>
    <w:rsid w:val="00570549"/>
    <w:rsid w:val="00574688"/>
    <w:rsid w:val="005969AD"/>
    <w:rsid w:val="005B2AFE"/>
    <w:rsid w:val="005D595B"/>
    <w:rsid w:val="00665FEB"/>
    <w:rsid w:val="006C35DD"/>
    <w:rsid w:val="006C52B5"/>
    <w:rsid w:val="006D5A92"/>
    <w:rsid w:val="00733939"/>
    <w:rsid w:val="00760A8B"/>
    <w:rsid w:val="00771C1B"/>
    <w:rsid w:val="007F569B"/>
    <w:rsid w:val="008219BD"/>
    <w:rsid w:val="00840F2F"/>
    <w:rsid w:val="00854F97"/>
    <w:rsid w:val="00876FFD"/>
    <w:rsid w:val="00886B15"/>
    <w:rsid w:val="008B322A"/>
    <w:rsid w:val="009369F6"/>
    <w:rsid w:val="009954E2"/>
    <w:rsid w:val="009C328F"/>
    <w:rsid w:val="009D0BC3"/>
    <w:rsid w:val="009E08B5"/>
    <w:rsid w:val="00A12400"/>
    <w:rsid w:val="00A13FFC"/>
    <w:rsid w:val="00A473B2"/>
    <w:rsid w:val="00A504D6"/>
    <w:rsid w:val="00A62249"/>
    <w:rsid w:val="00A71523"/>
    <w:rsid w:val="00AB522D"/>
    <w:rsid w:val="00AF66A6"/>
    <w:rsid w:val="00B77491"/>
    <w:rsid w:val="00B86664"/>
    <w:rsid w:val="00BF1448"/>
    <w:rsid w:val="00C1255D"/>
    <w:rsid w:val="00C13261"/>
    <w:rsid w:val="00C26F21"/>
    <w:rsid w:val="00C60AAF"/>
    <w:rsid w:val="00CC3591"/>
    <w:rsid w:val="00CC4393"/>
    <w:rsid w:val="00D3470D"/>
    <w:rsid w:val="00D35F7B"/>
    <w:rsid w:val="00DA0143"/>
    <w:rsid w:val="00DB5A92"/>
    <w:rsid w:val="00E51313"/>
    <w:rsid w:val="00E57F0A"/>
    <w:rsid w:val="00EC6571"/>
    <w:rsid w:val="00F34A39"/>
    <w:rsid w:val="00F55DFD"/>
    <w:rsid w:val="00F65A1F"/>
    <w:rsid w:val="00F809E1"/>
    <w:rsid w:val="00FE6069"/>
    <w:rsid w:val="00FF1785"/>
    <w:rsid w:val="00FF2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BC3"/>
    <w:pPr>
      <w:widowControl w:val="0"/>
      <w:autoSpaceDE w:val="0"/>
      <w:autoSpaceDN w:val="0"/>
      <w:adjustRightInd w:val="0"/>
      <w:ind w:left="40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0B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0BC3"/>
    <w:rPr>
      <w:rFonts w:ascii="Tahoma" w:hAnsi="Tahoma" w:cs="Tahoma"/>
      <w:sz w:val="16"/>
      <w:szCs w:val="16"/>
      <w:lang w:eastAsia="ru-RU"/>
    </w:rPr>
  </w:style>
  <w:style w:type="paragraph" w:styleId="PlainText">
    <w:name w:val="Plain Text"/>
    <w:basedOn w:val="Normal"/>
    <w:link w:val="PlainTextChar"/>
    <w:uiPriority w:val="99"/>
    <w:rsid w:val="00A71523"/>
    <w:pPr>
      <w:widowControl/>
      <w:autoSpaceDE/>
      <w:autoSpaceDN/>
      <w:adjustRightInd/>
      <w:ind w:left="0"/>
      <w:jc w:val="left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71523"/>
    <w:rPr>
      <w:rFonts w:ascii="Courier New" w:hAnsi="Courier New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7F569B"/>
    <w:pPr>
      <w:widowControl/>
      <w:autoSpaceDE/>
      <w:autoSpaceDN/>
      <w:adjustRightInd/>
      <w:ind w:left="0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F569B"/>
    <w:rPr>
      <w:rFonts w:ascii="Times New Roman" w:hAnsi="Times New Roman" w:cs="Times New Roman"/>
      <w:sz w:val="20"/>
      <w:szCs w:val="20"/>
      <w:lang w:eastAsia="ru-RU"/>
    </w:rPr>
  </w:style>
  <w:style w:type="character" w:styleId="Strong">
    <w:name w:val="Strong"/>
    <w:basedOn w:val="DefaultParagraphFont"/>
    <w:uiPriority w:val="99"/>
    <w:qFormat/>
    <w:rsid w:val="007F569B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59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3</Pages>
  <Words>661</Words>
  <Characters>3769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AdminKomis</cp:lastModifiedBy>
  <cp:revision>11</cp:revision>
  <cp:lastPrinted>2019-07-26T11:06:00Z</cp:lastPrinted>
  <dcterms:created xsi:type="dcterms:W3CDTF">2019-07-25T07:30:00Z</dcterms:created>
  <dcterms:modified xsi:type="dcterms:W3CDTF">2019-10-29T11:51:00Z</dcterms:modified>
</cp:coreProperties>
</file>